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632" w:rsidRDefault="00124632" w:rsidP="00124632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124632" w:rsidRDefault="00124632" w:rsidP="0012463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B6CA00" wp14:editId="7E702535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496" name="Группа 4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4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0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1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24632" w:rsidRDefault="00124632" w:rsidP="0012463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9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tGs8MA&#10;AADcAAAADwAAAGRycy9kb3ducmV2LnhtbESPS6vCMBSE9xf8D+EId3dNfeCjGkXkKi4EqY/9oTm2&#10;xeakNFHrvzeC4HKYmW+Y2aIxpbhT7QrLCrqdCARxanXBmYLTcf03BuE8ssbSMil4koPFvPUzw1jb&#10;Byd0P/hMBAi7GBXk3lexlC7NyaDr2Io4eBdbG/RB1pnUNT4C3JSyF0VDabDgsJBjRauc0uvhZhTY&#10;/ma7O2e9pP/PI8/L/fhybnZK/bab5RSEp8Z/w5/2VisYTEbwPhOO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tGs8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KpMQA&#10;AADcAAAADwAAAGRycy9kb3ducmV2LnhtbERPy2oCMRTdC/5DuIIbqRmF2nY0igjTh4uCttDtZXKd&#10;jE5uhiTq1K9vFgWXh/NerDrbiAv5UDtWMBlnIIhLp2uuFHx/FQ/PIEJE1tg4JgW/FGC17PcWmGt3&#10;5R1d9rESKYRDjgpMjG0uZSgNWQxj1xIn7uC8xZigr6T2eE3htpHTLJtJizWnBoMtbQyVp/3ZKjgW&#10;n+Zn83R79aOXHd1Gxfat+ZgpNRx06zmISF28i//d71rB4zStTWfSE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qiqT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qJSsIA&#10;AADcAAAADwAAAGRycy9kb3ducmV2LnhtbESP3YrCMBCF7wXfIYywN7KmrihrNYrIKuJN8ecBhmZs&#10;is2kNFnbffuNIHh5OD8fZ7nubCUe1PjSsYLxKAFBnDtdcqHgetl9foPwAVlj5ZgU/JGH9arfW2Kq&#10;XcsnepxDIeII+xQVmBDqVEqfG7LoR64mjt7NNRZDlE0hdYNtHLeV/EqSmbRYciQYrGlrKL+ff22E&#10;ZBPMjrf2stt32OLP0fBwc1LqY9BtFiACdeEdfrUPWsF0OofnmXg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molK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WztcIA&#10;AADcAAAADwAAAGRycy9kb3ducmV2LnhtbERPTUsDMRC9C/6HMEJvNmtpV1mbFqktFMGDVRBvw2a6&#10;u7iZhGTa3f775iB4fLzv5Xp0vTpTTJ1nAw/TAhRx7W3HjYGvz939E6gkyBZ7z2TgQgnWq9ubJVbW&#10;D/xB54M0KodwqtBAKxIqrVPdksM09YE4c0cfHUqGsdE24pDDXa9nRVFqhx3nhhYDbVqqfw8nZ+B9&#10;2Ia3x3JxDD9xPtPp1cr3RoyZ3I0vz6CERvkX/7n31sCizPPzmXwE9Oo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1bO1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P8cQA&#10;AADcAAAADwAAAGRycy9kb3ducmV2LnhtbESPTWrDMBCF94HcQUygm9DIbmgoruUQSlNCNsFODjBY&#10;E8vUGhlLtd3bV4VCl4/38/Hy/Ww7MdLgW8cK0k0Cgrh2uuVGwe16fHwB4QOyxs4xKfgmD/tiucgx&#10;027iksYqNCKOsM9QgQmhz6T0tSGLfuN64ujd3WAxRDk0Ug84xXHbyack2UmLLUeCwZ7eDNWf1ZeN&#10;kMsWL+f7dD1+zDjh+9nw+lAq9bCaD68gAs3hP/zXPmkFz7sUfs/EI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OAT/H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IWcUA&#10;AADcAAAADwAAAGRycy9kb3ducmV2LnhtbESPQUvDQBSE70L/w/IEb3ZjsKnEbkupCiJ4aCuIt0f2&#10;NQlm3y67zyb+e1cQPA4z8w2z2kxuUGeKqfds4GZegCJuvO25NfB2fLq+A5UE2eLgmQx8U4LNenax&#10;wtr6kfd0PkirMoRTjQY6kVBrnZqOHKa5D8TZO/noULKMrbYRxwx3gy6LotIOe84LHQbaddR8Hr6c&#10;gdfxMbwsq8UpfMTbUqcHK+87MebqctregxKa5D/81362BhZVCb9n8hH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S4h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zR08UA&#10;AADcAAAADwAAAGRycy9kb3ducmV2LnhtbESPQWsCMRSE7wX/Q3gFL0WzVhTZGkWFoGChVIVeH5vn&#10;7tLNy5Kk7vrvTaHQ4zAz3zDLdW8bcSMfascKJuMMBHHhTM2lgstZjxYgQkQ22DgmBXcKsF4NnpaY&#10;G9fxJ91OsRQJwiFHBVWMbS5lKCqyGMauJU7e1XmLMUlfSuOxS3DbyNcsm0uLNaeFClvaVVR8n36s&#10;gu1HV079S7Ht3fG6/5ppbfS7Vmr43G/eQETq43/4r30wCmbzKfy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vNHT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tIsIA&#10;AADcAAAADwAAAGRycy9kb3ducmV2LnhtbESP0YrCMBRE3xf8h3AF39ZUUZFqFFEKsuyL7n7Apbk2&#10;1eamJLHWvzcLCz4OM3OGWW9724iOfKgdK5iMMxDEpdM1Vwp+f4rPJYgQkTU2jknBkwJsN4OPNeba&#10;PfhE3TlWIkE45KjAxNjmUobSkMUwdi1x8i7OW4xJ+kpqj48Et42cZtlCWqw5LRhsaW+ovJ3vVkHx&#10;Nf3ubnftC7frZ5bm5ro8GKVGw363AhGpj+/wf/uoFcwXM/g7k4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+a0i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nsPMUA&#10;AADcAAAADwAAAGRycy9kb3ducmV2LnhtbESPUWvCMBSF3wf+h3AFX4amOirSGUWFsMEGog72emmu&#10;bVlzU5Jou3+/DAZ7PJxzvsNZbwfbijv50DhWMJ9lIIhLZxquFHxc9HQFIkRkg61jUvBNAbab0cMa&#10;C+N6PtH9HCuRIBwKVFDH2BVShrImi2HmOuLkXZ23GJP0lTQe+wS3rVxk2VJabDgt1NjRoaby63yz&#10;CvbHvnryj+V+cG/Xl89ca6PftVKT8bB7BhFpiP/hv/arUZAvc/g9k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Gew8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eWzsMA&#10;AADcAAAADwAAAGRycy9kb3ducmV2LnhtbESPUWvCMBSF3wf+h3AHe5vpZBbpTEUchTF8UfcDLs1d&#10;07W5KUms9d+bgeDj4ZzzHc56M9lejORD61jB2zwDQVw73XKj4OdUva5AhIissXdMCq4UYFPOntZY&#10;aHfhA43H2IgE4VCgAhPjUEgZakMWw9wNxMn7dd5iTNI3Unu8JLjt5SLLcmmx5bRgcKCdobo7nq2C&#10;6nuxH7uz9pXbTu+WluZv9WmUenmeth8gIk3xEb63v7SCZZ7D/5l0BG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eWz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BGlsIA&#10;AADcAAAADwAAAGRycy9kb3ducmV2LnhtbESP3YrCMBSE7wXfIZwF7zT1p7p0G0UEF720+gCH5mxb&#10;2pzUJtr69puFBS+HmfmGSXeDacSTOldZVjCfRSCIc6srLhTcrsfpJwjnkTU2lknBixzstuNRiom2&#10;PV/omflCBAi7BBWU3reJlC4vyaCb2ZY4eD+2M+iD7AqpO+wD3DRyEUVrabDisFBiS4eS8jp7GAWr&#10;V/99z+I6OmpD8/OyPbPPY6UmH8P+C4Snwb/D/+2TVhCvN/B3JhwBuf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wEaW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Qhkb4A&#10;AADcAAAADwAAAGRycy9kb3ducmV2LnhtbERPy6rCMBDdC/5DGMGdpgqWazWKKIq48tbHemjGtthM&#10;ShO1/r1ZCC4P5z1ftqYST2pcaVnBaBiBIM6sLjlXcD5tB38gnEfWWFkmBW9ysFx0O3NMtH3xPz1T&#10;n4sQwi5BBYX3dSKlywoy6Ia2Jg7czTYGfYBNLnWDrxBuKjmOolgaLDk0FFjTuqDsnj6Mgkd8HZ/5&#10;dtDHdPPeTTfblZOXXKl+r13NQHhq/U/8de+1gkkc1oYz4QjIx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OUIZG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HjGMYA&#10;AADcAAAADwAAAGRycy9kb3ducmV2LnhtbESPQWvCQBSE74L/YXlCb7qxrUGjq1RBqB6Uqj309sw+&#10;k7TZtzG7avz3bqHQ4zAz3zCTWWNKcaXaFZYV9HsRCOLU6oIzBYf9sjsE4TyyxtIyKbiTg9m03Zpg&#10;ou2NP+i685kIEHYJKsi9rxIpXZqTQdezFXHwTrY26IOsM6lrvAW4KeVzFMXSYMFhIceKFjmlP7uL&#10;UfC5Hcaj7Xz1+r3eHPHF6POXLmKlnjrN2xiEp8b/h//a71rBIB7B75lwBOT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NHjG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PVI8IA&#10;AADcAAAADwAAAGRycy9kb3ducmV2LnhtbERPTWvCQBC9C/0PyxS86aa2phJdRSvG4kltodchOyah&#10;2dmQXU3SX+8ehB4f73ux6kwlbtS40rKCl3EEgjizuuRcwffXbjQD4TyyxsoyKejJwWr5NFhgom3L&#10;J7qdfS5CCLsEFRTe14mULivIoBvbmjhwF9sY9AE2udQNtiHcVHISRbE0WHJoKLCmj4Ky3/PVKPiL&#10;f/Do9pPN9lV76t9mqT0cU6WGz916DsJT5//FD/enVjB9D/PDmXAE5P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89Uj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gNVsUA&#10;AADcAAAADwAAAGRycy9kb3ducmV2LnhtbESP0WrCQBRE34X+w3ILvulGidqmrlJKCr5V037AJXu7&#10;CWbvxuyapH59t1DwcZiZM8x2P9pG9NT52rGCxTwBQVw6XbNR8PX5PnsC4QOyxsYxKfghD/vdw2SL&#10;mXYDn6gvghERwj5DBVUIbSalLyuy6OeuJY7et+sshig7I3WHQ4TbRi6TZC0t1hwXKmzpraLyXFyt&#10;gotbrvRY5Phxzp+PtTHp5XZKlZo+jq8vIAKN4R7+bx+0gtVmAX9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WA1W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cBdsUA&#10;AADcAAAADwAAAGRycy9kb3ducmV2LnhtbESPS2/CMBCE70j9D9ZW4tY4BfFoiEEtEhJXoIcet/bm&#10;QeN1Grsh8OvrSpU4jmbmG02+GWwjeup87VjBc5KCINbO1FwqeD/tnpYgfEA22DgmBVfysFk/jHLM&#10;jLvwgfpjKEWEsM9QQRVCm0npdUUWfeJa4ugVrrMYouxKaTq8RLht5CRN59JizXGhwpa2Femv449V&#10;sK8/aTbXxYtdvunDx+07TBdno9T4cXhdgQg0hHv4v703CmaLCfydiUd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wF2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sYysIA&#10;AADcAAAADwAAAGRycy9kb3ducmV2LnhtbERPW2vCMBR+F/wP4Qh7m+kcTq1G0cFgMhW8oK+H5qwp&#10;NielyWr998tg4ON355stWluKhmpfOFbw0k9AEGdOF5wrOB0/nscgfEDWWDomBXfysJh3OzNMtbvx&#10;nppDyEUsYZ+iAhNClUrpM0MWfd9VxFH7drXFEGGdS13jLZbbUg6S5E1aLDguGKzo3VB2PfxYBQ3u&#10;7snFrLaTdbHJBrvV+UtHXj312uUURKA2PMz/6U+tYDh6hb8z8QjI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SxjK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Y1sMQA&#10;AADcAAAADwAAAGRycy9kb3ducmV2LnhtbESPzU7DMBCE70h9B2uRuFGHqPworVtVSK04QuDAcYm3&#10;cdp4N7JNE3h6jITEcTQz32hWm8n36kwhdsIGbuYFKOJGbMetgbfX3fUDqJiQLfbCZOCLImzWs4sV&#10;VlZGfqFznVqVIRwrNOBSGiqtY+PIY5zLQJy9gwSPKcvQahtwzHDf67Io7rTHjvOCw4EeHTWn+tMb&#10;GPfNx7E8vFv3HQbZ1c9yLHsx5upy2i5BJZrSf/iv/WQN3N4v4PdMPgJ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2NbD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XdCsUA&#10;AADcAAAADwAAAGRycy9kb3ducmV2LnhtbESP3WoCMRSE7wXfIRyhd5pV8IetUaxWKGIRbXt/3Bx3&#10;1yYnyybV9e2NUPBymJlvmOm8sUZcqPalYwX9XgKCOHO65FzB99e6OwHhA7JG45gU3MjDfNZuTTHV&#10;7sp7uhxCLiKEfYoKihCqVEqfFWTR91xFHL2Tqy2GKOtc6hqvEW6NHCTJSFosOS4UWNGyoOz38GcV&#10;rHcrcx587hc/Mizfx0cz2byttkq9dJrFK4hATXiG/9sfWsFwPITHmXgE5Ow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d0K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wUoMYA&#10;AADeAAAADwAAAGRycy9kb3ducmV2LnhtbERP22rCQBB9F/yHZYS+lLpr1SJpNiJC0UIL9QJ9HbNj&#10;EszOhuw2pn/fFQq+zeFcJ132thYdtb5yrGEyViCIc2cqLjQcD29PCxA+IBusHZOGX/KwzIaDFBPj&#10;rryjbh8KEUPYJ6ihDKFJpPR5SRb92DXEkTu71mKIsC2kafEaw20tn5V6kRYrjg0lNrQuKb/sf6yG&#10;7uvjVGw737xfFo9+Pj1tNp/mW+uHUb96BRGoD3fxv3tr4nw1VTO4vRNvkN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wUo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PJsUA&#10;AADeAAAADwAAAGRycy9kb3ducmV2LnhtbERPTWsCMRC9C/0PYYTeNNHWYrdGqQWhF0FtD/U2bqa7&#10;i5vJNom6+uuNIPQ2j/c5k1lra3EkHyrHGgZ9BYI4d6biQsP316I3BhEissHaMWk4U4DZ9KEzwcy4&#10;E6/puImFSCEcMtRQxthkUoa8JIuh7xrixP06bzEm6AtpPJ5SuK3lUKkXabHi1FBiQx8l5fvNwWqY&#10;v47nf6tnXl7Wuy1tf3b70dArrR+77fsbiEht/Bff3Z8mzVdPagS3d9INc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vM8mxQAAAN4AAAAPAAAAAAAAAAAAAAAAAJgCAABkcnMv&#10;ZG93bnJldi54bWxQSwUGAAAAAAQABAD1AAAAigMAAAAA&#10;" fillcolor="black" stroked="f"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1fUcYA&#10;AADeAAAADwAAAGRycy9kb3ducmV2LnhtbERPTWsCMRC9F/wPYYTeaqKli6xGUdtCoXrQevA4bsbd&#10;sJvJskl121/fFAq9zeN9znzZu0ZcqQvWs4bxSIEgLryxXGo4frw+TEGEiGyw8UwavijAcjG4m2Nu&#10;/I33dD3EUqQQDjlqqGJscylDUZHDMPItceIuvnMYE+xKaTq8pXDXyIlSmXRoOTVU2NKmoqI+fDoN&#10;p/fMTveWJuft9/rFbJ/q9e651vp+2K9mICL18V/8534zab56VBn8vpNu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1fU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X+MQA&#10;AADeAAAADwAAAGRycy9kb3ducmV2LnhtbERPTWsCMRC9F/ofwgjeamILVVajSEuplx6qLV6HzbhZ&#10;dzPZJlFXf30jFHqbx/uc+bJ3rThRiLVnDeORAkFcelNzpeFr+/YwBRETssHWM2m4UITl4v5ujoXx&#10;Z/6k0yZVIodwLFCDTakrpIylJYdx5DvizO19cJgyDJU0Ac853LXyUaln6bDm3GCxoxdLZbM5Og1h&#10;tXttrnz8btT14xLfD/3PFK3Ww0G/moFI1Kd/8Z97bfJ89aQmcHsn3y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zl/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21wccA&#10;AADeAAAADwAAAGRycy9kb3ducmV2LnhtbESP3UoDQQyF7wXfYUihN2JnrODP2mkRQShYhNY+QNyJ&#10;u0tnMstObLc+vbkQvEs4J+d8WazGFM2RhtJl9nAzc2CI6xw6bjzsP16vH8AUQQ4YM5OHMxVYLS8v&#10;FliFfOItHXfSGA3hUqGHVqSvrC11SwnLLPfEqn3lIaHoOjQ2DHjS8BTt3Lk7m7BjbWixp5eW6sPu&#10;O3mI88/4+HZfNnLe2437SbK9eg/eTyfj8xMYoVH+zX/X66D47tYpr76jM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dtc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FRAMQA&#10;AADeAAAADwAAAGRycy9kb3ducmV2LnhtbERPTWsCMRC9F/wPYQq91aQWpN0apVaEvXhwtXgdN9PN&#10;0mSybFJd/fWmUOhtHu9zZovBO3GiPraBNTyNFQjiOpiWGw373frxBURMyAZdYNJwoQiL+ehuhoUJ&#10;Z97SqUqNyCEcC9RgU+oKKWNtyWMch444c1+h95gy7BtpejzncO/kRKmp9NhybrDY0Yel+rv68RpW&#10;Vecm+9Iu4+Fzczy68rqmw0rrh/vh/Q1EoiH9i//cpcnz1bN6hd938g1y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BUQ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fcdsYA&#10;AADeAAAADwAAAGRycy9kb3ducmV2LnhtbESPT2sCMRDF7wW/Qxiht5rYgsrWKFIqCD3VP4fehmTc&#10;Xd1Mlk3qbr995yB4m2HevPd+y/UQGnWjLtWRLUwnBhSxi77m0sLxsH1ZgEoZ2WMTmSz8UYL1avS0&#10;xMLHnr/pts+lEhNOBVqocm4LrZOrKGCaxJZYbufYBcyydqX2HfZiHhr9asxMB6xZEips6aMid93/&#10;BguXrf6KzqA7HU/9zs9/PmfUGGufx8PmHVSmIT/E9++dl/rmbSo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yfcd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OKisQA&#10;AADeAAAADwAAAGRycy9kb3ducmV2LnhtbERP32vCMBB+H+x/CDfwbaZVGFKN4gRBlD1Mx/Dx1pxN&#10;aXMpSVq7/34ZDPZ2H9/PW21G24qBfKgdK8inGQji0umaKwUfl/3zAkSIyBpbx6TgmwJs1o8PKyy0&#10;u/M7DedYiRTCoUAFJsaukDKUhiyGqeuIE3dz3mJM0FdSe7yncNvKWZa9SIs1pwaDHe0Mlc25twqu&#10;/Ylvb/Pj1r/GTzdeQjP7WjRKTZ7G7RJEpDH+i//cB53mZ/M8h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Dio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zBj8YA&#10;AADeAAAADwAAAGRycy9kb3ducmV2LnhtbERPTWsCMRC9F/ofwhS81cStLbo1ihYEL4Vqe9DbuJnu&#10;Lm4maxJ17a9vhEJv83ifM5l1thFn8qF2rGHQVyCIC2dqLjV8fS4fRyBCRDbYOCYNVwowm97fTTA3&#10;7sJrOm9iKVIIhxw1VDG2uZShqMhi6LuWOHHfzluMCfpSGo+XFG4bmSn1Ii3WnBoqbOmtouKwOVkN&#10;i/FocfwY8vvPer+j3XZ/eM680rr30M1fQUTq4r/4z70yab56GmR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ozBj8YAAADeAAAADwAAAAAAAAAAAAAAAACYAgAAZHJz&#10;L2Rvd25yZXYueG1sUEsFBgAAAAAEAAQA9QAAAIsDAAAAAA==&#10;" fillcolor="black" stroked="f"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ZvvsMA&#10;AADeAAAADwAAAGRycy9kb3ducmV2LnhtbERP30vDMBB+F/wfwg325tJZEKnLRhmIsqdubuz11pxN&#10;WXMpSczqf28Ewbf7+H7eajPZQSTyoXesYLkoQBC3TvfcKTh+vD48gwgRWePgmBR8U4DN+v5uhZV2&#10;N95TOsRO5BAOFSowMY6VlKE1ZDEs3EicuU/nLcYMfSe1x1sOt4N8LIonabHn3GBwpK2h9nr4sgrS&#10;ZdvUZTons9/5uvOueTtdGqXms6l+ARFpiv/iP/e7zvOLclnC7zv5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nZvv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Ozw8UA&#10;AADeAAAADwAAAGRycy9kb3ducmV2LnhtbERPTWvCQBC9F/wPywje6ia1iI2uUkRL7aU1LdTjkB2z&#10;wexsyG5j9Ne7hUJv83ifs1j1thYdtb5yrCAdJyCIC6crLhV8fW7vZyB8QNZYOyYFF/KwWg7uFphp&#10;d+Y9dXkoRQxhn6ECE0KTSekLQxb92DXEkTu61mKIsC2lbvEcw20tH5JkKi1WHBsMNrQ2VJzyH6vA&#10;p+vN95u9PnWHF8Pv+c5MP0qj1GjYP89BBOrDv/jP/arj/GSSPsLvO/E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M7P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24632" w:rsidRDefault="00124632" w:rsidP="0012463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124632" w:rsidRDefault="00124632" w:rsidP="0012463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124632" w:rsidRDefault="00124632" w:rsidP="001246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124632" w:rsidRDefault="00124632" w:rsidP="0012463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124632" w:rsidRDefault="00124632" w:rsidP="0012463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24632" w:rsidRDefault="00124632" w:rsidP="0012463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24632" w:rsidRDefault="00124632" w:rsidP="0012463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C06C4" w:rsidRPr="006C06C4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0,2600га,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24632" w:rsidRDefault="00124632" w:rsidP="001246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24632" w:rsidRDefault="00124632" w:rsidP="0012463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24632" w:rsidRDefault="00124632" w:rsidP="0012463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24632" w:rsidRPr="00124632" w:rsidRDefault="00124632" w:rsidP="001246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124632" w:rsidRDefault="00124632" w:rsidP="001246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24632" w:rsidRPr="00124632" w:rsidRDefault="00124632" w:rsidP="001246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E33AE1" w:rsidRPr="00124632" w:rsidRDefault="00124632" w:rsidP="0012463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E33AE1" w:rsidRPr="0012463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632"/>
    <w:rsid w:val="00124632"/>
    <w:rsid w:val="006C06C4"/>
    <w:rsid w:val="00E33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3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63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238</Words>
  <Characters>1359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2021-07-19T05:42:00Z</dcterms:created>
  <dcterms:modified xsi:type="dcterms:W3CDTF">2021-07-19T06:25:00Z</dcterms:modified>
</cp:coreProperties>
</file>