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5CBE" w:rsidRPr="00814CCA" w:rsidRDefault="00E35CBE" w:rsidP="00E35CB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5CBE" w:rsidRDefault="00E35CBE" w:rsidP="00E35C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35CBE" w:rsidRDefault="00E35CBE" w:rsidP="00E35CBE"/>
    <w:p w:rsidR="00E35CBE" w:rsidRDefault="00E35CBE" w:rsidP="00E35CBE"/>
    <w:p w:rsidR="00E35CBE" w:rsidRDefault="00E35CBE" w:rsidP="00E35C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35CBE" w:rsidRDefault="00E35CBE" w:rsidP="00E35C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35CBE" w:rsidRDefault="00E35CBE" w:rsidP="00E35C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35CBE" w:rsidRDefault="00E35CBE" w:rsidP="00E35C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35CBE" w:rsidRDefault="00E35CBE" w:rsidP="00E35CB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5CBE" w:rsidRDefault="00E35CBE" w:rsidP="00E35CB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35CBE" w:rsidRDefault="00E35CBE" w:rsidP="00E35CB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35CBE" w:rsidRDefault="00E35CBE" w:rsidP="00E35CB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35CBE" w:rsidRPr="0063686B" w:rsidRDefault="00E35CBE" w:rsidP="00E35CB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№34</w:t>
      </w:r>
    </w:p>
    <w:p w:rsidR="00E35CBE" w:rsidRPr="00814CCA" w:rsidRDefault="00E35CBE" w:rsidP="00E35CB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35CBE" w:rsidRPr="00814CCA" w:rsidRDefault="00E35CBE" w:rsidP="00E35CB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E35CBE" w:rsidRPr="00814CCA" w:rsidRDefault="00E35CBE" w:rsidP="00E35CB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35CBE" w:rsidRPr="00814CCA" w:rsidRDefault="00E35CBE" w:rsidP="00E35CB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E35CBE" w:rsidRPr="00814CCA" w:rsidRDefault="00E35CBE" w:rsidP="00E35CBE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Л.В.</w:t>
      </w:r>
    </w:p>
    <w:p w:rsidR="00E35CBE" w:rsidRPr="00814CCA" w:rsidRDefault="00E35CBE" w:rsidP="00E35CBE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35CBE" w:rsidRPr="00814CCA" w:rsidRDefault="00E35CBE" w:rsidP="00E35CB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», статей 12, 118, 121</w:t>
      </w:r>
      <w:r>
        <w:rPr>
          <w:rFonts w:ascii="Times New Roman" w:hAnsi="Times New Roman" w:cs="Times New Roman"/>
          <w:sz w:val="24"/>
          <w:szCs w:val="24"/>
        </w:rPr>
        <w:t>, 122</w:t>
      </w:r>
      <w:r w:rsidRPr="00814CCA">
        <w:rPr>
          <w:rFonts w:ascii="Times New Roman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Л.В. </w:t>
      </w:r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proofErr w:type="gramEnd"/>
      <w:r w:rsidRPr="00814CCA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E35CBE" w:rsidRPr="00814CCA" w:rsidRDefault="00E35CBE" w:rsidP="00E35CB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>ВИРІШИЛА:</w:t>
      </w:r>
    </w:p>
    <w:p w:rsidR="00E35CBE" w:rsidRPr="00814CCA" w:rsidRDefault="00E35CBE" w:rsidP="00E35CB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Любові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814CCA">
        <w:rPr>
          <w:rFonts w:ascii="Times New Roman" w:hAnsi="Times New Roman" w:cs="Times New Roman"/>
          <w:sz w:val="24"/>
          <w:szCs w:val="24"/>
        </w:rPr>
        <w:t xml:space="preserve">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: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D4EC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9D4EC6"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bookmarkStart w:id="0" w:name="_GoBack"/>
      <w:bookmarkEnd w:id="0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0,0382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CCA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номер: 6823986800:02:013:0028), для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14CC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вулиця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Шевченка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, 25.</w:t>
      </w: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E35CBE" w:rsidRPr="00814CCA" w:rsidRDefault="00E35CBE" w:rsidP="00E35CB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814C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Л.В.,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E35CBE" w:rsidRPr="00814CCA" w:rsidRDefault="00E35CBE" w:rsidP="00E35CB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35CBE" w:rsidRPr="00814CCA" w:rsidRDefault="00E35CBE" w:rsidP="00E35CB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35CBE" w:rsidRPr="00E35CBE" w:rsidRDefault="00E35CBE" w:rsidP="00E35CB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35CBE" w:rsidRPr="00814CCA" w:rsidRDefault="00E35CBE" w:rsidP="00E35CB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F0" w:rsidRPr="00E35CBE" w:rsidRDefault="00E35CBE" w:rsidP="00E35CB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F1BF0" w:rsidRPr="00E35CB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CBE"/>
    <w:rsid w:val="00171A2E"/>
    <w:rsid w:val="00304C90"/>
    <w:rsid w:val="00505B6D"/>
    <w:rsid w:val="006D3977"/>
    <w:rsid w:val="007D6C18"/>
    <w:rsid w:val="009D4EC6"/>
    <w:rsid w:val="00CF1BF0"/>
    <w:rsid w:val="00D1641A"/>
    <w:rsid w:val="00E35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264</Words>
  <Characters>1510</Characters>
  <Application>Microsoft Office Word</Application>
  <DocSecurity>0</DocSecurity>
  <Lines>12</Lines>
  <Paragraphs>3</Paragraphs>
  <ScaleCrop>false</ScaleCrop>
  <Company>Microsoft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2020-05-27T16:28:00Z</dcterms:created>
  <dcterms:modified xsi:type="dcterms:W3CDTF">2020-05-27T17:23:00Z</dcterms:modified>
</cp:coreProperties>
</file>