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E5C" w:rsidRPr="00561513" w:rsidRDefault="006C6E5C" w:rsidP="006C6E5C">
      <w:pPr>
        <w:tabs>
          <w:tab w:val="right" w:pos="9354"/>
        </w:tabs>
        <w:jc w:val="right"/>
        <w:rPr>
          <w:rFonts w:ascii="Times New Roman" w:hAnsi="Times New Roman"/>
          <w:color w:val="FF0000"/>
          <w:lang w:val="ru-RU"/>
        </w:rPr>
      </w:pPr>
      <w:r w:rsidRPr="00561513">
        <w:rPr>
          <w:rFonts w:ascii="Times New Roman" w:hAnsi="Times New Roman"/>
          <w:color w:val="FF0000"/>
          <w:lang w:val="ru-RU"/>
        </w:rPr>
        <w:t>ПРОЕКТ</w:t>
      </w:r>
    </w:p>
    <w:p w:rsidR="006C6E5C" w:rsidRPr="00561513" w:rsidRDefault="006C6E5C" w:rsidP="006C6E5C">
      <w:pPr>
        <w:tabs>
          <w:tab w:val="right" w:pos="9354"/>
        </w:tabs>
        <w:spacing w:after="0" w:line="240" w:lineRule="auto"/>
        <w:rPr>
          <w:rFonts w:ascii="Times New Roman" w:hAnsi="Times New Roman"/>
          <w:color w:val="FF0000"/>
          <w:lang w:val="ru-RU"/>
        </w:rPr>
      </w:pPr>
    </w:p>
    <w:p w:rsidR="006C6E5C" w:rsidRPr="00561513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2683510</wp:posOffset>
                </wp:positionH>
                <wp:positionV relativeFrom="paragraph">
                  <wp:posOffset>37465</wp:posOffset>
                </wp:positionV>
                <wp:extent cx="543560" cy="734695"/>
                <wp:effectExtent l="0" t="0" r="8890" b="8255"/>
                <wp:wrapNone/>
                <wp:docPr id="2487" name="Групувати 6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4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692" o:spid="_x0000_s1026" style="position:absolute;margin-left:211.3pt;margin-top:2.9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33CsEA&#10;AADdAAAADwAAAGRycy9kb3ducmV2LnhtbERPy4rCMBTdD/gP4QruxtQqY6lNRWQUF8JQH/tLc22L&#10;zU1pMlr/3iwGZnk472w9mFY8qHeNZQWzaQSCuLS64UrB5bz7TEA4j6yxtUwKXuRgnY8+Mky1fXJB&#10;j5OvRAhhl6KC2vsuldKVNRl0U9sRB+5me4M+wL6SusdnCDetjKPoSxpsODTU2NG2pvJ++jUK7Hx/&#10;OF6ruJh/89Lz5ie5XYejUpPxsFmB8DT4f/Gf+6AVxIskzA1vwhOQ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99wr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eWn8gA&#10;AADdAAAADwAAAGRycy9kb3ducmV2LnhtbESPT2sCMRTE74V+h/AKvUjNVorV1ShFWFt7KPgHvD42&#10;z83azcuSRN366ZuC0OMwM79hpvPONuJMPtSOFTz3MxDEpdM1Vwp22+JpBCJEZI2NY1LwQwHms/u7&#10;KebaXXhN502sRIJwyFGBibHNpQylIYuh71ri5B2ctxiT9JXUHi8Jbhs5yLKhtFhzWjDY0sJQ+b05&#10;WQXH4svsF6/Xpe+N13TtFZ/vzWqo1OND9zYBEamL/+Fb+0MrGLyMxvD3Jj0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Z5a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zLoMEA&#10;AADdAAAADwAAAGRycy9kb3ducmV2LnhtbERPzWrCQBC+F3yHZQpeim60UtrUVaRoES/izwMM2TEb&#10;mp0N2a2Jb+8cBI8f3/982ftaXamNVWADk3EGirgItuLSwPm0GX2CignZYh2YDNwownIxeJljbkPH&#10;B7oeU6kkhGOOBlxKTa51LBx5jOPQEAt3Ca3HJLAttW2xk3Bf62mWfWiPFUuDw4Z+HBV/x38vJft3&#10;3O8u3Wnz22OH653jt9XBmOFrv/oGlahPT/HDvbUGprMv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cy6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u7m8YA&#10;AADd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igXd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au7m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wTMMA&#10;AADdAAAADwAAAGRycy9kb3ducmV2LnhtbESP3YrCMBCF7xd8hzCCN4um1kXcrlFEVMQbUfcBhmZs&#10;yjaT0kRb394Iwl4ezs/HmS87W4k7Nb50rGA8SkAQ506XXCj4vWyHMxA+IGusHJOCB3lYLnofc8y0&#10;a/lE93MoRBxhn6ECE0KdSelzQxb9yNXE0bu6xmKIsimkbrCN47aSaZJMpcWSI8FgTWtD+d/5ZiPk&#10;OMHj4dpetrsOW9wcDH+uTkoN+t3qB0SgLvyH3+29VpB+fafwehOf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MLw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WAd8YA&#10;AADdAAAADwAAAGRycy9kb3ducmV2LnhtbESPQUsDMRSE74L/ITzBm8261mrXpqVUBSl4sArS22Pz&#10;urt08xKSZ3f990YQPA4z8w2zWI2uVyeKqfNs4HpSgCKuve24MfDx/nx1DyoJssXeMxn4pgSr5fnZ&#10;AivrB36j004alSGcKjTQioRK61S35DBNfCDO3sFHh5JlbLSNOGS463VZFDPtsOO80GKgTUv1cffl&#10;DLwOT2F7N7s9hH2cljo9WvnciDGXF+P6AZTQKP/hv/aLNVBO5z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WAd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y4fccA&#10;AADdAAAADwAAAGRycy9kb3ducmV2LnhtbESPQWsCMRSE74L/ITyhl6LZWit1NUotBAsWSq3g9bF5&#10;7i7dvCxJ6m7/vSkUPA4z8w2z2vS2ERfyoXas4GGSgSAunKm5VHD80uNnECEiG2wck4JfCrBZDwcr&#10;zI3r+JMuh1iKBOGQo4IqxjaXMhQVWQwT1xIn7+y8xZikL6Xx2CW4beQ0y+bSYs1pocKWXisqvg8/&#10;VsH2oysf/X2x7d3+vDs9aW30u1bqbtS/LEFE6uMt/N9+Mwqms8UM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cuH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hHo8QA&#10;AADdAAAADwAAAGRycy9kb3ducmV2LnhtbESPUWvCMBSF3wf+h3CFvc3UokOrUcRRkLGXqT/g0lyb&#10;anNTkljrv18Ggz0ezjnf4ay3g21FTz40jhVMJxkI4srphmsF51P5tgARIrLG1jEpeFKA7Wb0ssZC&#10;uwd/U3+MtUgQDgUqMDF2hZShMmQxTFxHnLyL8xZjkr6W2uMjwW0r8yx7lxYbTgsGO9obqm7Hu1VQ&#10;fuZf/e2ufel2w8zS3FwXH0ap1/GwW4GINMT/8F/7oBXks+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oR6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LCCcMA&#10;AADcAAAADwAAAGRycy9kb3ducmV2LnhtbERP32vCMBB+H/g/hBv4IprOoRudUXQQJijIdLDXoznb&#10;suZSkmi7/34RhL3dx/fzFqveNuJKPtSOFTxNMhDEhTM1lwq+Tnr8CiJEZIONY1LwSwFWy8HDAnPj&#10;Ov6k6zGWIoVwyFFBFWObSxmKiiyGiWuJE3d23mJM0JfSeOxSuG3kNMvm0mLNqaHClt4rKn6OF6tg&#10;c+jKZz8qNr3bnT++Z1obvddKDR/79RuISH38F9/dW5PmT1/g9k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2LCC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eA7cQA&#10;AADd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8uVLDrc36QnI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ngO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4/UMAA&#10;AADdAAAADwAAAGRycy9kb3ducmV2LnhtbESPwcrCMBCE74LvEFbwpqlWRapRRFD0aPUBlmZti82m&#10;NtHWtzc//OBxmJlvmPW2M5V4U+NKywom4wgEcWZ1ybmC2/UwWoJwHlljZZkUfMjBdtPvrTHRtuUL&#10;vVOfiwBhl6CCwvs6kdJlBRl0Y1sTB+9uG4M+yCaXusE2wE0lp1G0kAZLDgsF1rQvKHukL6Ng9mmP&#10;z3T+iA7a0OQc12f22Vyp4aDbrUB46vwv/N8+aQXTWRzD35vwBOTm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4/U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W+OMYA&#10;AADdAAAADwAAAGRycy9kb3ducmV2LnhtbESPT2vCQBTE7wW/w/IKvdVN0xBq6iqiKNJTG/+cH9nn&#10;JjT7NmRXjd++Kwg9DjPzG2Y6H2wrLtT7xrGCt3ECgrhyumGjYL9bv36A8AFZY+uYFNzIw3w2eppi&#10;od2Vf+hSBiMihH2BCuoQukJKX9Vk0Y9dRxy9k+sthih7I3WP1wi3rUyTJJcWG44LNXa0rKn6Lc9W&#10;wTk/pns+fenvcnXbTFbrhZcHo9TL87D4BBFoCP/hR3urFaTZewb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W+O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pkpMgA&#10;AADdAAAADwAAAGRycy9kb3ducmV2LnhtbESPS2/CMBCE70j9D9ZW6g2c8oggYFBbqVLLAcTrwG2J&#10;lyRtvA6xC+m/x0hIHEcz841mMmtMKc5Uu8KygtdOBII4tbrgTMF289kegnAeWWNpmRT8k4PZ9Kk1&#10;wUTbC6/ovPaZCBB2CSrIva8SKV2ak0HXsRVx8I62NuiDrDOpa7wEuCllN4piabDgsJBjRR85pb/r&#10;P6NgtxzGo+X7d/9nvjhgz+jTXhexUi/PzdsYhKfGP8L39pdW0O33BnB7E56An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umS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A4IMUA&#10;AADdAAAADwAAAGRycy9kb3ducmV2LnhtbESPT4vCMBTE78J+h/AWvGm6VYpUo7iKf/DkuoLXR/Ns&#10;i81LaaLW/fQbQfA4zMxvmMmsNZW4UeNKywq++hEI4szqknMFx99VbwTCeWSNlWVS8CAHs+lHZ4Kp&#10;tnf+odvB5yJA2KWooPC+TqV0WUEGXd/WxME728agD7LJpW7wHuCmknEUJdJgyWGhwJoWBWWXw9Uo&#10;+EtOuHeb+Hs50J4ew9Ha7vZrpbqf7XwMwlPr3+FXe6sVxMNBAs834QnI6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EDgg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TOA8UA&#10;AADdAAAADwAAAGRycy9kb3ducmV2LnhtbESPwW7CMBBE75X6D9YicQOHkFJIMahCIPVWCP2AVbx1&#10;IuJ1iA2Efn1dCanH0cy80SzXvW3ElTpfO1YwGScgiEunazYKvo670RyED8gaG8ek4E4e1qvnpyXm&#10;2t34QNciGBEh7HNUUIXQ5lL6siKLfuxa4uh9u85iiLIzUnd4i3DbyDRJZtJizXGhwpY2FZWn4mIV&#10;nF36ovtii5+n7WJfG5Odfw6ZUsNB//4GIlAf/sOP9odWkGbTV/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M4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rQGcEA&#10;AADdAAAADwAAAGRycy9kb3ducmV2LnhtbERPu27CMBTdkfgH6yKxgcOjlKYYBEhIrFAGxlv7kgTi&#10;6xAbCHw9Hip1PDrv2aKxpbhT7QvHCgb9BASxdqbgTMHhZ9ObgvAB2WDpmBQ8ycNi3m7NMDXuwTu6&#10;70MmYgj7FBXkIVSplF7nZNH3XUUcuZOrLYYI60yaGh8x3JZymCQTabHg2JBjReuc9GV/swq2xS99&#10;TPTpy05Xend8XcPo82yU6naa5TeIQE34F/+5t0bBcDyKc+Ob+ATk/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860B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+GdsIA&#10;AADdAAAADwAAAGRycy9kb3ducmV2LnhtbERPW2vCMBR+H/gfwhH2NlM7GbMaRQeDyVTwgr4emmNT&#10;bE5Kk9X67xdhsMfvzjedd7YSLTW+dKxgOEhAEOdOl1woOB4+X95B+ICssXJMCu7kYT7rPU0x0+7G&#10;O2r3oRCxhH2GCkwIdSalzw1Z9ANXE0ft4hqLIcKmkLrBWyy3lUyT5E1aLDkuGKzpw1B+3f9YBS1u&#10;78nZLDfjVbnO0+3y9K0jr5773WICIlAX/s1/6S+tIB29j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f4Z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ji9sEA&#10;AADdAAAADwAAAGRycy9kb3ducmV2LnhtbERPTUvDQBC9F/wPywje2o2hSIndFBEqHjV68Dhmp9nE&#10;7EzYXZvor3cPQo+P970/LH5UZwqxFzZwuylAEbdie+4MvL8d1ztQMSFbHIXJwA9FONRXqz1WVmZ+&#10;pXOTOpVDOFZowKU0VVrH1pHHuJGJOHMnCR5ThqHTNuCcw/2oy6K40x57zg0OJ3p01H41397A/NR+&#10;DuXpw7rfMMmxeZGhHMWYm+vl4R5UoiVdxP/uZ2ug3G7z/vwmPwFd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l44vb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8BysYA&#10;AADdAAAADwAAAGRycy9kb3ducmV2LnhtbESP3WoCMRSE7wt9h3AKvatZF6myGsVqhSIW8e/+uDnu&#10;bpucLJtU17c3QsHLYWa+YUaT1hpxpsZXjhV0OwkI4tzpigsF+93ibQDCB2SNxjEpuJKHyfj5aYSZ&#10;dhfe0HkbChEh7DNUUIZQZ1L6vCSLvuNq4uidXGMxRNkUUjd4iXBrZJok79JixXGhxJpmJeW/2z+r&#10;YLGem5/0ezM9yDD77B/NYPkxXyn1+tJOhyACteER/m9/aQVpr9eF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F8By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pSBMYA&#10;AADdAAAADwAAAGRycy9kb3ducmV2LnhtbESP3WrCQBSE7wt9h+UUvBHdNFWR6CpFEBUq+AfeHrPH&#10;JJg9G7JrTN/eLQi9HGbmG2Y6b00pGqpdYVnBZz8CQZxaXXCm4HRc9sYgnEfWWFomBb/kYD57f5ti&#10;ou2D99QcfCYChF2CCnLvq0RKl+Zk0PVtRRy8q60N+iDrTOoaHwFuShlH0UgaLDgs5FjRIqf0drgb&#10;Bc3u55KtG1dtbuOuG35dVqutPivV+Wi/JyA8tf4//GqvtYJ4MIj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pSB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eLVsgA&#10;AADdAAAADwAAAGRycy9kb3ducmV2LnhtbESPT2vCQBTE74V+h+UJvdWNaSqaukotCF4K9c9Bb8/s&#10;axLMvk13V4399F2h4HGYmd8wk1lnGnEm52vLCgb9BARxYXXNpYLtZvE8AuEDssbGMim4kofZ9PFh&#10;grm2F17ReR1KESHsc1RQhdDmUvqiIoO+b1vi6H1bZzBE6UqpHV4i3DQyTZKhNFhzXKiwpY+KiuP6&#10;ZBTMx6P5z1fGn7+rw572u8PxNXWJUk+97v0NRKAu3MP/7aVWkGbZC9zexCc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x4tWyAAAAN0AAAAPAAAAAAAAAAAAAAAAAJgCAABk&#10;cnMvZG93bnJldi54bWxQSwUGAAAAAAQABAD1AAAAjQMAAAAA&#10;" fillcolor="black" stroked="f"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fQLMgA&#10;AADdAAAADwAAAGRycy9kb3ducmV2LnhtbESPT2vCQBTE70K/w/IK3nTTEEVSV6mtBaF68M+hx2f2&#10;mSzJvg3Zrab99N1CweMwM79h5sveNuJKnTeOFTyNExDEhdOGSwWn4/toBsIHZI2NY1LwTR6Wi4fB&#10;HHPtbryn6yGUIkLY56igCqHNpfRFRRb92LXE0bu4zmKIsiul7vAW4baRaZJMpUXDcaHCll4rKurD&#10;l1Xw+TE1s72h9Lz9Wa31dlKvdm+1UsPH/uUZRKA+3MP/7Y1WkGZZBn9v4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B9As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5LAsUA&#10;AADdAAAADwAAAGRycy9kb3ducmV2LnhtbESPQWsCMRSE74L/ITyht5pVtMjWKKKIvXiotvT62Lxu&#10;trt5WZOoq7++KRQ8DjPzDTNfdrYRF/KhcqxgNMxAEBdOV1wq+Dhun2cgQkTW2DgmBTcKsFz0e3PM&#10;tbvyO10OsRQJwiFHBSbGNpcyFIYshqFriZP37bzFmKQvpfZ4TXDbyHGWvUiLFacFgy2tDRX14WwV&#10;+NXXpr7z+bPO7vtb2P10pxkapZ4G3eoVRKQuPsL/7TetYDyZTOHv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rksC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hwx8UA&#10;AADdAAAADwAAAGRycy9kb3ducmV2LnhtbESPUWvCQBCE3wv9D8cW+lL00iBWo6eUglCoCFp/wJpb&#10;k9C7vZBbNfbX9wqCj8PMfMPMl7136kxdbAIbeB1moIjLYBuuDOy/V4MJqCjIFl1gMnClCMvF48Mc&#10;CxsuvKXzTiqVIBwLNFCLtIXWsazJYxyGljh5x9B5lCS7StsOLwnunc6zbKw9NpwWamzpo6byZ3fy&#10;Blx+cNOvt7iW616vs18v25eNNeb5qX+fgRLq5R6+tT+tgXw0GsP/m/QE9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KHDH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aGMYA&#10;AADdAAAADwAAAGRycy9kb3ducmV2LnhtbESPzWrDMBCE74W+g9hCbo0cE9rgRgn5IeBLD3VSct1Y&#10;W8tUWhlLSZw8fVUo9DjMzDfMfDk4Ky7Uh9azgsk4A0Fce91yo+Cw3z3PQISIrNF6JgU3CrBcPD7M&#10;sdD+yh90qWIjEoRDgQpMjF0hZagNOQxj3xEn78v3DmOSfSN1j9cEd1bmWfYiHbacFgx2tDFUf1dn&#10;p2BbdTY/lGYdjp/vp5Mt7zs6bpUaPQ2rNxCRhvgf/muXWkE+nb7C75v0BO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jaG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AB28AA&#10;AADdAAAADwAAAGRycy9kb3ducmV2LnhtbERPTYvCMBC9C/sfwix402RFVLpGWZYVBE9qPXgbktm2&#10;2kxKE2399+YgeHy87+W6d7W4Uxsqzxq+xgoEsfG24kJDftyMFiBCRLZYeyYNDwqwXn0MlphZ3/Ge&#10;7odYiBTCIUMNZYxNJmUwJTkMY98QJ+7ftw5jgm0hbYtdCne1nCg1kw4rTg0lNvRbkrkebk7DZSN3&#10;3ig0p/zUbe38/DejWmk9/Ox/vkFE6uNb/HJvrYbJdJr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eAB28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UGbsYA&#10;AADdAAAADwAAAGRycy9kb3ducmV2LnhtbESPQWvCQBSE70L/w/IK3nRjKsVGV1GhIBUP1VI8PrPP&#10;JCT7Nuyumv57Vyh4HGbmG2a26EwjruR8ZVnBaJiAIM6trrhQ8HP4HExA+ICssbFMCv7Iw2L+0pth&#10;pu2Nv+m6D4WIEPYZKihDaDMpfV6SQT+0LXH0ztYZDFG6QmqHtwg3jUyT5F0arDgulNjSuqS83l+M&#10;guNly+fd29fSrcKv7Q6+Tk+TWqn+a7ecggjUhWf4v73RCtLx+AMe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UGb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yD/MQA&#10;AADdAAAADwAAAGRycy9kb3ducmV2LnhtbERPy4rCMBTdC/MP4Q6403SKilajjILgRvAxi3F3be60&#10;xeamk0TtzNebheDycN6zRWtqcSPnK8sKPvoJCOLc6ooLBV/HdW8MwgdkjbVlUvBHHhbzt84MM23v&#10;vKfbIRQihrDPUEEZQpNJ6fOSDPq+bYgj92OdwRChK6R2eI/hppZpkoykwYpjQ4kNrUrKL4erUbCc&#10;jJe/uwFv//fnE52+z5dh6hKluu/t5xREoDa8xE/3RitIB8O4P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Mg/zEAAAA3QAAAA8AAAAAAAAAAAAAAAAAmAIAAGRycy9k&#10;b3ducmV2LnhtbFBLBQYAAAAABAAEAPUAAACJAwAAAAA=&#10;" fillcolor="black" stroked="f"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zcZsUA&#10;AADdAAAADwAAAGRycy9kb3ducmV2LnhtbESPQUsDMRSE74L/ITzBm822ailr07IUxOJp2yq9vm6e&#10;m8XNy5LEdPvvjSD0OMzMN8xyPdpeJPKhc6xgOilAEDdOd9wq+Di8PixAhIissXdMCi4UYL26vVli&#10;qd2Zd5T2sRUZwqFEBSbGoZQyNIYshokbiLP35bzFmKVvpfZ4znDby1lRzKXFjvOCwYE2hprv/Y9V&#10;kE6bunpMx2R2775qvavfPk+1Uvd3Y/UCItIYr+H/9lYrmD09T+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/Nxm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mi48cA&#10;AADdAAAADwAAAGRycy9kb3ducmV2LnhtbESPQWvCQBSE7wX/w/IEb3VjsNJGVymipfZiG4X2+Mg+&#10;s6HZtyG7jdFf7xYKPQ4z8w2zWPW2Fh21vnKsYDJOQBAXTldcKjgetvePIHxA1lg7JgUX8rBaDu4W&#10;mGl35g/q8lCKCGGfoQITQpNJ6QtDFv3YNcTRO7nWYoiyLaVu8RzhtpZpksykxYrjgsGG1oaK7/zH&#10;KvCT9ebzzV6fuq8Xw/t8Z2bvpVFqNOyf5yAC9eE//Nd+1QrS6UMKv2/iE5D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pou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C6E5C" w:rsidRPr="00561513" w:rsidRDefault="006C6E5C" w:rsidP="006C6E5C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6C6E5C" w:rsidRPr="00561513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lang w:val="ru-RU"/>
        </w:rPr>
      </w:pPr>
    </w:p>
    <w:p w:rsidR="006C6E5C" w:rsidRPr="00561513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lang w:val="ru-RU"/>
        </w:rPr>
      </w:pPr>
    </w:p>
    <w:p w:rsidR="006C6E5C" w:rsidRPr="00561513" w:rsidRDefault="006C6E5C" w:rsidP="006C6E5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C6E5C" w:rsidRPr="00561513" w:rsidRDefault="006C6E5C" w:rsidP="006C6E5C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6C6E5C" w:rsidRPr="00561513" w:rsidRDefault="006C6E5C" w:rsidP="006C6E5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561513">
        <w:rPr>
          <w:rFonts w:ascii="Times New Roman" w:hAnsi="Times New Roman"/>
          <w:b/>
          <w:lang w:val="ru-RU"/>
        </w:rPr>
        <w:t>УКРАЇНА</w:t>
      </w:r>
    </w:p>
    <w:p w:rsidR="006C6E5C" w:rsidRPr="00561513" w:rsidRDefault="006C6E5C" w:rsidP="006C6E5C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561513">
        <w:rPr>
          <w:rFonts w:ascii="Times New Roman" w:hAnsi="Times New Roman"/>
          <w:b/>
          <w:lang w:val="ru-RU"/>
        </w:rPr>
        <w:t>КРУПЕЦЬКА СІЛЬСЬКА РАДА</w:t>
      </w:r>
    </w:p>
    <w:p w:rsidR="006C6E5C" w:rsidRPr="00561513" w:rsidRDefault="006C6E5C" w:rsidP="006C6E5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561513">
        <w:rPr>
          <w:rFonts w:ascii="Times New Roman" w:hAnsi="Times New Roman"/>
          <w:b/>
          <w:lang w:val="ru-RU"/>
        </w:rPr>
        <w:t>СЛАВУТСЬКОГО РАЙОНУ</w:t>
      </w:r>
    </w:p>
    <w:p w:rsidR="006C6E5C" w:rsidRPr="00561513" w:rsidRDefault="006C6E5C" w:rsidP="006C6E5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561513">
        <w:rPr>
          <w:rFonts w:ascii="Times New Roman" w:hAnsi="Times New Roman"/>
          <w:b/>
          <w:lang w:val="ru-RU"/>
        </w:rPr>
        <w:t>ХМЕЛЬНИЦЬКОЇ ОБЛАСТІ</w:t>
      </w:r>
    </w:p>
    <w:p w:rsidR="006C6E5C" w:rsidRPr="008D3E19" w:rsidRDefault="006C6E5C" w:rsidP="006C6E5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561513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11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E5C" w:rsidRDefault="006C6E5C" w:rsidP="006C6E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1171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C6E5C" w:rsidRDefault="006C6E5C" w:rsidP="006C6E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C6E5C" w:rsidRPr="008D3E19" w:rsidRDefault="006C6E5C" w:rsidP="006C6E5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proofErr w:type="gramStart"/>
      <w:r w:rsidRPr="008D3E19">
        <w:rPr>
          <w:rFonts w:ascii="Times New Roman" w:hAnsi="Times New Roman"/>
          <w:b/>
          <w:sz w:val="24"/>
          <w:szCs w:val="24"/>
          <w:lang w:val="ru-RU"/>
        </w:rPr>
        <w:t>Р</w:t>
      </w:r>
      <w:proofErr w:type="gramEnd"/>
      <w:r w:rsidRPr="008D3E19">
        <w:rPr>
          <w:rFonts w:ascii="Times New Roman" w:hAnsi="Times New Roman"/>
          <w:b/>
          <w:sz w:val="24"/>
          <w:szCs w:val="24"/>
          <w:lang w:val="ru-RU"/>
        </w:rPr>
        <w:t>ІШЕННЯ</w:t>
      </w:r>
    </w:p>
    <w:p w:rsidR="006C6E5C" w:rsidRPr="008D3E19" w:rsidRDefault="006C6E5C" w:rsidP="006C6E5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r w:rsidRPr="008D3E19">
        <w:rPr>
          <w:rFonts w:ascii="Times New Roman" w:hAnsi="Times New Roman"/>
          <w:sz w:val="24"/>
          <w:szCs w:val="24"/>
          <w:lang w:val="ru-RU"/>
        </w:rPr>
        <w:t xml:space="preserve">   Х</w:t>
      </w:r>
      <w:r>
        <w:rPr>
          <w:rFonts w:ascii="Times New Roman" w:hAnsi="Times New Roman"/>
          <w:sz w:val="24"/>
          <w:szCs w:val="24"/>
          <w:lang w:val="ru-RU"/>
        </w:rPr>
        <w:t>ХХХІ</w:t>
      </w:r>
      <w:r w:rsidRPr="008D3E19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8D3E19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  <w:lang w:val="ru-RU"/>
        </w:rPr>
        <w:t>сесії</w:t>
      </w:r>
      <w:proofErr w:type="spellEnd"/>
      <w:r w:rsidRPr="008D3E1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8D3E19">
        <w:rPr>
          <w:rFonts w:ascii="Times New Roman" w:hAnsi="Times New Roman"/>
          <w:sz w:val="24"/>
          <w:szCs w:val="24"/>
          <w:lang w:val="ru-RU"/>
        </w:rPr>
        <w:t xml:space="preserve"> ради   </w:t>
      </w:r>
      <w:r w:rsidRPr="008D3E19">
        <w:rPr>
          <w:rFonts w:ascii="Times New Roman" w:hAnsi="Times New Roman"/>
          <w:sz w:val="24"/>
          <w:szCs w:val="24"/>
          <w:lang w:val="en-US"/>
        </w:rPr>
        <w:t>VII</w:t>
      </w:r>
      <w:r w:rsidRPr="008D3E19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  <w:lang w:val="ru-RU"/>
        </w:rPr>
        <w:t>скликання</w:t>
      </w:r>
      <w:proofErr w:type="spellEnd"/>
    </w:p>
    <w:p w:rsidR="006C6E5C" w:rsidRPr="008D3E19" w:rsidRDefault="006C6E5C" w:rsidP="006C6E5C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             23</w:t>
      </w:r>
      <w:r w:rsidRPr="008D3E19">
        <w:rPr>
          <w:rFonts w:ascii="Times New Roman" w:hAnsi="Times New Roman"/>
          <w:sz w:val="24"/>
          <w:szCs w:val="24"/>
          <w:lang w:val="ru-RU"/>
        </w:rPr>
        <w:t xml:space="preserve">.09. 2020р.                                </w:t>
      </w:r>
      <w:proofErr w:type="spellStart"/>
      <w:r w:rsidRPr="008D3E19">
        <w:rPr>
          <w:rFonts w:ascii="Times New Roman" w:hAnsi="Times New Roman"/>
          <w:sz w:val="24"/>
          <w:szCs w:val="24"/>
          <w:lang w:val="ru-RU"/>
        </w:rPr>
        <w:t>Крупець</w:t>
      </w:r>
      <w:proofErr w:type="spellEnd"/>
      <w:r w:rsidRPr="008D3E19">
        <w:rPr>
          <w:rFonts w:ascii="Times New Roman" w:hAnsi="Times New Roman"/>
          <w:sz w:val="24"/>
          <w:szCs w:val="24"/>
          <w:lang w:val="ru-RU"/>
        </w:rPr>
        <w:t xml:space="preserve">                                               №___  </w:t>
      </w: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D3E19">
        <w:rPr>
          <w:rFonts w:ascii="Times New Roman" w:hAnsi="Times New Roman"/>
          <w:b/>
          <w:sz w:val="24"/>
          <w:szCs w:val="24"/>
        </w:rPr>
        <w:t xml:space="preserve">Про розгляд заяви </w:t>
      </w:r>
      <w:proofErr w:type="spellStart"/>
      <w:r w:rsidRPr="008D3E19">
        <w:rPr>
          <w:rFonts w:ascii="Times New Roman" w:hAnsi="Times New Roman"/>
          <w:b/>
          <w:sz w:val="24"/>
          <w:szCs w:val="24"/>
        </w:rPr>
        <w:t>Ковби</w:t>
      </w:r>
      <w:proofErr w:type="spellEnd"/>
      <w:r w:rsidRPr="008D3E19">
        <w:rPr>
          <w:rFonts w:ascii="Times New Roman" w:hAnsi="Times New Roman"/>
          <w:b/>
          <w:sz w:val="24"/>
          <w:szCs w:val="24"/>
        </w:rPr>
        <w:t xml:space="preserve"> А.І.</w:t>
      </w: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8D3E19">
        <w:rPr>
          <w:rFonts w:ascii="Times New Roman" w:hAnsi="Times New Roman"/>
          <w:sz w:val="24"/>
          <w:szCs w:val="24"/>
        </w:rPr>
        <w:t>Ковби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А.І., сільська   рада     </w:t>
      </w: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>ВИРІШИЛА:</w:t>
      </w: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1. У зв’язку з добровільною відмовою, </w:t>
      </w:r>
      <w:proofErr w:type="spellStart"/>
      <w:r w:rsidRPr="008D3E19">
        <w:rPr>
          <w:rFonts w:ascii="Times New Roman" w:hAnsi="Times New Roman"/>
          <w:sz w:val="24"/>
          <w:szCs w:val="24"/>
        </w:rPr>
        <w:t>Ковби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Антона Івановича, який зареєстрований за адресою: </w:t>
      </w:r>
      <w:r w:rsidR="004171F9">
        <w:rPr>
          <w:rFonts w:ascii="Times New Roman" w:hAnsi="Times New Roman"/>
          <w:sz w:val="24"/>
          <w:szCs w:val="24"/>
        </w:rPr>
        <w:t>__________________</w:t>
      </w:r>
      <w:bookmarkStart w:id="0" w:name="_GoBack"/>
      <w:bookmarkEnd w:id="0"/>
      <w:r w:rsidRPr="008D3E19">
        <w:rPr>
          <w:rFonts w:ascii="Times New Roman" w:hAnsi="Times New Roman"/>
          <w:sz w:val="24"/>
          <w:szCs w:val="24"/>
        </w:rPr>
        <w:t xml:space="preserve">, припинити право користування на земельну ділянку орієнтовною площею  0,12 га, яка розташована в </w:t>
      </w:r>
      <w:proofErr w:type="spellStart"/>
      <w:r w:rsidRPr="008D3E19">
        <w:rPr>
          <w:rFonts w:ascii="Times New Roman" w:hAnsi="Times New Roman"/>
          <w:sz w:val="24"/>
          <w:szCs w:val="24"/>
        </w:rPr>
        <w:t>с.Комарівка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 по вул. Лісова, у районі будинку №11, та перевести в землі запасу </w:t>
      </w:r>
      <w:proofErr w:type="spellStart"/>
      <w:r w:rsidRPr="008D3E19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сільської ради. </w:t>
      </w: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C6E5C" w:rsidRPr="008D3E19" w:rsidRDefault="006C6E5C" w:rsidP="006C6E5C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8D3E19"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4C2F6A" w:rsidRDefault="004C2F6A"/>
    <w:sectPr w:rsidR="004C2F6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E5C"/>
    <w:rsid w:val="00171A2E"/>
    <w:rsid w:val="00304C90"/>
    <w:rsid w:val="004171F9"/>
    <w:rsid w:val="004C2F6A"/>
    <w:rsid w:val="00505B6D"/>
    <w:rsid w:val="006C6E5C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5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E5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189</Words>
  <Characters>1080</Characters>
  <Application>Microsoft Office Word</Application>
  <DocSecurity>0</DocSecurity>
  <Lines>9</Lines>
  <Paragraphs>2</Paragraphs>
  <ScaleCrop>false</ScaleCrop>
  <Company>Microsoft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2020-09-17T15:15:00Z</dcterms:created>
  <dcterms:modified xsi:type="dcterms:W3CDTF">2020-09-17T15:46:00Z</dcterms:modified>
</cp:coreProperties>
</file>