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AC5" w:rsidRDefault="00A62AC5" w:rsidP="00A62AC5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ab/>
      </w: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A62AC5" w:rsidRDefault="00A62AC5" w:rsidP="00A62AC5">
      <w:pPr>
        <w:tabs>
          <w:tab w:val="left" w:pos="7708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</w:p>
    <w:p w:rsidR="00A62AC5" w:rsidRDefault="00A62AC5" w:rsidP="00A62AC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A360480" wp14:editId="05579D89">
                <wp:simplePos x="0" y="0"/>
                <wp:positionH relativeFrom="margin">
                  <wp:posOffset>3002915</wp:posOffset>
                </wp:positionH>
                <wp:positionV relativeFrom="paragraph">
                  <wp:posOffset>153670</wp:posOffset>
                </wp:positionV>
                <wp:extent cx="410210" cy="635635"/>
                <wp:effectExtent l="0" t="0" r="8890" b="0"/>
                <wp:wrapNone/>
                <wp:docPr id="15356" name="Группа 153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535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2AC5" w:rsidRDefault="00A62AC5" w:rsidP="00A62A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5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2AC5" w:rsidRDefault="00A62AC5" w:rsidP="00A62A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5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2AC5" w:rsidRDefault="00A62AC5" w:rsidP="00A62A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6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2AC5" w:rsidRDefault="00A62AC5" w:rsidP="00A62A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6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2AC5" w:rsidRDefault="00A62AC5" w:rsidP="00A62A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6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2AC5" w:rsidRDefault="00A62AC5" w:rsidP="00A62A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6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2AC5" w:rsidRDefault="00A62AC5" w:rsidP="00A62A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6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2AC5" w:rsidRDefault="00A62AC5" w:rsidP="00A62A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6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2AC5" w:rsidRDefault="00A62AC5" w:rsidP="00A62A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6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2AC5" w:rsidRDefault="00A62AC5" w:rsidP="00A62A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6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2AC5" w:rsidRDefault="00A62AC5" w:rsidP="00A62A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6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2AC5" w:rsidRDefault="00A62AC5" w:rsidP="00A62A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6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2AC5" w:rsidRDefault="00A62AC5" w:rsidP="00A62A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7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2AC5" w:rsidRDefault="00A62AC5" w:rsidP="00A62A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7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2AC5" w:rsidRDefault="00A62AC5" w:rsidP="00A62A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7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2AC5" w:rsidRDefault="00A62AC5" w:rsidP="00A62A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7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2AC5" w:rsidRDefault="00A62AC5" w:rsidP="00A62A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7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2AC5" w:rsidRDefault="00A62AC5" w:rsidP="00A62A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7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2AC5" w:rsidRDefault="00A62AC5" w:rsidP="00A62A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7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2AC5" w:rsidRDefault="00A62AC5" w:rsidP="00A62A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7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2AC5" w:rsidRDefault="00A62AC5" w:rsidP="00A62AC5">
                              <w:pPr>
                                <w:jc w:val="center"/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7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2AC5" w:rsidRDefault="00A62AC5" w:rsidP="00A62A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7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2AC5" w:rsidRDefault="00A62AC5" w:rsidP="00A62A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8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2AC5" w:rsidRDefault="00A62AC5" w:rsidP="00A62A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8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2AC5" w:rsidRDefault="00A62AC5" w:rsidP="00A62A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8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2AC5" w:rsidRDefault="00A62AC5" w:rsidP="00A62A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8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2AC5" w:rsidRDefault="00A62AC5" w:rsidP="00A62A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8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2AC5" w:rsidRDefault="00A62AC5" w:rsidP="00A62A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8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2AC5" w:rsidRDefault="00A62AC5" w:rsidP="00A62A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8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2AC5" w:rsidRDefault="00A62AC5" w:rsidP="00A62A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356" o:spid="_x0000_s1026" style="position:absolute;left:0;text-align:left;margin-left:236.45pt;margin-top:12.1pt;width:32.3pt;height:50.05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g9MsMA&#10;AADeAAAADwAAAGRycy9kb3ducmV2LnhtbERPTWvCQBC9F/wPywi91Y0GG4muIUhbPAglab0P2TEJ&#10;ZmdDdqvpv3cFwds83udsstF04kKDay0rmM8iEMSV1S3XCn5/Pt9WIJxH1thZJgX/5CDbTl42mGp7&#10;5YIupa9FCGGXooLG+z6V0lUNGXQz2xMH7mQHgz7AoZZ6wGsIN51cRNG7NNhyaGiwp11D1bn8Mwps&#10;/LU/HOtFEX9w4jn/Xp2O40Gp1+mYr0F4Gv1T/HDvdZi/jJcJ3N8JN8jt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Ng9Ms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62AC5" w:rsidRDefault="00A62AC5" w:rsidP="00A62A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Mb48kA&#10;AADeAAAADwAAAGRycy9kb3ducmV2LnhtbESPQUsDMRCF7wX/QxjBS7FZlVZdmxYprNYeCq2C12Ez&#10;blY3kyWJ7dpf7xwEbzO8N+99M18OvlMHiqkNbOBqUoAiroNtuTHw9lpd3oFKGdliF5gM/FCC5eJs&#10;NMfShiPv6LDPjZIQTiUacDn3pdapduQxTUJPLNpHiB6zrLHRNuJRwn2nr4tipj22LA0Oe1o5qr/2&#10;397AZ7V176vb01Mc3+/oNK42z93LzJiL8+HxAVSmIf+b/67XVvCnN1PhlXdkBr34B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n4Mb48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62AC5" w:rsidRDefault="00A62AC5" w:rsidP="00A62A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waecUA&#10;AADeAAAADwAAAGRycy9kb3ducmV2LnhtbESP0YrCMBBF34X9hzALvsia7oqi1Sgiq4gvRd0PGJqx&#10;KdtMShNt/XsjCL7NcO/cc2ex6mwlbtT40rGC72ECgjh3uuRCwd95+zUF4QOyxsoxKbiTh9Xyo7fA&#10;VLuWj3Q7hULEEPYpKjAh1KmUPjdk0Q9dTRy1i2sshrg2hdQNtjHcVvInSSbSYsmRYLCmjaH8/3S1&#10;EZKNMDtc2vN212GLvwfDg/VRqf5nt56DCNSFt/l1vdex/ng0nsHznTiD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3Bp5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62AC5" w:rsidRDefault="00A62AC5" w:rsidP="00A62A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5sY8cA&#10;AADeAAAADwAAAGRycy9kb3ducmV2LnhtbESPT0vDQBDF7wW/wzKCN7ux2lhit0VqBRF6sArF25Cd&#10;JsHsH3anTfz2zkHobYZ58977Ldej69WZUu6CN3A3LUCRr4PtfGPg6/P1dgEqM3qLffBk4JcyrFdX&#10;kyVWNgz+g857bpSY+FyhgZY5VlrnuiWHeRoiebkdQ3LIsqZG24SDmLtez4qi1A47LwktRtq0VP/s&#10;T87AbtjG98dyfozf6WGm84vlw4aNubken59AMY18Ef9/v1mpP78vBUBwZAa9+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QObGP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62AC5" w:rsidRDefault="00A62AC5" w:rsidP="00A62A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bcwsYA&#10;AADeAAAADwAAAGRycy9kb3ducmV2LnhtbESP3WrCQBCF74W+wzJCb6RuUqlI6ipStEhugj8PMGTH&#10;bDA7G7Jrkr69Wyj0boZz5nxn1tvRNqKnzteOFaTzBARx6XTNlYLr5fC2AuEDssbGMSn4IQ/bzctk&#10;jZl2A5+oP4dKxBD2GSowIbSZlL40ZNHPXUsctZvrLIa4dpXUHQ4x3DbyPUmW0mLNkWCwpS9D5f38&#10;sBFSLLDIb8Pl8D3igPvc8Gx3Uup1Ou4+QQQaw7/57/qoY/2PxTKF33fiDHLz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sbcw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62AC5" w:rsidRDefault="00A62AC5" w:rsidP="00A62A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BXj8QA&#10;AADeAAAADwAAAGRycy9kb3ducmV2LnhtbERPTUvDQBC9C/0Pywje7MZoo8RuS6kKRfBgFcTbkJ0m&#10;wezssjs28d93BcHbPN7nLNeTG9SRYuo9G7iaF6CIG297bg28vz1d3oFKgmxx8EwGfijBejU7W2Jt&#10;/civdNxLq3IIpxoNdCKh1jo1HTlMcx+IM3fw0aFkGFttI4453A26LIpKO+w5N3QYaNtR87X/dgZe&#10;xsfwfFstDuEz3pQ6PVj52IoxF+fT5h6U0CT/4j/3zub5i+uqhN938g16d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QV4/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62AC5" w:rsidRDefault="00A62AC5" w:rsidP="00A62A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nv/cQA&#10;AADeAAAADwAAAGRycy9kb3ducmV2LnhtbERP32vCMBB+H/g/hBP2MjSdRZFqFB2EDTYYU8HXoznb&#10;YnMpSbTdf78MBnu7j+/nrbeDbcWdfGgcK3ieZiCIS2carhScjnqyBBEissHWMSn4pgDbzehhjYVx&#10;PX/R/RArkUI4FKigjrErpAxlTRbD1HXEibs4bzEm6CtpPPYp3LZylmULabHh1FBjRy81ldfDzSrY&#10;f/ZV7p/K/eDeL6/nudZGf2ilHsfDbgUi0hD/xX/uN5Pmz/NFDr/vpBv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Z7/3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62AC5" w:rsidRDefault="00A62AC5" w:rsidP="00A62A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A9dsIA&#10;AADeAAAADwAAAGRycy9kb3ducmV2LnhtbERPzYrCMBC+L/gOYRa8rem6KtI1irgURLys+gBDMzZd&#10;m0lJYq1vbwRhb/Px/c5i1dtGdORD7VjB5ygDQVw6XXOl4HQsPuYgQkTW2DgmBXcKsFoO3haYa3fj&#10;X+oOsRIphEOOCkyMbS5lKA1ZDCPXEifu7LzFmKCvpPZ4S+G2keMsm0mLNacGgy1tDJWXw9UqKHbj&#10;fXe5al+4dT+xNDV/8x+j1PC9X3+DiNTHf/HLvdVp/vRrNoHnO+kG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AD12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62AC5" w:rsidRDefault="00A62AC5" w:rsidP="00A62A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zSEsQA&#10;AADeAAAADwAAAGRycy9kb3ducmV2LnhtbERP32vCMBB+H/g/hBN8GTOdUpHOKDoIDhyM6WCvR3O2&#10;xeZSkmi7/94MBnu7j+/nrTaDbcWNfGgcK3ieZiCIS2carhR8nfTTEkSIyAZbx6TghwJs1qOHFRbG&#10;9fxJt2OsRArhUKCCOsaukDKUNVkMU9cRJ+7svMWYoK+k8dincNvKWZYtpMWGU0ONHb3WVF6OV6tg&#10;99FXc/9Y7gZ3OO+/c62NftdKTcbD9gVEpCH+i//cbybNz+eLHH7fSTf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80hL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62AC5" w:rsidRDefault="00A62AC5" w:rsidP="00A62A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4GmsIA&#10;AADeAAAADwAAAGRycy9kb3ducmV2LnhtbERP3WrCMBS+H/gO4QjezVSdRapRRCnI2M3cHuDQHJtq&#10;c1KSWOvbL4PB7s7H93s2u8G2oicfGscKZtMMBHHldMO1gu+v8nUFIkRkja1jUvCkALvt6GWDhXYP&#10;/qT+HGuRQjgUqMDE2BVShsqQxTB1HXHiLs5bjAn6WmqPjxRuWznPslxabDg1GOzoYKi6ne9WQfk+&#10;/+hvd+1Ltx/eLC3NdXU0Sk3Gw34NItIQ/8V/7pNO85eLPIffd9IN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ngaa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62AC5" w:rsidRDefault="00A62AC5" w:rsidP="00A62A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w96cEA&#10;AADeAAAADwAAAGRycy9kb3ducmV2LnhtbERPzYrCMBC+C75DGMGbpq5bldooIijr0e4+wNCMbWkz&#10;qU3W1rc3Cwve5uP7nXQ/mEY8qHOVZQWLeQSCOLe64kLBz/dptgHhPLLGxjIpeJKD/W48SjHRtucr&#10;PTJfiBDCLkEFpfdtIqXLSzLo5rYlDtzNdgZ9gF0hdYd9CDeN/IiilTRYcWgosaVjSXmd/RoFn8/+&#10;fM/iOjppQ4vLsr2wz2OlppPhsAXhafBv8b/7S4f58XK1hr93wg1y9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AcPen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62AC5" w:rsidRDefault="00A62AC5" w:rsidP="00A62A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G/NMYA&#10;AADeAAAADwAAAGRycy9kb3ducmV2LnhtbESPQWvCQBCF70L/wzKF3nRTi6GNriIVS/FkU/U8ZMck&#10;mJ0N2VXjv3cOgrcZ3pv3vpkteteoC3Wh9mzgfZSAIi68rbk0sPtfDz9BhYhssfFMBm4UYDF/Gcww&#10;s/7Kf3TJY6kkhEOGBqoY20zrUFTkMIx8Syza0XcOo6xdqW2HVwl3jR4nSaod1iwNFbb0XVFxys/O&#10;wDk9jHd83Nhtvrr9fK3Wy6D3pTFvr/1yCipSH5/mx/WvFfzJRyq88o7Mo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4G/NM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62AC5" w:rsidRDefault="00A62AC5" w:rsidP="00A62A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KqssYA&#10;AADeAAAADwAAAGRycy9kb3ducmV2LnhtbERPTWvCQBC9C/6HZQRvulHboNFVVCjUHiq17cHbmB2T&#10;aHY2za6a/vtuQfA2j/c5s0VjSnGl2hWWFQz6EQji1OqCMwVfny+9MQjnkTWWlknBLzlYzNutGSba&#10;3viDrjufiRDCLkEFufdVIqVLczLo+rYiDtzR1gZ9gHUmdY23EG5KOYyiWBosODTkWNE6p/S8uxgF&#10;39txPNmuNk+nt/cDjoz+2esiVqrbaZZTEJ4a/xDf3a86zH8exRP4fyfc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6Kqs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62AC5" w:rsidRDefault="00A62AC5" w:rsidP="00A62A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gCZscA&#10;AADeAAAADwAAAGRycy9kb3ducmV2LnhtbESPzW7CQAyE75V4h5WReisboAUUWFChKqCe+JO4WlmT&#10;RM16o+wWQp8eHyr1Zsvjmflmi9ZV6kpNKD0b6PcSUMSZtyXnBk7Hz5cJqBCRLVaeycCdAizmnacZ&#10;ptbfeE/XQ8yVmHBI0UARY51qHbKCHIaer4nldvGNwyhrk2vb4E3MXaUHSTLSDkuWhAJrWhWUfR9+&#10;nIHf0Rl3YTNYfgxtpPvrZO2/dmtjnrvt+xRUpDb+i/++t1bqvw3HAiA4MoOe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+4Amb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62AC5" w:rsidRDefault="00A62AC5" w:rsidP="00A62A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3OU8MA&#10;AADeAAAADwAAAGRycy9kb3ducmV2LnhtbERPzYrCMBC+L/gOYQRvmuqqu1uNIouCt9W6DzA0Y1ps&#10;JrWJWn16syDsbT6+35kvW1uJKzW+dKxgOEhAEOdOl2wU/B42/U8QPiBrrByTgjt5WC46b3NMtbvx&#10;nq5ZMCKGsE9RQRFCnUrp84Is+oGriSN3dI3FEGFjpG7wFsNtJUdJMpUWS44NBdb0XVB+yi5WwdmN&#10;JrrN1vhzWn/tSmPG58d+rFSv265mIAK14V/8cm91nD95/xjC3zvxBr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3OU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62AC5" w:rsidRDefault="00A62AC5" w:rsidP="00A62A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M2z8IA&#10;AADeAAAADwAAAGRycy9kb3ducmV2LnhtbERPS4vCMBC+C/sfwgje1lTFVzXKriB41d2DxzEZ22oz&#10;6TZRq7/eCAve5uN7znzZ2FJcqfaFYwW9bgKCWDtTcKbg92f9OQHhA7LB0jEpuJOH5eKjNcfUuBtv&#10;6boLmYgh7FNUkIdQpVJ6nZNF33UVceSOrrYYIqwzaWq8xXBbyn6SjKTFgmNDjhWtctLn3cUq2BQH&#10;Go70cWon33q7f/yFwfhklOq0m68ZiEBNeIv/3RsT5w8H4z683ok3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ozbP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62AC5" w:rsidRDefault="00A62AC5" w:rsidP="00A62A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5qg8YA&#10;AADeAAAADwAAAGRycy9kb3ducmV2LnhtbERP0WrCQBB8L/Qfji34ppcqtRo9RQWhpRqoSvu65NZc&#10;aG4v5K4x/n1PEPo2u7MzszNfdrYSLTW+dKzgeZCAIM6dLrlQcDpu+xMQPiBrrByTgit5WC4eH+aY&#10;anfhT2oPoRDRhH2KCkwIdSqlzw1Z9ANXE0fu7BqLIY5NIXWDl2huKzlMkrG0WHJMMFjTxlD+c/i1&#10;ClrMrsm3We+n7+UuH2brrw8d96r31K1mIAJ14f/4rn7T8f2X0esIbnUiBr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M5qg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62AC5" w:rsidRDefault="00A62AC5" w:rsidP="00A62A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otbcMA&#10;AADeAAAADwAAAGRycy9kb3ducmV2LnhtbERPS0/DMAy+I+0/RJ7EjaWUp8qyCSEN7QiFA0fTeE1H&#10;Y1dJWDt+PUFC2s2fvqeX68n36kAhdsIGLhcFKOJGbMetgfe3zcU9qJiQLfbCZOBIEdar2dkSKysj&#10;v9KhTq3KIRwrNOBSGiqtY+PIY1zIQJy5nQSPKcPQahtwzOG+12VR3GqPHecGhwM9OWq+6m9vYHxu&#10;Pvfl7sO6nzDIpn6RfdmLMefz6fEBVKIpncT/7q3N82+u7q7h7518g17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iotb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62AC5" w:rsidRDefault="00A62AC5" w:rsidP="00A62A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6Y4cUA&#10;AADeAAAADwAAAGRycy9kb3ducmV2LnhtbERP22oCMRB9L/gPYYS+1awWq2yNYr1AKUrx0vdxM+6u&#10;TSbLJtX1740g9G0O5zqjSWONOFPtS8cKup0EBHHmdMm5gv1u+TIE4QOyRuOYFFzJw2Tcehphqt2F&#10;N3TehlzEEPYpKihCqFIpfVaQRd9xFXHkjq62GCKsc6lrvMRwa2QvSd6kxZJjQ4EVzQrKfrd/VsHy&#10;e25OvfVm+iPDbDE4mOHXx3yl1HO7mb6DCNSEf/HD/anj/P7roA/3d+INcn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npjh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62AC5" w:rsidRDefault="00A62AC5" w:rsidP="00A62A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rbAsQA&#10;AADeAAAADwAAAGRycy9kb3ducmV2LnhtbERP24rCMBB9F/yHMAu+iKaueKFrFBEWFRS8wb6OzWxb&#10;bCalibX+/WZB8G0O5zqzRWMKUVPlcssKBv0IBHFidc6pgsv5uzcF4TyyxsIyKXiSg8W83ZphrO2D&#10;j1SffCpCCLsYFWTel7GULsnIoOvbkjhwv7Yy6AOsUqkrfIRwU8jPKBpLgzmHhgxLWmWU3E53o6A+&#10;7K7ppnbl9jbtutHwul7v9Y9SnY9m+QXCU+Pf4pd7o8P80XAyhv93wg1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62wL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62AC5" w:rsidRDefault="00A62AC5" w:rsidP="00A62A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oAhMYA&#10;AADeAAAADwAAAGRycy9kb3ducmV2LnhtbERPS2sCMRC+F/ofwhR662ZrtepqlCoUvBR8HfQ2bqa7&#10;i5vJNom69tc3QsHbfHzPGU9bU4szOV9ZVvCapCCIc6srLhRsN58vAxA+IGusLZOCK3mYTh4fxphp&#10;e+EVndehEDGEfYYKyhCaTEqfl2TQJ7Yhjty3dQZDhK6Q2uElhptadtL0XRqsODaU2NC8pPy4PhkF&#10;s+Fg9rPs8tfv6rCn/e5w7HVcqtTzU/sxAhGoDXfxv3uh4/zeW78Pt3fiDXL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JoAhMYAAADeAAAADwAAAAAAAAAAAAAAAACYAgAAZHJz&#10;L2Rvd25yZXYueG1sUEsFBgAAAAAEAAQA9QAAAIsDAAAAAA==&#10;" fillcolor="black" stroked="f">
                  <v:textbox>
                    <w:txbxContent>
                      <w:p w:rsidR="00A62AC5" w:rsidRDefault="00A62AC5" w:rsidP="00A62AC5">
                        <w:pPr>
                          <w:jc w:val="center"/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aa9skA&#10;AADeAAAADwAAAGRycy9kb3ducmV2LnhtbESPT0/CQBDF7yZ8h82YcJOtEJBUFsIfTUjEA+jB49gd&#10;2027s013hcqndw4m3mby3rz3m8Wq9406UxddYAP3owwUcRGs49LA+9vz3RxUTMgWm8Bk4IcirJaD&#10;mwXmNlz4SOdTKpWEcMzRQJVSm2sdi4o8xlFoiUX7Cp3HJGtXatvhRcJ9o8dZNtMeHUtDhS1tKyrq&#10;07c38PEyc/Ojo/Hn4bp5sodpvXnd1cYMb/v1I6hEffo3/13vreBPJw/CK+/IDHr5C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kMaa9s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62AC5" w:rsidRDefault="00A62AC5" w:rsidP="00A62A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hSX8UA&#10;AADeAAAADwAAAGRycy9kb3ducmV2LnhtbERPTU8CMRC9k/gfmiHxBl00KiwUQjBGLh5AjdfJdtgu&#10;u50ubYGFX09NTLzNy/uc2aKzjTiRD5VjBaNhBoK4cLriUsHX59tgDCJEZI2NY1JwoQCL+V1vhrl2&#10;Z97QaRtLkUI45KjAxNjmUobCkMUwdC1x4nbOW4wJ+lJqj+cUbhv5kGXP0mLFqcFgSytDRb09WgV+&#10;+fNaX/n4XWfXj0t433eHMRql7vvdcgoiUhf/xX/utU7znx5fJvD7TrpB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2FJfxQAAAN4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62AC5" w:rsidRDefault="00A62AC5" w:rsidP="00A62A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Y9rscA&#10;AADeAAAADwAAAGRycy9kb3ducmV2LnhtbESP0UoDQQxF34X+w5CCL9LOtqLWtdNSBEGwCK39gHQn&#10;7i7OZJad2G79evMg+JaQm3vvWa6HGMyJ+twmdjCbFmCIq+Rbrh0cPl4mCzBZkD2GxOTgQhnWq9HV&#10;Ekufzryj015qoyacS3TQiHSltblqKGKepo5Yb5+pjyi69rX1PZ7VPAY7L4p7G7FlTWiwo+eGqq/9&#10;d3QQ5sfw+PaQt3I52G3xE2V38+6dux4PmycwQoP8i/++X73Wv7tdKIDi6Ax29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5GPa7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62AC5" w:rsidRDefault="00A62AC5" w:rsidP="00A62A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rZb8UA&#10;AADeAAAADwAAAGRycy9kb3ducmV2LnhtbERPTWsCMRC9F/ofwhR6q1kVRbZGsRVhLz10u8XruJlu&#10;FpPJsom67a83BcHbPN7nLNeDs+JMfWg9KxiPMhDEtdctNwqqr93LAkSIyBqtZ1LwSwHWq8eHJeba&#10;X/iTzmVsRArhkKMCE2OXSxlqQw7DyHfEifvxvcOYYN9I3eMlhTsrJ1k2lw5bTg0GO3o3VB/Lk1Ow&#10;LTs7qQrzFvbfH4eDLf52tN8q9fw0bF5BRBriXXxzFzrNn00XY/h/J90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2tlv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62AC5" w:rsidRDefault="00A62AC5" w:rsidP="00A62A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31LsMA&#10;AADeAAAADwAAAGRycy9kb3ducmV2LnhtbERPTWsCMRC9F/ofwhS81aRKraxml1IUhJ60evA2JOPu&#10;2s1k2UR3/fdGKPQ2j/c5y2JwjbhSF2rPGt7GCgSx8bbmUsP+Z/06BxEissXGM2m4UYAif35aYmZ9&#10;z1u67mIpUgiHDDVUMbaZlMFU5DCMfUucuJPvHMYEu1LaDvsU7ho5UWomHdacGips6asi87u7OA3n&#10;tfz2RqE57A/9xn4cVzNqlNajl+FzASLSEP/Ff+6NTfPfp/MJPN5JN8j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31Ls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62AC5" w:rsidRDefault="00A62AC5" w:rsidP="00A62A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mj0sQA&#10;AADeAAAADwAAAGRycy9kb3ducmV2LnhtbERPTWvCQBC9F/wPywje6kaDJURX0UJBKj1Ui3gcs2MS&#10;kp0Nu6um/74rCL3N433OYtWbVtzI+dqygsk4AUFcWF1zqeDn8PGagfABWWNrmRT8kofVcvCywFzb&#10;O3/TbR9KEUPY56igCqHLpfRFRQb92HbEkbtYZzBE6EqpHd5juGnlNEnepMGaY0OFHb1XVDT7q1Fw&#10;uu748pV+rt0mHG1/8M30nDVKjYb9eg4iUB/+xU/3Vsf5szRL4fFOvEE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po9L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62AC5" w:rsidRDefault="00A62AC5" w:rsidP="00A62A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3u1MYA&#10;AADeAAAADwAAAGRycy9kb3ducmV2LnhtbERPS2sCMRC+F/ofwhR6q1lfZV2NUgXBi6C2h3obN+Pu&#10;4mayTVJd/fWmIPQ2H99zJrPW1OJMzleWFXQ7CQji3OqKCwVfn8u3FIQPyBpry6TgSh5m0+enCWba&#10;XnhL510oRAxhn6GCMoQmk9LnJRn0HdsQR+5oncEQoSukdniJ4aaWvSR5lwYrjg0lNrQoKT/tfo2C&#10;+Sid/2wGvL5tD3vafx9Ow55LlHp9aT/GIAK14V/8cK90nD/spwP4eyfeIK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Z3u1MYAAADeAAAADwAAAAAAAAAAAAAAAACYAgAAZHJz&#10;L2Rvd25yZXYueG1sUEsFBgAAAAAEAAQA9QAAAIsDAAAAAA==&#10;" fillcolor="black" stroked="f">
                  <v:textbox>
                    <w:txbxContent>
                      <w:p w:rsidR="00A62AC5" w:rsidRDefault="00A62AC5" w:rsidP="00A62A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dA5cQA&#10;AADeAAAADwAAAGRycy9kb3ducmV2LnhtbERPTWsCMRC9C/6HMIXeNNuKRbZGWQRp6WnVll7HzbhZ&#10;3EyWJI3bf98UCr3N433OejvaXiTyoXOs4GFegCBunO64VfB+2s9WIEJE1tg7JgXfFGC7mU7WWGp3&#10;4wOlY2xFDuFQogIT41BKGRpDFsPcDcSZuzhvMWboW6k93nK47eVjUTxJix3nBoMD7Qw11+OXVZDO&#10;u7papM9kDm++ar2rXz7OtVL3d2P1DCLSGP/Ff+5XnecvF6sl/L6Tb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nQOX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62AC5" w:rsidRDefault="00A62AC5" w:rsidP="00A62A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mam8UA&#10;AADeAAAADwAAAGRycy9kb3ducmV2LnhtbERPTWvCQBC9F/wPywje6saWBo2uUqQttRdrFPQ4ZMds&#10;aHY2ZNeY+uu7hUJv83ifs1j1thYdtb5yrGAyTkAQF05XXCo47F/vpyB8QNZYOyYF3+RhtRzcLTDT&#10;7so76vJQihjCPkMFJoQmk9IXhiz6sWuII3d2rcUQYVtK3eI1httaPiRJKi1WHBsMNrQ2VHzlF6vA&#10;T9Yvxw97m3WnN8PbfGPSz9IoNRr2z3MQgfrwL/5zv+s4/+lxmsLvO/EGu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GZqb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62AC5" w:rsidRDefault="00A62AC5" w:rsidP="00A62A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62AC5" w:rsidRDefault="00A62AC5" w:rsidP="00A62AC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62AC5" w:rsidRDefault="00A62AC5" w:rsidP="00A62AC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62AC5" w:rsidRDefault="00A62AC5" w:rsidP="00A62AC5">
      <w:pPr>
        <w:tabs>
          <w:tab w:val="left" w:pos="5857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ab/>
      </w:r>
    </w:p>
    <w:p w:rsidR="00A62AC5" w:rsidRDefault="00A62AC5" w:rsidP="00A62AC5">
      <w:pPr>
        <w:tabs>
          <w:tab w:val="left" w:pos="5857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62AC5" w:rsidRDefault="00A62AC5" w:rsidP="00A62AC5">
      <w:pPr>
        <w:tabs>
          <w:tab w:val="left" w:pos="5857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62AC5" w:rsidRDefault="00A62AC5" w:rsidP="00A62AC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A62AC5" w:rsidRDefault="00A62AC5" w:rsidP="00A62AC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A62AC5" w:rsidRDefault="00A62AC5" w:rsidP="00A62AC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A62AC5" w:rsidRDefault="00A62AC5" w:rsidP="00A62AC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A62AC5" w:rsidRDefault="00A62AC5" w:rsidP="00A62AC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62AC5" w:rsidRDefault="00A62AC5" w:rsidP="00A62AC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A62AC5" w:rsidRDefault="00A62AC5" w:rsidP="00A62AC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62AC5" w:rsidRDefault="00A62AC5" w:rsidP="00A62AC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I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A62AC5" w:rsidRDefault="00A62AC5" w:rsidP="00A62AC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A62AC5" w:rsidRDefault="00A62AC5" w:rsidP="00A62AC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__.07.2021 року                                            Крупець                                                 №___</w:t>
      </w:r>
    </w:p>
    <w:p w:rsidR="00A62AC5" w:rsidRDefault="00A62AC5" w:rsidP="00A62AC5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A62AC5" w:rsidRDefault="00A62AC5" w:rsidP="00A62AC5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A62AC5" w:rsidRDefault="00A62AC5" w:rsidP="00A62AC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A62AC5" w:rsidRDefault="00A62AC5" w:rsidP="00A62AC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A62AC5" w:rsidRDefault="00A62AC5" w:rsidP="00A62AC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Вакаруку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М.С.</w:t>
      </w:r>
    </w:p>
    <w:p w:rsidR="00A62AC5" w:rsidRDefault="00A62AC5" w:rsidP="00A62AC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A62AC5" w:rsidRDefault="00A62AC5" w:rsidP="00A62AC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Вакарука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М. С.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A62AC5" w:rsidRDefault="00A62AC5" w:rsidP="00A62AC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A62AC5" w:rsidRDefault="00A62AC5" w:rsidP="00A62AC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62AC5" w:rsidRDefault="00A62AC5" w:rsidP="00A62AC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Вакаруку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Максиму Сергійовичу,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1509B3">
        <w:rPr>
          <w:rFonts w:ascii="Times New Roman" w:eastAsia="Calibri" w:hAnsi="Times New Roman" w:cs="Times New Roman"/>
          <w:sz w:val="24"/>
          <w:lang w:val="ru-RU" w:eastAsia="en-US"/>
        </w:rPr>
        <w:t>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2,0000 га,</w:t>
      </w:r>
      <w:r w:rsidRPr="007F432A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кадастровий номер 6823984700:04:005:0036, для  ведення особистого селянського господарства, яка розташована в Хмельницька область, Шепетівський район,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сільська рада за межами села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Потереба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A62AC5" w:rsidRDefault="00A62AC5" w:rsidP="00A62AC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Вакаруку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М.С.,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A62AC5" w:rsidRDefault="00A62AC5" w:rsidP="00A62AC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A62AC5" w:rsidRDefault="00A62AC5" w:rsidP="00A62AC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62AC5" w:rsidRDefault="00A62AC5" w:rsidP="00A62AC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62AC5" w:rsidRPr="00A62AC5" w:rsidRDefault="00A62AC5" w:rsidP="00A62AC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 w:eastAsia="en-US"/>
        </w:rPr>
      </w:pPr>
    </w:p>
    <w:p w:rsidR="00A009DA" w:rsidRPr="00A62AC5" w:rsidRDefault="00A62AC5" w:rsidP="00A62AC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    Валерій   МИХАЛЮК</w:t>
      </w:r>
    </w:p>
    <w:sectPr w:rsidR="00A009DA" w:rsidRPr="00A62AC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AC5"/>
    <w:rsid w:val="001509B3"/>
    <w:rsid w:val="00A009DA"/>
    <w:rsid w:val="00A62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AC5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AC5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255</Words>
  <Characters>1455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2021-07-19T06:03:00Z</dcterms:created>
  <dcterms:modified xsi:type="dcterms:W3CDTF">2021-07-19T06:38:00Z</dcterms:modified>
</cp:coreProperties>
</file>