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372" w:rsidRDefault="00777372" w:rsidP="0077737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777372" w:rsidRDefault="00777372" w:rsidP="00777372"/>
    <w:p w:rsidR="00777372" w:rsidRDefault="00777372" w:rsidP="00777372"/>
    <w:p w:rsidR="00777372" w:rsidRDefault="00777372" w:rsidP="0077737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777372" w:rsidRDefault="00777372" w:rsidP="0077737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777372" w:rsidRDefault="00777372" w:rsidP="0077737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777372" w:rsidRDefault="00777372" w:rsidP="0077737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777372" w:rsidRDefault="00777372" w:rsidP="0077737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7372" w:rsidRDefault="00777372" w:rsidP="0077737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777372" w:rsidRDefault="00777372" w:rsidP="0077737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77372" w:rsidRDefault="00777372" w:rsidP="0077737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777372" w:rsidRDefault="00777372" w:rsidP="00777372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№113</w:t>
      </w:r>
    </w:p>
    <w:p w:rsidR="00777372" w:rsidRPr="000103EB" w:rsidRDefault="00777372" w:rsidP="0077737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77372" w:rsidRPr="000103EB" w:rsidRDefault="00777372" w:rsidP="0077737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</w:t>
      </w:r>
      <w:proofErr w:type="spellStart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затвердження</w:t>
      </w:r>
      <w:proofErr w:type="spellEnd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техн</w:t>
      </w:r>
      <w:proofErr w:type="gramEnd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ічної</w:t>
      </w:r>
      <w:proofErr w:type="spellEnd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документації</w:t>
      </w:r>
      <w:proofErr w:type="spellEnd"/>
    </w:p>
    <w:p w:rsidR="00777372" w:rsidRPr="000103EB" w:rsidRDefault="00777372" w:rsidP="0077737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із</w:t>
      </w:r>
      <w:proofErr w:type="spellEnd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землеустрою</w:t>
      </w:r>
      <w:proofErr w:type="spellEnd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</w:t>
      </w:r>
      <w:proofErr w:type="spellEnd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встановлення</w:t>
      </w:r>
      <w:proofErr w:type="spellEnd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</w:p>
    <w:p w:rsidR="00777372" w:rsidRPr="000103EB" w:rsidRDefault="00777372" w:rsidP="0077737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</w:t>
      </w:r>
      <w:proofErr w:type="spellStart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відновлення</w:t>
      </w:r>
      <w:proofErr w:type="spellEnd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 меж </w:t>
      </w:r>
      <w:proofErr w:type="spellStart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</w:t>
      </w:r>
      <w:proofErr w:type="spellEnd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ділянки</w:t>
      </w:r>
      <w:proofErr w:type="spellEnd"/>
    </w:p>
    <w:p w:rsidR="00777372" w:rsidRPr="005E5A71" w:rsidRDefault="00777372" w:rsidP="0077737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</w:t>
      </w:r>
      <w:proofErr w:type="spellStart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натурі</w:t>
      </w:r>
      <w:proofErr w:type="spellEnd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</w:t>
      </w:r>
      <w:proofErr w:type="gramEnd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ісцевості</w:t>
      </w:r>
      <w:proofErr w:type="spellEnd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</w:t>
      </w:r>
      <w:proofErr w:type="spellStart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Нікітчук</w:t>
      </w:r>
      <w:proofErr w:type="spellEnd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Н.А.</w:t>
      </w:r>
    </w:p>
    <w:p w:rsidR="00777372" w:rsidRPr="000103EB" w:rsidRDefault="00777372" w:rsidP="0077737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77372" w:rsidRPr="000103EB" w:rsidRDefault="00777372" w:rsidP="0077737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до пункту 34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26,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42 Закону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місцеве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самоврядування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статей 12 </w:t>
      </w:r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Закону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виділення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натурі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( 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на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місцевості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ділянок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власникам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часток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паїв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) »</w:t>
      </w:r>
      <w:proofErr w:type="gram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Закону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землеустрій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Закону 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«Про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державну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реєстрацію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речових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прав  на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нерухоме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майно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їх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обтяжень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розглянувши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заяву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Нікітчук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Н.А.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сільська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рада ВИРІШИЛА:</w:t>
      </w:r>
    </w:p>
    <w:p w:rsidR="00777372" w:rsidRPr="000103EB" w:rsidRDefault="00777372" w:rsidP="0077737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Затвердити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Нікітчук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Ніні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Антонівні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, яка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зареєстрована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="000C06E9">
        <w:rPr>
          <w:rFonts w:ascii="Times New Roman" w:eastAsia="Calibri" w:hAnsi="Times New Roman" w:cs="Times New Roman"/>
          <w:sz w:val="24"/>
          <w:szCs w:val="24"/>
          <w:lang w:val="en-US"/>
        </w:rPr>
        <w:t>______________</w:t>
      </w:r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0C06E9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____________</w:t>
      </w:r>
      <w:bookmarkStart w:id="0" w:name="_GoBack"/>
      <w:bookmarkEnd w:id="0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техн</w:t>
      </w:r>
      <w:proofErr w:type="gram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ічну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документацію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із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землеустрою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щодо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встановлення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відновлення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меж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земельної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натурі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(на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місцевості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), та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передати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її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приватну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власність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0,5303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га,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номер: 6823984000:03:018:0348, для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ведення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товарного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сільськогосподарського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виробництва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сіножаті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), яка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розташована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Хмельницька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область,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на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Крупецької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ради</w:t>
      </w:r>
      <w:proofErr w:type="gram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777372" w:rsidRPr="000103EB" w:rsidRDefault="00777372" w:rsidP="0077737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</w:t>
      </w:r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Нікітчук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Н.А.</w:t>
      </w:r>
      <w:r w:rsidRPr="000103EB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своє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право  в 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установленому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законом  порядку.</w:t>
      </w:r>
    </w:p>
    <w:p w:rsidR="00777372" w:rsidRPr="000103EB" w:rsidRDefault="00777372" w:rsidP="0077737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777372" w:rsidRDefault="00777372" w:rsidP="0077737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77372" w:rsidRPr="000103EB" w:rsidRDefault="00777372" w:rsidP="0077737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E3357" w:rsidRPr="00777372" w:rsidRDefault="00777372" w:rsidP="00777372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0103EB">
        <w:rPr>
          <w:rFonts w:ascii="Times New Roman" w:eastAsia="Arial Unicode MS" w:hAnsi="Times New Roman" w:cs="Times New Roman"/>
          <w:sz w:val="24"/>
          <w:szCs w:val="24"/>
        </w:rPr>
        <w:t>Секретар</w:t>
      </w:r>
      <w:proofErr w:type="spellEnd"/>
      <w:r w:rsidRPr="000103EB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sz w:val="24"/>
          <w:szCs w:val="24"/>
        </w:rPr>
        <w:t>сільської</w:t>
      </w:r>
      <w:proofErr w:type="spellEnd"/>
      <w:r w:rsidRPr="000103EB">
        <w:rPr>
          <w:rFonts w:ascii="Times New Roman" w:eastAsia="Arial Unicode MS" w:hAnsi="Times New Roman" w:cs="Times New Roman"/>
          <w:sz w:val="24"/>
          <w:szCs w:val="24"/>
        </w:rPr>
        <w:t xml:space="preserve"> ради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                 В.М.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Мазур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</w:p>
    <w:sectPr w:rsidR="00BE3357" w:rsidRPr="0077737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372"/>
    <w:rsid w:val="000C06E9"/>
    <w:rsid w:val="00171A2E"/>
    <w:rsid w:val="00304C90"/>
    <w:rsid w:val="00505B6D"/>
    <w:rsid w:val="006D3977"/>
    <w:rsid w:val="00777372"/>
    <w:rsid w:val="007D6C18"/>
    <w:rsid w:val="00BE3357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276</Words>
  <Characters>1574</Characters>
  <Application>Microsoft Office Word</Application>
  <DocSecurity>0</DocSecurity>
  <Lines>13</Lines>
  <Paragraphs>3</Paragraphs>
  <ScaleCrop>false</ScaleCrop>
  <Company>Microsoft</Company>
  <LinksUpToDate>false</LinksUpToDate>
  <CharactersWithSpaces>1847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2020-07-29T14:33:00Z</dcterms:created>
  <dcterms:modified xsi:type="dcterms:W3CDTF">2020-07-29T18:21:00Z</dcterms:modified>
</cp:coreProperties>
</file>