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367A5">
        <w:rPr>
          <w:rFonts w:ascii="Times New Roman" w:hAnsi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2707769" wp14:editId="1FA1CF90">
                <wp:simplePos x="0" y="0"/>
                <wp:positionH relativeFrom="column">
                  <wp:posOffset>2743200</wp:posOffset>
                </wp:positionH>
                <wp:positionV relativeFrom="paragraph">
                  <wp:posOffset>-228600</wp:posOffset>
                </wp:positionV>
                <wp:extent cx="543560" cy="734695"/>
                <wp:effectExtent l="0" t="0" r="8890" b="8255"/>
                <wp:wrapNone/>
                <wp:docPr id="104" name="Группа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3834" y="994"/>
                          <a:chExt cx="1142" cy="1718"/>
                        </a:xfrm>
                      </wpg:grpSpPr>
                      <wps:wsp>
                        <wps:cNvPr id="105" name="Freeform 3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35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3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37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3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39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4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41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4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43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4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45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7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4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49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5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51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5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53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55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56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57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58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59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60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62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63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" o:spid="_x0000_s1026" style="position:absolute;margin-left:3in;margin-top:-18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">
    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QsisMA&#10;AADc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J8/w/0y8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QsisMAAADc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LqcIA&#10;AADcAAAADwAAAGRycy9kb3ducmV2LnhtbERPTYvCMBC9C/6HMIIX0bQeVGpTEUFYXViwCl6HZmyr&#10;zaQ0Wa3/frOwsLd5vM9JN71pxJM6V1tWEM8iEMSF1TWXCi7n/XQFwnlkjY1lUvAmB5tsOEgx0fbF&#10;J3rmvhQhhF2CCirv20RKV1Rk0M1sSxy4m+0M+gC7UuoOXyHcNHIeRQtpsObQUGFLu4qKR/5tFMhz&#10;fvCHZW0m8fH61cf2vvss7kqNR/12DcJT7//Ff+4PHeZHC/h9Jlwgs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Qgup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VqsUA&#10;AADcAAAADwAAAGRycy9kb3ducmV2LnhtbERPS2sCMRC+F/wPYQQvRbMWW3VrlFZQpIdCfdzHzXR3&#10;dTPZJlFXf70pFHqbj+85k1ljKnEm50vLCvq9BARxZnXJuYLtZtEdgfABWWNlmRRcycNs2nqYYKrt&#10;hb/ovA65iCHsU1RQhFCnUvqsIIO+Z2viyH1bZzBE6HKpHV5iuKnkU5K8SIMlx4YCa5oXlB3XJ6Ng&#10;saLjeFf/LAc395yPDvvPj/fNo1KddvP2CiJQE/7Ff+6VjvOTIfw+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ZWq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Xs0MQA&#10;AADcAAAADwAAAGRycy9kb3ducmV2LnhtbESPQWvCQBCF7wX/wzKCt7prwSLRVUSxCD3Vil7H7JhE&#10;s7Mhu5r033cOhd5meG/e+2ax6n2tntTGKrCFydiAIs6Dq7iwcPzevc5AxYTssA5MFn4owmo5eFlg&#10;5kLHX/Q8pEJJCMcMLZQpNZnWMS/JYxyHhli0a2g9JlnbQrsWOwn3tX4z5l17rFgaSmxoU1J+Pzy8&#10;BfM5rS/XE/ez8/Yjv9+6HXfVxNrRsF/PQSXq07/573rvBN8IrTwjE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V7ND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kQ8QA&#10;AADcAAAADwAAAGRycy9kb3ducmV2LnhtbERPS2sCMRC+C/0PYQpeRLNKFd0apRYU6aFQH/dxM93d&#10;uplsk6irv74pCN7m43vOdN6YSpzJ+dKygn4vAUGcWV1yrmC3XXbHIHxA1lhZJgVX8jCfPbWmmGp7&#10;4S86b0IuYgj7FBUUIdSplD4ryKDv2Zo4ct/WGQwRulxqh5cYbio5SJKRNFhybCiwpveCsuPmZBQs&#10;13Sc7Ovf1cvNDfPxz+HzY7HtKNV+bt5eQQRqwkN8d691nJ9M4P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pEP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2C8UA&#10;AADcAAAADwAAAGRycy9kb3ducmV2LnhtbESPT2vCQBDF70K/wzKF3nSTQkWimyAtlkJP/qG9jtkx&#10;iWZnQ3Zr0m/vHARvM7w37/1mVYyuVVfqQ+PZQDpLQBGX3jZcGTjsN9MFqBCRLbaeycA/BSjyp8kK&#10;M+sH3tJ1FyslIRwyNFDH2GVah7Imh2HmO2LRTr53GGXtK217HCTctfo1SebaYcPSUGNH7zWVl92f&#10;M5B8v7XH0w+Pi9+Pz/JyHjY8NKkxL8/jegkq0hgf5vv1lxX8VPDlGZlA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enYL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sOcIA&#10;AADcAAAADwAAAGRycy9kb3ducmV2LnhtbERPTWvCQBC9F/wPywi91U0UiqZugsQWeq3Gg7dpdkxC&#10;srMhu42pv94tFLzN433ONptMJ0YaXGNZQbyIQBCXVjdcKSiOHy9rEM4ja+wsk4JfcpCls6ctJtpe&#10;+YvGg69ECGGXoILa+z6R0pU1GXQL2xMH7mIHgz7AoZJ6wGsIN51cRtGrNNhwaKixp7ymsj38GAWn&#10;fduuNhytbucxX7v8uyiWl3elnufT7g2Ep8k/xP/uTx3mxzH8PRMu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iw5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WLsUA&#10;AADcAAAADwAAAGRycy9kb3ducmV2LnhtbERPS2vCQBC+C/0PyxR6Ed1EREp0I1JaqGAP2lLtbchO&#10;HjQ7m2bXmPrrXUHwNh/fcxbL3tSio9ZVlhXE4wgEcWZ1xYWCr8+30TMI55E11pZJwT85WKYPgwUm&#10;2p54S93OFyKEsEtQQel9k0jpspIMurFtiAOX29agD7AtpG7xFMJNLSdRNJMGKw4NJTb0UlL2uzsa&#10;BVPqDqvN+efj+/D36m0+3K9dvFfq6bFfzUF46v1dfHO/6zA/nsD1mXCBT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0pYu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X1cIA&#10;AADcAAAADwAAAGRycy9kb3ducmV2LnhtbERPTWvCQBC9F/oflhG81Y0GiqZugqQVeq3Gg7dpdkxC&#10;srMhu42pv94tFLzN433ONptMJ0YaXGNZwXIRgSAurW64UlAc9y9rEM4ja+wsk4JfcpClz09bTLS9&#10;8heNB1+JEMIuQQW1930ipStrMugWticO3MUOBn2AQyX1gNcQbjq5iqJXabDh0FBjT3lNZXv4MQpO&#10;720bbziKb+cxX7v8uyhWlw+l5rNp9wbC0+Qf4n/3pw7zlzH8PRMu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jBfV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rwcUA&#10;AADcAAAADwAAAGRycy9kb3ducmV2LnhtbERPS2vCQBC+C/0PyxS8iG5SREp0I1JaaKEetKXa25Cd&#10;PGh2Ns2uMfrrXUHwNh/fcxbL3tSio9ZVlhXEkwgEcWZ1xYWC76+38TMI55E11pZJwYkcLNOHwQIT&#10;bY+8oW7rCxFC2CWooPS+SaR0WUkG3cQ2xIHLbWvQB9gWUrd4DOGmlk9RNJMGKw4NJTb0UlL2tz0Y&#10;BVPq9qvP8+/6Z///6m0+2n24eKfU8LFfzUF46v1dfHO/6zA/nsL1mXCBT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6vB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npQ8UA&#10;AADcAAAADwAAAGRycy9kb3ducmV2LnhtbERP22rCQBB9L/gPyxT6Vjf2opK6SrHYFgoFo9jXITvN&#10;RrOzaXY10a/vCoJvczjXmcw6W4kDNb50rGDQT0AQ506XXChYrxb3YxA+IGusHJOCI3mYTXs3E0y1&#10;a3lJhywUIoawT1GBCaFOpfS5IYu+72riyP26xmKIsCmkbrCN4baSD0kylBZLjg0Ga5obynfZ3ir4&#10;eXr8duYjc/v27f20W/6Ntpv5l1J3t93rC4hAXbiKL+5PHecPnuH8TLxA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elD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CxcIA&#10;AADcAAAADwAAAGRycy9kb3ducmV2LnhtbERPTWvCQBC9F/oflil4q5tYGiS6SitGQj3VtvchOybB&#10;7GzMbuP677sFwds83ucs18F0YqTBtZYVpNMEBHFldcu1gu+v4nkOwnlkjZ1lUnAlB+vV48MSc20v&#10;/EnjwdcihrDLUUHjfZ9L6aqGDLqp7Ykjd7SDQR/hUEs94CWGm07OkiSTBluODQ32tGmoOh1+jYKX&#10;j9fzTr/X27Gb79y+PBahDT9KTZ7C2wKEp+Dv4pu71HF+msH/M/E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gkLF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LV8IA&#10;AADcAAAADwAAAGRycy9kb3ducmV2LnhtbERPTWvCQBC9F/wPywi91U16MBqzilgKgvRg2oPHITtm&#10;Q7KzIbuN6b93C4K3ebzPKXaT7cRIg28cK0gXCQjiyumGawU/359vKxA+IGvsHJOCP/Kw285eCsy1&#10;u/GZxjLUIoawz1GBCaHPpfSVIYt+4XriyF3dYDFEONRSD3iL4baT70mylBYbjg0GezoYqtry1yq4&#10;rL/W6WQ+ktOY7Y+hYsR2XCr1Op/2GxCBpvAUP9xHHeenGfw/Ey+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4tX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hzPscA&#10;AADcAAAADwAAAGRycy9kb3ducmV2LnhtbESPQW/CMAyF75P2HyJP4jbSFgmNQkBoEhOXHcZg42g1&#10;pi00Tmky6Pj1+DBpN1vv+b3Ps0XvGnWhLtSeDaTDBBRx4W3NpYHt5+r5BVSIyBYbz2TglwIs5o8P&#10;M8ytv/IHXTaxVBLCIUcDVYxtrnUoKnIYhr4lFu3gO4dR1q7UtsOrhLtGZ0ky1g5rloYKW3qtqDht&#10;fpyB7/T9NmlH/S7bx/P6mL2di9XX2JjBU7+cgorUx3/z3/XaCn4qtPKMT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Icz7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xmcAA&#10;AADcAAAADwAAAGRycy9kb3ducmV2LnhtbERP3WrCMBS+F3yHcAbeaaqIc9UoxTFw7Mq6Bzg0x7au&#10;OQlJtPXtzWCwu/Px/Z7tfjCduJMPrWUF81kGgriyuuVawff5Y7oGESKyxs4yKXhQgP1uPNpirm3P&#10;J7qXsRYphEOOCpoYXS5lqBoyGGbWESfuYr3BmKCvpfbYp3DTyUWWraTBllNDg44ODVU/5c0oQO9e&#10;310p+9Pq+oXH62dBS1soNXkZig2ISEP8F/+5jzrNn7/B7zPpAr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qxmc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BHscA&#10;AADcAAAADwAAAGRycy9kb3ducmV2LnhtbESPS2/CQAyE75X4Dysj9VY2pRKgwIL6ioTaXMrjwM3K&#10;miQi642yC4T++vqA1JutGc98Xqx616gLdaH2bOB5lIAiLrytuTSw22ZPM1AhIltsPJOBGwVYLQcP&#10;C0ytv/IPXTaxVBLCIUUDVYxtqnUoKnIYRr4lFu3oO4dR1q7UtsOrhLtGj5Nkoh3WLA0VtvReUXHa&#10;nJ2BPMvb/Js/Z4eP89vLYf27n/JXZszjsH+dg4rUx3/z/XptBX8s+PKMT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mgR7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lFCcMA&#10;AADcAAAADwAAAGRycy9kb3ducmV2LnhtbERPTWvCQBC9F/wPywi9NRs9iEZXKYJooRWqgh6n2WkS&#10;mp2Nu2uM/94tCN7m8T5ntuhMLVpyvrKsYJCkIIhzqysuFBz2q7cxCB+QNdaWScGNPCzmvZcZZtpe&#10;+ZvaXShEDGGfoYIyhCaT0uclGfSJbYgj92udwRChK6R2eI3hppbDNB1JgxXHhhIbWpaU/+0uRsH2&#10;PLp8tsfT+sd1q+Zcfyy/9KRS6rXfvU9BBOrCU/xwb3ScPxzA/zPxA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lFCc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43G8EA&#10;AADcAAAADwAAAGRycy9kb3ducmV2LnhtbERP24rCMBB9X/Afwgi+rakFXalGEUFdRFisfsDQjE2x&#10;mZQmat2vN8LCvs3hXGe+7Gwt7tT6yrGC0TABQVw4XXGp4HzafE5B+ICssXZMCp7kYbnofcwx0+7B&#10;R7rnoRQxhH2GCkwITSalLwxZ9EPXEEfu4lqLIcK2lLrFRwy3tUyTZCItVhwbDDa0NlRc85tVwInc&#10;/ByKWsvt7/lrvzP5fnzLlRr0u9UMRKAu/Iv/3N86zk9TeD8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ONxv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FgPMQA&#10;AADcAAAADwAAAGRycy9kb3ducmV2LnhtbERPS2vCQBC+C/0PyxR60021LTHNKj5BvTUVirchO3nQ&#10;7GzIbjX117tCobf5+J6TznvTiDN1rras4HkUgSDOra65VHD83A5jEM4ja2wsk4JfcjCfPQxSTLS9&#10;8AedM1+KEMIuQQWV920ipcsrMuhGtiUOXGE7gz7ArpS6w0sIN40cR9GbNFhzaKiwpVVF+Xf2YxRk&#10;xemkl7x52cevbnU4TK7Tr+1aqafHfvEOwlPv/8V/7p0O88cTuD8TLp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YDz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MszMEA&#10;AADcAAAADwAAAGRycy9kb3ducmV2LnhtbERPzYrCMBC+C/sOYRb2pulWEemaioiCBw/+PcDQjE27&#10;zaTbRO2+vREEb/Px/c580dtG3KjzlWMF36MEBHHhdMWlgvNpM5yB8AFZY+OYFPyTh0X+MZhjpt2d&#10;D3Q7hlLEEPYZKjAhtJmUvjBk0Y9cSxy5i+sshgi7UuoO7zHcNjJNkqm0WHFsMNjSylDxe7xaBel5&#10;Wa8u+/Gu/hsnvLamX18PRqmvz375AyJQH97il3ur4/x0As9n4gUy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zLMz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54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+s1cQA&#10;AADcAAAADwAAAGRycy9kb3ducmV2LnhtbERPS2vCQBC+F/wPyxS81U2DFpu6ES0IXoT6ONTbmJ0m&#10;IdnZdHfV6K/vFgq9zcf3nNm8N624kPO1ZQXPowQEcWF1zaWCw371NAXhA7LG1jIpuJGHeT54mGGm&#10;7ZW3dNmFUsQQ9hkqqELoMil9UZFBP7IdceS+rDMYInSl1A6vMdy0Mk2SF2mw5thQYUfvFRXN7mwU&#10;LF+ny++PMW/u29ORjp+nZpK6RKnhY794AxGoD//iP/dax/npBH6fiR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rNXEAAAA3AAAAA8AAAAAAAAAAAAAAAAAmAIAAGRycy9k&#10;b3ducmV2LnhtbFBLBQYAAAAABAAEAPUAAACJAwAAAAA=&#10;" fillcolor="black" stroked="f"/>
    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EMcIA&#10;AADcAAAADwAAAGRycy9kb3ducmV2LnhtbERPTYvCMBC9C/6HMIIX0bQiRapRRFxw9yJ2V/A4NGNb&#10;bCalydbuv98Igrd5vM9Zb3tTi45aV1lWEM8iEMS51RUXCn6+P6ZLEM4ja6wtk4I/crDdDAdrTLV9&#10;8Jm6zBcihLBLUUHpfZNK6fKSDLqZbYgDd7OtQR9gW0jd4iOEm1rOoyiRBisODSU2tC8pv2e/RsGX&#10;zLvJ54LiU9Fd74fT8mKSc6zUeNTvViA89f4tfrmPOsyfJ/B8Jl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oQxwgAAANw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8K1cIA&#10;AADcAAAADwAAAGRycy9kb3ducmV2LnhtbERP22rCQBB9L/gPywh9qxsDWo2uIqWFCoXi5QOG3TEJ&#10;ZmdDdjRpv75bKPRtDuc66+3gG3WnLtaBDUwnGShiG1zNpYHz6e1pASoKssMmMBn4ogjbzehhjYUL&#10;PR/ofpRSpRCOBRqoRNpC62gr8hgnoSVO3CV0HiXBrtSuwz6F+0bnWTbXHmtODRW29FKRvR5v3kB+&#10;s2L9cv/98XqW2eep7bPZYmfM43jYrUAJDfIv/nO/uzQ/f4b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LwrV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mP8YA&#10;AADcAAAADwAAAGRycy9kb3ducmV2LnhtbESPQUsDMRCF70L/Q5iCN5vtCiJr01KkisJqaeultyGZ&#10;bhY3k2WTtuu/dw6Ctxnem/e+WazG0KkLDamNbGA+K0AR2+habgx8HV7uHkGljOywi0wGfijBajm5&#10;WWDl4pV3dNnnRkkIpwoN+Jz7SutkPQVMs9gTi3aKQ8As69BoN+BVwkOny6J40AFblgaPPT17st/7&#10;czBgX+/rzXt99PZcbj+a9nNbh93JmNvpuH4ClWnM/+a/6zcn+KX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XmP8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Kid8EA&#10;AADcAAAADwAAAGRycy9kb3ducmV2LnhtbERPS4vCMBC+C/sfwizsTVN7KFqNshQEvSz4Qo9DM9sW&#10;m0lpYtvdX28Ewdt8fM9ZrgdTi45aV1lWMJ1EIIhzqysuFJyOm/EMhPPIGmvLpOCPHKxXH6Mlptr2&#10;vKfu4AsRQtilqKD0vkmldHlJBt3ENsSB+7WtQR9gW0jdYh/CTS3jKEqkwYpDQ4kNZSXlt8PdKGjM&#10;//l03f100fSCse4z7m8JK/X1OXwvQHga/Fv8cm91mB/P4flMu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SonfBAAAA3A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9tJsYA&#10;AADcAAAADwAAAGRycy9kb3ducmV2LnhtbESPQWvCQBCF74X+h2UKvdVNbSka3YgUFE9CjRC9Ddkx&#10;CcnOhuyqaX9951DobYb35r1vlqvRdepGQ2g8G3idJKCIS28brgwc883LDFSIyBY7z2TgmwKssseH&#10;JabW3/mLbodYKQnhkKKBOsY+1TqUNTkME98Ti3bxg8Mo61BpO+Bdwl2np0nyoR02LA019vRZU9ke&#10;rs7A+2m+zgs6/7TF1hd6l+/9fnM15vlpXC9ARRrjv/nvemcF/03w5RmZQ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9tJsYAAADc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ct9MIA&#10;AADcAAAADwAAAGRycy9kb3ducmV2LnhtbERP32vCMBB+H/g/hBN801SFItUooggTYTA38PVszra2&#10;udQk0/rfLwNhb/fx/bzFqjONuJPzlWUF41ECgji3uuJCwffXbjgD4QOyxsYyKXiSh9Wy97bATNsH&#10;f9L9GAoRQ9hnqKAMoc2k9HlJBv3ItsSRu1hnMEToCqkdPmK4aeQkSVJpsOLYUGJLm5Ly+vhjFNym&#10;2/rDnU/X82E/e6Z1fpvIfarUoN+t5yACdeFf/HK/6zh/Ooa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y30wgAAANw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61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+ifM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7+k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onzEAAAA3AAAAA8AAAAAAAAAAAAAAAAAmAIAAGRycy9k&#10;b3ducmV2LnhtbFBLBQYAAAAABAAEAPUAAACJAwAAAAA=&#10;" fillcolor="black" stroked="f"/>
    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lAsIA&#10;AADcAAAADwAAAGRycy9kb3ducmV2LnhtbERP3WrCMBS+H/gO4QjeDE2nMLQaRcaEyQpl6gMcm2Nb&#10;TE5Kkmn39mYw2N35+H7PatNbI27kQ+tYwcskA0FcOd1yreB03I3nIEJE1mgck4IfCrBZD55WmGt3&#10;5y+6HWItUgiHHBU0MXa5lKFqyGKYuI44cRfnLcYEfS21x3sKt0ZOs+xVWmw5NTTY0VtD1fXwbRW8&#10;T8++POOnqbJjbYp9WTwvykKp0bDfLkFE6uO/+M/9odP82Qx+n0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+UC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rzsMA&#10;AADcAAAADwAAAGRycy9kb3ducmV2LnhtbERPS2sCMRC+F/wPYQRvNasW0dUoKiwUhNbXweO4GTeL&#10;m8m6SXX775tCobf5+J4zX7a2Eg9qfOlYwaCfgCDOnS65UHA6Zq8TED4ga6wck4Jv8rBcdF7mmGr3&#10;5D09DqEQMYR9igpMCHUqpc8NWfR9VxNH7uoaiyHCppC6wWcMt5UcJslYWiw5NhisaWMovx2+rAIr&#10;8Xwpxln+sRptP7fTcr27Z0apXrddzUAEasO/+M/9ruP80Rv8PhMv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urzs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УКРАЇНА</w:t>
      </w: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КРУПЕЦЬКА СІЛЬСЬКА РАДА</w:t>
      </w: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ШЕПЕТІВСЬКОГО РАЙОНУ</w:t>
      </w: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ХМЕЛЬНИЦЬКОЇ ОБЛАСТІ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ВИКОНАВЧИЙ КОМІТЕТ</w:t>
      </w: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РІШЕННЯ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367A5">
        <w:rPr>
          <w:rFonts w:ascii="Times New Roman" w:hAnsi="Times New Roman"/>
          <w:sz w:val="24"/>
          <w:szCs w:val="24"/>
        </w:rPr>
        <w:t>2</w:t>
      </w:r>
      <w:r w:rsidRPr="002367A5">
        <w:rPr>
          <w:rFonts w:ascii="Times New Roman" w:hAnsi="Times New Roman"/>
          <w:sz w:val="24"/>
          <w:szCs w:val="24"/>
          <w:lang w:val="ru-RU"/>
        </w:rPr>
        <w:t>4</w:t>
      </w:r>
      <w:r w:rsidRPr="002367A5">
        <w:rPr>
          <w:rFonts w:ascii="Times New Roman" w:hAnsi="Times New Roman"/>
          <w:sz w:val="24"/>
          <w:szCs w:val="24"/>
        </w:rPr>
        <w:t>.01.202</w:t>
      </w:r>
      <w:r w:rsidRPr="002367A5">
        <w:rPr>
          <w:rFonts w:ascii="Times New Roman" w:hAnsi="Times New Roman"/>
          <w:sz w:val="24"/>
          <w:szCs w:val="24"/>
          <w:lang w:val="ru-RU"/>
        </w:rPr>
        <w:t xml:space="preserve">2                                                     </w:t>
      </w:r>
      <w:r w:rsidRPr="002367A5">
        <w:rPr>
          <w:rFonts w:ascii="Times New Roman" w:hAnsi="Times New Roman"/>
          <w:sz w:val="24"/>
          <w:szCs w:val="24"/>
        </w:rPr>
        <w:t xml:space="preserve"> Крупець                                                       №  </w:t>
      </w:r>
      <w:r w:rsidRPr="002367A5">
        <w:rPr>
          <w:rFonts w:ascii="Times New Roman" w:hAnsi="Times New Roman"/>
          <w:sz w:val="24"/>
          <w:szCs w:val="24"/>
          <w:lang w:val="ru-RU"/>
        </w:rPr>
        <w:t>8</w:t>
      </w:r>
      <w:r w:rsidRPr="002367A5">
        <w:rPr>
          <w:rFonts w:ascii="Times New Roman" w:hAnsi="Times New Roman"/>
          <w:sz w:val="24"/>
          <w:szCs w:val="24"/>
        </w:rPr>
        <w:t xml:space="preserve">   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67A5">
        <w:rPr>
          <w:rFonts w:ascii="Times New Roman" w:hAnsi="Times New Roman"/>
          <w:b/>
          <w:sz w:val="24"/>
          <w:szCs w:val="24"/>
        </w:rPr>
        <w:t>Про встановлення тарифів на послуги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67A5">
        <w:rPr>
          <w:rFonts w:ascii="Times New Roman" w:hAnsi="Times New Roman"/>
          <w:b/>
          <w:sz w:val="24"/>
          <w:szCs w:val="24"/>
        </w:rPr>
        <w:t>централізованого водопостачання для КП КСР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367A5">
        <w:rPr>
          <w:rFonts w:ascii="Times New Roman" w:hAnsi="Times New Roman"/>
          <w:b/>
          <w:sz w:val="24"/>
          <w:szCs w:val="24"/>
        </w:rPr>
        <w:t xml:space="preserve">«Спеціалізоване </w:t>
      </w:r>
      <w:proofErr w:type="spellStart"/>
      <w:r w:rsidRPr="002367A5">
        <w:rPr>
          <w:rFonts w:ascii="Times New Roman" w:hAnsi="Times New Roman"/>
          <w:b/>
          <w:sz w:val="24"/>
          <w:szCs w:val="24"/>
        </w:rPr>
        <w:t>лісокомунальне</w:t>
      </w:r>
      <w:proofErr w:type="spellEnd"/>
      <w:r w:rsidRPr="002367A5">
        <w:rPr>
          <w:rFonts w:ascii="Times New Roman" w:hAnsi="Times New Roman"/>
          <w:b/>
          <w:sz w:val="24"/>
          <w:szCs w:val="24"/>
        </w:rPr>
        <w:t xml:space="preserve"> підприємство»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    Відповідно до підпункт 2 пункту "а" статті 28, підпункт І пункту "а" статті 30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Закону України «Про місцеве самоврядування в Україні», Закону України «Про житлово - комунальні послуги», постановою Кабінету Міністрів України від 01 червня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2011 року № 869 «Про забезпечення єдиного підходу до формування тарифів на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комунальні послуги», Порядку інформування споживачів про намір зміни цін/тарифів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на комунальні послуги з </w:t>
      </w:r>
      <w:proofErr w:type="spellStart"/>
      <w:r w:rsidRPr="002367A5">
        <w:rPr>
          <w:rFonts w:ascii="Times New Roman" w:hAnsi="Times New Roman"/>
          <w:sz w:val="24"/>
          <w:szCs w:val="24"/>
        </w:rPr>
        <w:t>обгрунтуванням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такої необхідності, затвердженої наказом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Міністерства  регіонального розвитку, будівництва та житлово-Комунального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господарства України від 05 червня 2018 року № 130, Порядку розгляду органами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місцевого самоврядування розрахунків тарифів на теплову енергію, її виробництво,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транспортування та постачання, а також розрахунків тарифів на комунальні послуги,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поданих для їх встановлення, затвердженого наказом Міністерства регіонального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розвитку, будівництва та житлово-комунального господарства України від 12 вересня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2018 року № 239, постанови Кабінету Міністрів України від 5 липня 2019 року № 690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«Про затвердження Правил надання послуг з централізованого водопостачання та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централізованого водовідведення і типових договорів про надання послуг з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централізованого водопостачання та централізованого водовідведення», розглянувши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клопотання Комунального підприємства </w:t>
      </w:r>
      <w:proofErr w:type="spellStart"/>
      <w:r w:rsidRPr="002367A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сільської ради «Спеціалізоване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367A5">
        <w:rPr>
          <w:rFonts w:ascii="Times New Roman" w:hAnsi="Times New Roman"/>
          <w:sz w:val="24"/>
          <w:szCs w:val="24"/>
        </w:rPr>
        <w:t>лісокомунальне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підприємство» від 18.01.2021 р. про встановлення тарифів на послуги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водопостачання, виконавчий комітет сільської ради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ВИРІШИВ: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І. Встановити тариф з послуги централізованого постачання холодної води для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споживачів послуг у такому розмірі: 30,00 грн./м. куб (з ПДВ).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2. Затвердити норми споживання води для споживачів, </w:t>
      </w:r>
      <w:proofErr w:type="spellStart"/>
      <w:r w:rsidRPr="002367A5">
        <w:rPr>
          <w:rFonts w:ascii="Times New Roman" w:hAnsi="Times New Roman"/>
          <w:sz w:val="24"/>
          <w:szCs w:val="24"/>
        </w:rPr>
        <w:t>дворогосподарства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яких не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обладнані приладами обліку у такому розмірі: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-  на одного постійно проживаючого члена </w:t>
      </w:r>
      <w:proofErr w:type="spellStart"/>
      <w:r w:rsidRPr="002367A5">
        <w:rPr>
          <w:rFonts w:ascii="Times New Roman" w:hAnsi="Times New Roman"/>
          <w:sz w:val="24"/>
          <w:szCs w:val="24"/>
        </w:rPr>
        <w:t>дворогосподарства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– 45,00 грн. за </w:t>
      </w:r>
      <w:smartTag w:uri="urn:schemas-microsoft-com:office:smarttags" w:element="metricconverter">
        <w:smartTagPr>
          <w:attr w:name="ProductID" w:val="1,5 м"/>
        </w:smartTagPr>
        <w:r w:rsidRPr="002367A5">
          <w:rPr>
            <w:rFonts w:ascii="Times New Roman" w:hAnsi="Times New Roman"/>
            <w:sz w:val="24"/>
            <w:szCs w:val="24"/>
          </w:rPr>
          <w:t>1,5 м</w:t>
        </w:r>
      </w:smartTag>
      <w:r w:rsidRPr="002367A5">
        <w:rPr>
          <w:rFonts w:ascii="Times New Roman" w:hAnsi="Times New Roman"/>
          <w:sz w:val="24"/>
          <w:szCs w:val="24"/>
        </w:rPr>
        <w:t xml:space="preserve"> куб;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  <w:lang w:val="ru-RU"/>
        </w:rPr>
      </w:pPr>
      <w:r w:rsidRPr="002367A5">
        <w:rPr>
          <w:rFonts w:ascii="Times New Roman" w:hAnsi="Times New Roman"/>
          <w:sz w:val="24"/>
          <w:szCs w:val="24"/>
        </w:rPr>
        <w:lastRenderedPageBreak/>
        <w:t xml:space="preserve">           -  на одного коня, корову тощо – 39,00 грн. за </w:t>
      </w:r>
      <w:smartTag w:uri="urn:schemas-microsoft-com:office:smarttags" w:element="metricconverter">
        <w:smartTagPr>
          <w:attr w:name="ProductID" w:val="1,3 м"/>
        </w:smartTagPr>
        <w:r w:rsidRPr="002367A5">
          <w:rPr>
            <w:rFonts w:ascii="Times New Roman" w:hAnsi="Times New Roman"/>
            <w:sz w:val="24"/>
            <w:szCs w:val="24"/>
          </w:rPr>
          <w:t>1,3 м</w:t>
        </w:r>
      </w:smartTag>
      <w:r w:rsidRPr="002367A5">
        <w:rPr>
          <w:rFonts w:ascii="Times New Roman" w:hAnsi="Times New Roman"/>
          <w:sz w:val="24"/>
          <w:szCs w:val="24"/>
        </w:rPr>
        <w:t xml:space="preserve"> куб;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Pr="002367A5">
        <w:rPr>
          <w:rFonts w:ascii="Times New Roman" w:hAnsi="Times New Roman"/>
          <w:sz w:val="24"/>
          <w:szCs w:val="24"/>
        </w:rPr>
        <w:t xml:space="preserve">-  на одну свиню – 9,00 грн. за </w:t>
      </w:r>
      <w:smartTag w:uri="urn:schemas-microsoft-com:office:smarttags" w:element="metricconverter">
        <w:smartTagPr>
          <w:attr w:name="ProductID" w:val="0,3 м"/>
        </w:smartTagPr>
        <w:r w:rsidRPr="002367A5">
          <w:rPr>
            <w:rFonts w:ascii="Times New Roman" w:hAnsi="Times New Roman"/>
            <w:sz w:val="24"/>
            <w:szCs w:val="24"/>
          </w:rPr>
          <w:t>0,3 м</w:t>
        </w:r>
      </w:smartTag>
      <w:r w:rsidRPr="002367A5">
        <w:rPr>
          <w:rFonts w:ascii="Times New Roman" w:hAnsi="Times New Roman"/>
          <w:sz w:val="24"/>
          <w:szCs w:val="24"/>
        </w:rPr>
        <w:t xml:space="preserve"> куб;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3. Визнати такими що втратили чинність рішення Виконавчого комітету </w:t>
      </w:r>
      <w:proofErr w:type="spellStart"/>
      <w:r w:rsidRPr="002367A5">
        <w:rPr>
          <w:rFonts w:ascii="Times New Roman" w:hAnsi="Times New Roman"/>
          <w:sz w:val="24"/>
          <w:szCs w:val="24"/>
        </w:rPr>
        <w:t>Крупецької</w:t>
      </w:r>
      <w:proofErr w:type="spellEnd"/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сільської ради від </w:t>
      </w:r>
      <w:r w:rsidRPr="002367A5">
        <w:rPr>
          <w:rFonts w:ascii="Times New Roman" w:hAnsi="Times New Roman"/>
          <w:sz w:val="24"/>
          <w:szCs w:val="24"/>
          <w:lang w:val="ru-RU"/>
        </w:rPr>
        <w:t>25.01.2021</w:t>
      </w:r>
      <w:r w:rsidRPr="002367A5">
        <w:rPr>
          <w:rFonts w:ascii="Times New Roman" w:hAnsi="Times New Roman"/>
          <w:sz w:val="24"/>
          <w:szCs w:val="24"/>
        </w:rPr>
        <w:t xml:space="preserve"> р, № 5 «Про встановлення тарифів на послуги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централізованого постачання холодної води в с. </w:t>
      </w:r>
      <w:proofErr w:type="spellStart"/>
      <w:r w:rsidRPr="002367A5">
        <w:rPr>
          <w:rFonts w:ascii="Times New Roman" w:hAnsi="Times New Roman"/>
          <w:sz w:val="24"/>
          <w:szCs w:val="24"/>
        </w:rPr>
        <w:t>Колом'є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367A5">
        <w:rPr>
          <w:rFonts w:ascii="Times New Roman" w:hAnsi="Times New Roman"/>
          <w:sz w:val="24"/>
          <w:szCs w:val="24"/>
        </w:rPr>
        <w:t>Полянь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та Лисиче:</w:t>
      </w:r>
    </w:p>
    <w:p w:rsidR="009651D9" w:rsidRPr="002367A5" w:rsidRDefault="009651D9" w:rsidP="009651D9">
      <w:pPr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4. Комунальному підприємству  </w:t>
      </w:r>
      <w:proofErr w:type="spellStart"/>
      <w:r w:rsidRPr="002367A5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сільської ради | «Спеціалізоване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2367A5">
        <w:rPr>
          <w:rFonts w:ascii="Times New Roman" w:hAnsi="Times New Roman"/>
          <w:sz w:val="24"/>
          <w:szCs w:val="24"/>
        </w:rPr>
        <w:t>лісокомунальне</w:t>
      </w:r>
      <w:proofErr w:type="spellEnd"/>
      <w:r w:rsidRPr="002367A5">
        <w:rPr>
          <w:rFonts w:ascii="Times New Roman" w:hAnsi="Times New Roman"/>
          <w:sz w:val="24"/>
          <w:szCs w:val="24"/>
        </w:rPr>
        <w:t xml:space="preserve"> підприємство» (Шмат Б.С.):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     - повідомити споживачів про затвердження тарифу з посиланням на це рішення не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пізніше ніж за 15 днів до введення їх у ДІЮ;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     -  укласти із споживачами договори на надання послуг з водопостачання: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     - у разі ненадання послуг або надання їх не в повному обсязі проводити перерахунки, згідно умов договору із споживачами про надання послуг з водопостачання.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 5.Рішення набирає чинності 07 лютого 2022 року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 xml:space="preserve">            6.Контроль за виконанням цього рішення  покласти на секретаря сільської ради 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В.М. Мазур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.</w:t>
      </w: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51D9" w:rsidRPr="002367A5" w:rsidRDefault="009651D9" w:rsidP="009651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367A5"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Валерій МИХАЛЮК</w:t>
      </w:r>
    </w:p>
    <w:p w:rsidR="009D780A" w:rsidRDefault="009D780A"/>
    <w:sectPr w:rsidR="009D780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1D9"/>
    <w:rsid w:val="009651D9"/>
    <w:rsid w:val="009D78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D9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1D9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2</Pages>
  <Words>510</Words>
  <Characters>2909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2022-02-10T08:57:00Z</dcterms:created>
  <dcterms:modified xsi:type="dcterms:W3CDTF">2022-02-10T08:58:00Z</dcterms:modified>
</cp:coreProperties>
</file>