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124" w:rsidRDefault="00F50124" w:rsidP="00F50124"/>
    <w:p w:rsidR="00F50124" w:rsidRDefault="00F50124" w:rsidP="00F501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8890" r="8890" b="63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F50124" w:rsidRDefault="00F50124" w:rsidP="00F50124"/>
    <w:p w:rsidR="00F50124" w:rsidRDefault="00F50124" w:rsidP="00F50124"/>
    <w:p w:rsidR="00F50124" w:rsidRDefault="00F50124" w:rsidP="00F501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50124" w:rsidRDefault="00F50124" w:rsidP="00F501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50124" w:rsidRDefault="00F50124" w:rsidP="00F501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50124" w:rsidRDefault="00F50124" w:rsidP="00F501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50124" w:rsidRDefault="00F50124" w:rsidP="00F501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0124" w:rsidRDefault="00F50124" w:rsidP="00F501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50124" w:rsidRDefault="00F50124" w:rsidP="00F501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0124" w:rsidRDefault="00F50124" w:rsidP="00F5012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F50124" w:rsidRDefault="00F50124" w:rsidP="00F5012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50124" w:rsidRDefault="00F50124" w:rsidP="00F50124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F50124" w:rsidRDefault="00F50124" w:rsidP="00F5012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F50124" w:rsidRDefault="00F50124" w:rsidP="00F501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F50124" w:rsidRDefault="00F50124" w:rsidP="00F501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F50124" w:rsidRDefault="00F50124" w:rsidP="00F501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F50124" w:rsidRDefault="00F50124" w:rsidP="00F501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Линок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Н.Я.</w:t>
      </w:r>
    </w:p>
    <w:p w:rsidR="00F50124" w:rsidRDefault="00F50124" w:rsidP="00F501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50124" w:rsidRDefault="00F50124" w:rsidP="00F501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Линок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Н.Я.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F50124" w:rsidRDefault="00F50124" w:rsidP="00F501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F50124" w:rsidRDefault="00F50124" w:rsidP="00F501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Линок</w:t>
      </w:r>
      <w:proofErr w:type="spellEnd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Яківні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7E644B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0,1200га,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та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вулиці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Одухи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F50124" w:rsidRDefault="00F50124" w:rsidP="00F501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Линок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Н.Я.,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F50124" w:rsidRDefault="00F50124" w:rsidP="00F5012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F50124" w:rsidRDefault="00F50124" w:rsidP="00F5012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50124" w:rsidRPr="00F50124" w:rsidRDefault="00F50124" w:rsidP="00F501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632176" w:rsidRPr="00F50124" w:rsidRDefault="00F50124" w:rsidP="00F50124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632176" w:rsidRPr="00F5012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124"/>
    <w:rsid w:val="00171A2E"/>
    <w:rsid w:val="00304C90"/>
    <w:rsid w:val="00505B6D"/>
    <w:rsid w:val="00632176"/>
    <w:rsid w:val="006D3977"/>
    <w:rsid w:val="007D6C18"/>
    <w:rsid w:val="007E644B"/>
    <w:rsid w:val="00D1641A"/>
    <w:rsid w:val="00F5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233</Words>
  <Characters>1331</Characters>
  <Application>Microsoft Office Word</Application>
  <DocSecurity>0</DocSecurity>
  <Lines>11</Lines>
  <Paragraphs>3</Paragraphs>
  <ScaleCrop>false</ScaleCrop>
  <Company>Microsoft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2020-06-24T14:58:00Z</dcterms:created>
  <dcterms:modified xsi:type="dcterms:W3CDTF">2020-06-24T15:16:00Z</dcterms:modified>
</cp:coreProperties>
</file>