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CAC" w:rsidRDefault="00961CAC" w:rsidP="00961CA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6C051A" wp14:editId="680C8C29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631" name="Группа 15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6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1CAC" w:rsidRDefault="00961CAC" w:rsidP="00961CA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3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YjsQA&#10;AADeAAAADwAAAGRycy9kb3ducmV2LnhtbERPyWrDMBC9F/oPYgq9NXJtsuBEMaakxQdDSVrfB2u8&#10;EGtkLCVx/z4qFHqbx1tnl81mEFeaXG9ZwesiAkFcW91zq+D76/1lA8J5ZI2DZVLwQw6y/ePDDlNt&#10;b3yk68m3IoSwS1FB5/2YSunqjgy6hR2JA9fYyaAPcGqlnvAWws0g4yhaSYM9h4YOR3rrqD6fLkaB&#10;TT6KsmrjY3Lgtef8c9NUc6nU89Ocb0F4mv2/+M9d6DB/uUpi+H0n3CD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e2I7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bPtscA&#10;AADeAAAADwAAAGRycy9kb3ducmV2LnhtbERPTUsDMRC9C/6HMEIvxWbb4qpr01IK21oPQqvgddiM&#10;m9XNZEnSdu2vbwTB2zze58wWvW3FkXxoHCsYjzIQxJXTDdcK3t/K2wcQISJrbB2Tgh8KsJhfX82w&#10;0O7EOzruYy1SCIcCFZgYu0LKUBmyGEauI07cp/MWY4K+ltrjKYXbVk6yLJcWG04NBjtaGaq+9wer&#10;4Kt8NR+r+/PaDx93dB6WL5t2mys1uOmXTyAi9fFf/Od+1mn+XT6dwu876QY5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Wz7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zzw8YA&#10;AADeAAAADwAAAGRycy9kb3ducmV2LnhtbESP0WrCQBBF3wv+wzKCL6VuNK2U6CoippS8iNoPGLJj&#10;NpidDdk1Sf++Wyj0bYZ75547m91oG9FT52vHChbzBARx6XTNlYKva/7yDsIHZI2NY1LwTR5228nT&#10;BjPtBj5TfwmViCHsM1RgQmgzKX1pyKKfu5Y4ajfXWQxx7SqpOxxiuG3kMklW0mLNkWCwpYOh8n55&#10;2Ag5pXgqbsM1/xhxwGNh+Hl/Vmo2HfdrEIHG8G/+u/7Usf7bKn2F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zzw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RDYsQA&#10;AADeAAAADwAAAGRycy9kb3ducmV2LnhtbERPTUvDQBC9C/0Pywje7MZqosRuS6kKRfBgFcTbkJ0m&#10;wezssjs28d93BcHbPN7nLNeTG9SRYuo9G7iaF6CIG297bg28vz1d3oFKgmxx8EwGfijBejU7W2Jt&#10;/civdNxLq3IIpxoNdCKh1jo1HTlMcx+IM3fw0aFkGFttI4453A16URSVdthzbugw0Laj5mv/7Qy8&#10;jI/h+bYqD+Ez3ix0erDysRVjLs6nzT0ooUn+xX/unc3zy+q6h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kQ2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LIL8QA&#10;AADeAAAADwAAAGRycy9kb3ducmV2LnhtbESP3YrCMBCF7xf2HcIseLNoqmKRrlFEVMQb8ecBhmZs&#10;yjaT0kRb394IgncznDPnOzNbdLYSd2p86VjBcJCAIM6dLrlQcDlv+lMQPiBrrByTggd5WMy/v2aY&#10;adfyke6nUIgYwj5DBSaEOpPS54Ys+oGriaN2dY3FENemkLrBNobbSo6SJJUWS44EgzWtDOX/p5uN&#10;kMMYD/tre95sO2xxvTf8uzwq1fvpln8gAnXhY35f73SsP0nHKbzeiTP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yyC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p4jsUA&#10;AADeAAAADwAAAGRycy9kb3ducmV2LnhtbERPTUsDMRC9C/0PYQRvNmu1W1mbllIVROihrSDehs10&#10;d3EzCcnYXf+9EQRv83ifs1yPrldniqnzbOBmWoAirr3tuDHwdny+vgeVBNli75kMfFOC9WpyscTK&#10;+oH3dD5Io3IIpwoNtCKh0jrVLTlMUx+IM3fy0aFkGBttIw453PV6VhSldthxbmgx0Lal+vPw5Qzs&#10;hqfwuijnp/AR72Y6PVp534oxV5fj5gGU0Cj/4j/3i83z5+XtA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Oni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xFcgA&#10;AADeAAAADwAAAGRycy9kb3ducmV2LnhtbESPQUsDMRCF70L/Q5iCF7HZWlpkbVpaISgoFGuh12Ez&#10;3V3cTJYkdtd/7xwEbzO8N+99s96OvlNXiqkNbGA+K0ARV8G1XBs4fdr7R1ApIzvsApOBH0qw3Uxu&#10;1li6MPAHXY+5VhLCqUQDTc59qXWqGvKYZqEnFu0Soscsa6y1izhIuO/0Q1GstMeWpaHBnp4bqr6O&#10;397A/jDUi3hX7cfwdnk5L6119t0aczsdd0+gMo353/x3/eoEf7laCK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oPEV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weccMA&#10;AADeAAAADwAAAGRycy9kb3ducmV2LnhtbERP3WrCMBS+F3yHcITdaaqb4rpGEUdhDG90e4BDc9Z0&#10;bU5KEmv39stg4N35+H5PsR9tJwbyoXGsYLnIQBBXTjdcK/j8KOdbECEia+wck4IfCrDfTScF5trd&#10;+EzDJdYihXDIUYGJsc+lDJUhi2HheuLEfTlvMSboa6k93lK47eQqyzbSYsOpwWBPR0NVe7laBeX7&#10;6jS0V+1LdxifLK3N9/bVKPUwGw8vICKN8S7+d7/pNH+9eXyG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twec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CObsgA&#10;AADeAAAADwAAAGRycy9kb3ducmV2LnhtbESPT2vDMAzF74N+B6PBLmN19qelpHVLOzAbrDDWFXoV&#10;sZqExXKwvSb79tNhsJuEnt57v9Vm9J26UExtYAP30wIUcRVcy7WB46e9W4BKGdlhF5gM/FCCzXpy&#10;tcLShYE/6HLItRITTiUaaHLuS61T1ZDHNA09sdzOIXrMssZau4iDmPtOPxTFXHtsWRIa7Om5oerr&#10;8O0N7N6H+jHeVrsxvJ1fTjNrnd1bY26ux+0SVKYx/4v/vl+d1J/NnwRAcGQGvf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0I5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xhCsEA&#10;AADeAAAADwAAAGRycy9kb3ducmV2LnhtbERPzYrCMBC+L/gOYQRva6qoSDWKKAVZvKz6AEMzNtVm&#10;UpJYu2+/WRD2Nh/f76y3vW1ERz7UjhVMxhkI4tLpmisF10vxuQQRIrLGxjEp+KEA283gY425di/+&#10;pu4cK5FCOOSowMTY5lKG0pDFMHYtceJuzluMCfpKao+vFG4bOc2yhbRYc2ow2NLeUPk4P62C4mt6&#10;6h5P7Qu362eW5ua+PBilRsN+twIRqY//4rf7qNP8+WI2gb930g1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CsYQr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hlcIA&#10;AADeAAAADwAAAGRycy9kb3ducmV2LnhtbERPzWqDQBC+F/IOyxR6q2tSDcW6hlJIiMfYPsDgTlV0&#10;Z427iebts4VCbvPx/U6+W8wgrjS5zrKCdRSDIK6t7rhR8PO9f30H4TyyxsEyKbiRg12xesox03bm&#10;E10r34gQwi5DBa33Yyalq1sy6CI7Egfu104GfYBTI/WEcwg3g9zE8VYa7Dg0tDjSV0t1X12MguQ2&#10;H85V2sd7bWhdvo0l+zpV6uV5+fwA4WnxD/G/+6jD/HSbbODvnXCD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sGG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SocQA&#10;AADeAAAADwAAAGRycy9kb3ducmV2LnhtbERPTWvCQBC9F/wPywi91U3VBk1dQ1BSSk9t1J6H7JiE&#10;ZmdDdo3x37uFQm/zeJ+zSUfTioF611hW8DyLQBCXVjdcKTge8qcVCOeRNbaWScGNHKTbycMGE22v&#10;/EVD4SsRQtglqKD2vkukdGVNBt3MdsSBO9veoA+wr6Tu8RrCTSvnURRLgw2Hhho72tVU/hQXo+AS&#10;f8+PfP7Qn8X+9rbe55mTp0qpx+mYvYLwNPp/8Z/7XYf5L/FyAb/vhBvk9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+0q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j6yMYA&#10;AADeAAAADwAAAGRycy9kb3ducmV2LnhtbERPS2vCQBC+F/oflhF6qxs1DRpdpQqFtgfF18HbmB2T&#10;tNnZNLvV9N93BcHbfHzPmcxaU4kzNa60rKDXjUAQZ1aXnCvYbd+ehyCcR9ZYWSYFf+RgNn18mGCq&#10;7YXXdN74XIQQdikqKLyvUyldVpBB17U1ceBOtjHoA2xyqRu8hHBTyX4UJdJgyaGhwJoWBWXfm1+j&#10;YL8aJqPV/CP++lwecWD0z0GXiVJPnfZ1DMJT6+/im/tdh/kvSRzD9Z1w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j6y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3Ix8MA&#10;AADeAAAADwAAAGRycy9kb3ducmV2LnhtbERPS4vCMBC+L/gfwgje1nR9FKlG0V184MnHwl6HZmzL&#10;NpPSRK3+eiMI3ubje85k1phSXKh2hWUFX90IBHFqdcGZgt/j8nMEwnlkjaVlUnAjB7Np62OCibZX&#10;3tPl4DMRQtglqCD3vkqkdGlOBl3XVsSBO9naoA+wzqSu8RrCTSl7URRLgwWHhhwr+s4p/T+cjYJ7&#10;/Ic7t+4tfvra020wWtntbqVUp93MxyA8Nf4tfrk3OswfxoMhPN8JN8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3Ix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/HsMA&#10;AADeAAAADwAAAGRycy9kb3ducmV2LnhtbERPzYrCMBC+L/gOYYS9ralSy1qNsiwueFPrPsDQjGmx&#10;mdQmq12f3giCt/n4fmex6m0jLtT52rGC8SgBQVw6XbNR8Hv4+fgE4QOyxsYxKfgnD6vl4G2BuXZX&#10;3tOlCEbEEPY5KqhCaHMpfVmRRT9yLXHkjq6zGCLsjNQdXmO4beQkSTJpsebYUGFL3xWVp+LPKji7&#10;yVT3xRq3p/VsVxuTnm/7VKn3Yf81BxGoDy/x073Rcf40SzN4vBNv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Y/H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b8bsQA&#10;AADeAAAADwAAAGRycy9kb3ducmV2LnhtbERPPW/CMBDdkfofrKvUDRzaEmgaBwFSJVagQ8erfSQp&#10;8TmNDYT++hoJie2e3ufl89424kSdrx0rGI8SEMTamZpLBZ+7j+EMhA/IBhvHpOBCHubFwyDHzLgz&#10;b+i0DaWIIewzVFCF0GZSel2RRT9yLXHk9q6zGCLsSmk6PMdw28jnJEmlxZpjQ4UtrSrSh+3RKljX&#10;3zRJ9f7NzpZ68/X3G16mP0app8d+8Q4iUB/u4pt7beL8Sfo6hes78QZ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W/G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KGocYA&#10;AADeAAAADwAAAGRycy9kb3ducmV2LnhtbERP0WrCQBB8L/gPxwp9ay4GqjZ6Si0UKlWhtujrkltz&#10;obm9kLvG+Pc9QfBtdmdnZme+7G0tOmp95VjBKElBEBdOV1wq+Pl+f5qC8AFZY+2YFFzIw3IxeJhj&#10;rt2Zv6jbh1JEE/Y5KjAhNLmUvjBk0SeuIY7cybUWQxzbUuoWz9Hc1jJL07G0WHFMMNjQm6Hid/9n&#10;FXS4u6RHs9q+rKtNke1Wh08d9+px2L/OQATqw/34pv7Q8f3nySiD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KGo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P8oMMA&#10;AADeAAAADwAAAGRycy9kb3ducmV2LnhtbERPTUvDQBC9C/0Pywje7KYRrcRuSxEqHjXtweOYnWZT&#10;szNhd22iv94VBG/zeJ+z2ky+V2cKsRM2sJgXoIgbsR23Bg773fU9qJiQLfbCZOCLImzWs4sVVlZG&#10;fqVznVqVQzhWaMClNFRax8aRxziXgThzRwkeU4ah1TbgmMN9r8uiuNMeO84NDgd6dNR81J/ewPjU&#10;vJ/K45t132GQXf0ip7IXY64up+0DqERT+hf/uZ9tnn+7XNz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P8o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0w8UA&#10;AADeAAAADwAAAGRycy9kb3ducmV2LnhtbERP22oCMRB9F/oPYQq+aVZpVbZGsV6giKV46fu4GXdX&#10;k8mySXX9+0Yo9G0O5zrjaWONuFLtS8cKet0EBHHmdMm5gsN+1RmB8AFZo3FMCu7kYTp5ao0x1e7G&#10;W7ruQi5iCPsUFRQhVKmUPivIou+6ijhyJ1dbDBHWudQ13mK4NbKfJANpseTYUGBF84Kyy+7HKlh9&#10;Lcy5/7mdfcswXw6PZrR+X2yUaj83szcQgZrwL/5zf+g4/3XYe4HHO/EG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gnT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gMzMUA&#10;AADeAAAADwAAAGRycy9kb3ducmV2LnhtbERP22rCQBB9F/oPyxT6UnSjJSoxq5SCaKGCN/B1kh2T&#10;YHY2ZLcx/ftuoeDbHM510lVvatFR6yrLCsajCARxbnXFhYLzaT2cg3AeWWNtmRT8kIPV8mmQYqLt&#10;nQ/UHX0hQgi7BBWU3jeJlC4vyaAb2YY4cFfbGvQBtoXULd5DuKnlJIqm0mDFoaHEhj5Kym/Hb6Og&#10;239lxbZzzedt/urit2yz2emLUi/P/fsChKfeP8T/7q0O8+PZOIa/d8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Az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1CAC" w:rsidRDefault="00961CAC" w:rsidP="00961CA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bspsUA&#10;AADeAAAADwAAAGRycy9kb3ducmV2LnhtbERPS2sCMRC+C/6HMII3zSr1tRqlFgq9FOrjoLdxM+4u&#10;bibbJOq2v74RCt7m43vOYtWYStzI+dKygkE/AUGcWV1yrmC/e+9NQfiArLGyTAp+yMNq2W4tMNX2&#10;zhu6bUMuYgj7FBUUIdSplD4ryKDv25o4cmfrDIYIXS61w3sMN5UcJslYGiw5NhRY01tB2WV7NQrW&#10;s+n6++uFP383pyMdD6fLaOgSpbqd5nUOIlATnuJ/94eO80eTwRge78Qb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uymxQAAAN4AAAAPAAAAAAAAAAAAAAAAAJgCAABkcnMv&#10;ZG93bnJldi54bWxQSwUGAAAAAAQABAD1AAAAigMAAAAA&#10;" fillcolor="black" stroked="f">
                  <v:textbox>
                    <w:txbxContent>
                      <w:p w:rsidR="00961CAC" w:rsidRDefault="00961CAC" w:rsidP="00961CA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lHPcYA&#10;AADeAAAADwAAAGRycy9kb3ducmV2LnhtbERPS2sCMRC+C/0PYQreNKvgg61RalUQtAcfhx7Hzbgb&#10;djNZNlG3/fWNUOhtPr7nzBatrcSdGm8cKxj0ExDEmdOGcwXn06Y3BeEDssbKMSn4Jg+L+Utnhql2&#10;Dz7Q/RhyEUPYp6igCKFOpfRZQRZ939XEkbu6xmKIsMmlbvARw20lh0kylhYNx4YCa/ooKCuPN6vg&#10;azc204Oh4WX/s1zr/ahcfq5Kpbqv7fsbiEBt+Bf/ubc6zh9NBhN4vhN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lH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S+fccA&#10;AADeAAAADwAAAGRycy9kb3ducmV2LnhtbESPT0/DMAzF70h8h8hI3Fg6JGAqy6ZpCMGFA/sjrlbj&#10;NV0bp0uyrdunxwckbrbe83s/T+eD79SJYmoCGxiPClDEVbAN1wY26/eHCaiUkS12gcnAhRLMZ7c3&#10;UyxtOPM3nVa5VhLCqUQDLue+1DpVjjymUeiJRduF6DHLGmttI54l3Hf6sSietceGpcFhT0tHVbs6&#10;egNx8fPWXvm4bYvr1yV97IfDBJ0x93fD4hVUpiH/m/+uP63gP72MhVfekR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Evn3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mtrcQA&#10;AADeAAAADwAAAGRycy9kb3ducmV2LnhtbERP22oCMRB9L/gPYYS+lJpVsNbVKCIUCpWClw8YN+Pu&#10;YjJZNlNd+/WmUPBtDuc682XnnbpQG+vABoaDDBRxEWzNpYHD/uP1HVQUZIsuMBm4UYTlovc0x9yG&#10;K2/pspNSpRCOORqoRJpc61hU5DEOQkOcuFNoPUqCbalti9cU7p0eZdmb9lhzaqiwoXVFxXn34w24&#10;0dFNvyZxI7eD3mS/XrYv39aY5363moES6uQh/nd/2jR/PBlO4e+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5ra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+P18cA&#10;AADeAAAADwAAAGRycy9kb3ducmV2LnhtbESPT0/DMAzF70j7DpEncWMplfijsmwCpkm97EAZ2tVr&#10;TFOROFUTtrJPjw9I3Gz5+b33W66n4NWJxtRHNnC7KEARt9H23BnYv29vHkGljGzRRyYDP5RgvZpd&#10;LbGy8cxvdGpyp8SEU4UGXM5DpXVqHQVMizgQy+0zjgGzrGOn7YhnMQ9el0VxrwP2LAkOB3p11H41&#10;38HAphl8ua/dSzp87I5HX1+2dNgYcz2fnp9AZZryv/jvu7ZS/+6h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/j9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aYesIA&#10;AADeAAAADwAAAGRycy9kb3ducmV2LnhtbERPS4vCMBC+C/sfwizsTROFValGWRYFYU++Dt6GZGyr&#10;zaQ00Xb/vREEb/PxPWe+7Fwl7tSE0rOG4UCBIDbelpxrOOzX/SmIEJEtVp5Jwz8FWC4+enPMrG95&#10;S/ddzEUK4ZChhiLGOpMymIIchoGviRN39o3DmGCTS9tgm8JdJUdKjaXDklNDgTX9FmSuu5vTcFnL&#10;P28UmuPh2G7s5LQaU6W0/vrsfmYgInXxLX65NzbN/56Mhv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Nph6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1asQA&#10;AADeAAAADwAAAGRycy9kb3ducmV2LnhtbERPS2vCQBC+C/0PyxR6q5tGfJC6igpCUTyopfQ4zY5J&#10;SHY27K4a/70rFLzNx/ec6bwzjbiQ85VlBR/9BARxbnXFhYLv4/p9AsIHZI2NZVJwIw/z2Utvipm2&#10;V97T5RAKEUPYZ6igDKHNpPR5SQZ937bEkTtZZzBE6AqpHV5juGlkmiQjabDi2FBiS6uS8vpwNgp+&#10;z1s+7QabhVuGH9sdfZ3+TWql3l67xSeIQF14iv/dXzrOH47TFB7vxB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M9W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1CAC" w:rsidRDefault="00961CAC" w:rsidP="00961CA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2Fg8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f7gNX2G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2Fg8YAAADeAAAADwAAAAAAAAAAAAAAAACYAgAAZHJz&#10;L2Rvd25yZXYueG1sUEsFBgAAAAAEAAQA9QAAAIsDAAAAAA==&#10;" fillcolor="black" stroked="f">
                  <v:textbox>
                    <w:txbxContent>
                      <w:p w:rsidR="00961CAC" w:rsidRDefault="00961CAC" w:rsidP="00961CA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IWXcQA&#10;AADeAAAADwAAAGRycy9kb3ducmV2LnhtbERPS2sCMRC+F/ofwgi91az2ydYoi1Baelptxeu4GTeL&#10;m8mSpHH775tCwdt8fM9ZrEbbi0Q+dI4VzKYFCOLG6Y5bBV+fr7fPIEJE1tg7JgU/FGC1vL5aYKnd&#10;mTeUtrEVOYRDiQpMjEMpZWgMWQxTNxBn7ui8xZihb6X2eM7htpfzoniUFjvODQYHWhtqTttvqyAd&#10;1nV1l/bJbD581XpXv+0OtVI3k7F6ARFpjBfxv/td5/kPT/N7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CFl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1CAC" w:rsidRDefault="00961CAC" w:rsidP="00961CA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3z8UA&#10;AADeAAAADwAAAGRycy9kb3ducmV2LnhtbERPTWvCQBC9F/wPywje6kZBq9FVilRpe2mNgh6H7JgN&#10;ZmdDdo1pf323UOhtHu9zluvOVqKlxpeOFYyGCQji3OmSCwXHw/ZxBsIHZI2VY1LwRR7Wq97DElPt&#10;7rynNguFiCHsU1RgQqhTKX1uyKIfupo4chfXWAwRNoXUDd5juK3kOEmm0mLJscFgTRtD+TW7WQV+&#10;tHk5vdvveXveGf7I3sz0szBKDfrd8wJEoC78i//crzrOnzyNJ/D7Tr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vf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1CAC" w:rsidRDefault="00961CAC" w:rsidP="00961CA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61CAC" w:rsidRDefault="00961CAC" w:rsidP="00961CA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61CAC" w:rsidRDefault="00961CAC" w:rsidP="00961C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F7CB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961CAC" w:rsidRDefault="00961CAC" w:rsidP="00961CA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61CAC" w:rsidRDefault="00961CAC" w:rsidP="00961CA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61CAC" w:rsidRDefault="00961CAC" w:rsidP="00961C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61CAC" w:rsidRDefault="00961CAC" w:rsidP="00961CA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61CAC" w:rsidRDefault="00961CAC" w:rsidP="00961CA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61CAC" w:rsidRPr="005C5A92" w:rsidRDefault="00961CAC" w:rsidP="00961CA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Корнієнку І.П.</w:t>
      </w: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Корнієнка І.П.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Корнієнку Івану Петровичу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0.8270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село Дідова Гора.</w:t>
      </w:r>
    </w:p>
    <w:p w:rsidR="00961CAC" w:rsidRDefault="00961CAC" w:rsidP="00961CA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Корнієнку Івану Петровичу,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B241C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5B241C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0,8270 га, кадастровий номер: 6823984700:04:021:0027,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село Дідова Гора.</w:t>
      </w:r>
    </w:p>
    <w:p w:rsidR="00961CAC" w:rsidRDefault="00961CAC" w:rsidP="00961C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Корнієнку І.П,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961CAC" w:rsidRDefault="00961CAC" w:rsidP="00961C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61CAC" w:rsidRPr="00961CAC" w:rsidRDefault="00961CAC" w:rsidP="00961C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37A76" w:rsidRPr="00961CAC" w:rsidRDefault="00961CAC" w:rsidP="00961CA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37A76" w:rsidRPr="00961C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CAC"/>
    <w:rsid w:val="00237A76"/>
    <w:rsid w:val="005B241C"/>
    <w:rsid w:val="0096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A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CA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2021-07-19T06:10:00Z</dcterms:created>
  <dcterms:modified xsi:type="dcterms:W3CDTF">2021-07-19T06:37:00Z</dcterms:modified>
</cp:coreProperties>
</file>