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C10" w:rsidRPr="0066767B" w:rsidRDefault="00D53C10" w:rsidP="00D53C10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53C10" w:rsidRPr="0066767B" w:rsidRDefault="00D53C10" w:rsidP="00D53C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2E803A3" wp14:editId="79E0761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956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9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53C10" w:rsidRDefault="00D53C10" w:rsidP="00D53C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fW6Fr94AABGWQQADgAAAAAAAAAAAAAAAAAuAgAAZHJzL2Uyb0RvYy54bWxQSwECLQAUAAYACAAA&#10;ACEAsh1Mm+AAAAAKAQAADwAAAAAAAAAAAAAAAAAZewAAZHJzL2Rvd25yZXYueG1sUEsFBgAAAAAE&#10;AAQA8wAAACZ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d2asMA&#10;AADeAAAADwAAAGRycy9kb3ducmV2LnhtbERPS4vCMBC+L+x/CLPgbU2r+KqmIuKKB2Gpq/ehGdti&#10;MylN1O6/N4LgbT6+5yyWnanFjVpXWVYQ9yMQxLnVFRcKjn8/31MQziNrrC2Tgn9ysEw/PxaYaHvn&#10;jG4HX4gQwi5BBaX3TSKly0sy6Pq2IQ7c2bYGfYBtIXWL9xBuajmIorE0WHFoKLGhdUn55XA1Cuxw&#10;u9ufikE23PDE8+p3ej51e6V6X91qDsJT59/il3unw/x4NprA851wg0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Gd2a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xQu8kA&#10;AADeAAAADwAAAGRycy9kb3ducmV2LnhtbESPT0sDMRDF70K/QxjBS7HZCla7bVqksP47CK2C12Ez&#10;3azdTJYktms/vXMQvM3w3rz3m+V68J06UkxtYAPTSQGKuA625cbAx3t1fQ8qZWSLXWAy8EMJ1qvR&#10;xRJLG068peMuN0pCOJVowOXcl1qn2pHHNAk9sWj7ED1mWWOjbcSThPtO3xTFTHtsWRoc9rRxVB92&#10;397AV/XmPjd358c4nm/pPK5en7qXmTFXl8PDAlSmIf+b/66freBP57fCK+/IDHr1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zxQu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NRIcUA&#10;AADeAAAADwAAAGRycy9kb3ducmV2LnhtbESP0YrCMBBF34X9hzAL+yJrqqJoNYosKuJLUfcDhmZs&#10;is2kNFnb/XsjCL7NcO/cc2e57mwl7tT40rGC4SABQZw7XXKh4Pey+56B8AFZY+WYFPyTh/Xqo7fE&#10;VLuWT3Q/h0LEEPYpKjAh1KmUPjdk0Q9cTRy1q2sshrg2hdQNtjHcVnKUJFNpseRIMFjTj6H8dv6z&#10;EZKNMTte28tu32GL26Ph/uak1Ndnt1mACNSFt/l1fdCx/nA+mcP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Y1E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EnO8cA&#10;AADeAAAADwAAAGRycy9kb3ducmV2LnhtbESPQUsDMRCF70L/Q5iCN5tt0VW3TYtUBRF6sBaKt7CZ&#10;7i7dTEIydtd/7xwEbzPMm/fet9qMvlcXTLkLZGA+K0Ah1cF11Bg4fL7ePIDKbMnZPhAa+MEMm/Xk&#10;amUrFwb6wMueGyUmlCtroGWOlda5btHbPAsRSW6nkLxlWVOjXbKDmPteL4qi1N52JAmtjbhtsT7v&#10;v72B3fAS3+/Lu1P8SrcLnZ8dH7dszPV0fFqCYhz5X/z3/eak/vyxFADB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xJz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mXmsUA&#10;AADeAAAADwAAAGRycy9kb3ducmV2LnhtbESP0YrCMBBF34X9hzDCvoimXUHcahRZdBFfpLofMDRj&#10;U2wmpYm2+/dGEHyb4d65585y3dta3Kn1lWMF6SQBQVw4XXGp4O+8G89B+ICssXZMCv7Jw3r1MVhi&#10;pl3HOd1PoRQxhH2GCkwITSalLwxZ9BPXEEft4lqLIa5tKXWLXQy3tfxKkpm0WHEkGGzox1BxPd1s&#10;hByneDxcuvPut8cOtwfDo02u1Oew3yxABOrD2/y63utYP/2epfB8J84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eZea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8c18QA&#10;AADeAAAADwAAAGRycy9kb3ducmV2LnhtbERPTUvDQBC9C/0Pywje7KZBo6bdllIVRPBgFaS3ITtN&#10;gtnZZXds4r93BcHbPN7nrDaTG9SJYuo9G1jMC1DEjbc9twbe3x4vb0ElQbY4eCYD35Rgs56drbC2&#10;fuRXOu2lVTmEU40GOpFQa52ajhymuQ/EmTv66FAyjK22Eccc7gZdFkWlHfacGzoMtOuo+dx/OQMv&#10;40N4vqmuj+EQr0qd7q187MSYi/NpuwQlNMm/+M/9ZPP8xV1Vwu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HN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akpcUA&#10;AADeAAAADwAAAGRycy9kb3ducmV2LnhtbERP32vCMBB+H/g/hBP2IjN1Mtk6o6gQJkwQ3WCvR3O2&#10;Zc2lJJmt/70RhL3dx/fz5sveNuJMPtSOFUzGGQjiwpmaSwXfX/rpFUSIyAYbx6TgQgGWi8HDHHPj&#10;Oj7Q+RhLkUI45KigirHNpQxFRRbD2LXEiTs5bzEm6EtpPHYp3DbyOctm0mLNqaHCljYVFb/HP6tg&#10;ve/KqR8V6959nj5+XrQ2eqeVehz2q3cQkfr4L767tybNn7zNpnB7J90gF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ZqS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92LsIA&#10;AADeAAAADwAAAGRycy9kb3ducmV2LnhtbERPzYrCMBC+C75DmIW9aaqoaNco4lKQxcuqDzA0s03X&#10;ZlKSWOvbbwRhb/Px/c5629tGdORD7VjBZJyBIC6drrlScDkXoyWIEJE1No5JwYMCbDfDwRpz7e78&#10;Td0pViKFcMhRgYmxzaUMpSGLYexa4sT9OG8xJugrqT3eU7ht5DTLFtJizanBYEt7Q+X1dLMKiq/p&#10;sbvetC/crp9Zmpvf5adR6v2t332AiNTHf/HLfdBp/mS1mMHznXSD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v3Yu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OZSsUA&#10;AADeAAAADwAAAGRycy9kb3ducmV2LnhtbERP32vCMBB+H/g/hBP2MjR1Q3HVKCoEBxNEN9jr0Zxt&#10;sbmUJNruv18Gg73dx/fzluveNuJOPtSOFUzGGQjiwpmaSwWfH3o0BxEissHGMSn4pgDr1eBhiblx&#10;HZ/ofo6lSCEcclRQxdjmUoaiIoth7FrixF2ctxgT9KU0HrsUbhv5nGUzabHm1FBhS7uKiuv5ZhVs&#10;j1354p+Kbe/eL/uvqdZGH7RSj8N+swARqY//4j/3m0nzJ6+zKfy+k26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5l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FNwsIA&#10;AADeAAAADwAAAGRycy9kb3ducmV2LnhtbERP3WrCMBS+H/gO4Qi7m6kyi1ajiFKQsZu5PcChOTbV&#10;5qQksda3X4TB7s7H93vW28G2oicfGscKppMMBHHldMO1gp/v8m0BIkRkja1jUvCgANvN6GWNhXZ3&#10;/qL+FGuRQjgUqMDE2BVShsqQxTBxHXHizs5bjAn6WmqP9xRuWznLslxabDg1GOxob6i6nm5WQfkx&#10;++yvN+1LtxveLc3NZXEwSr2Oh90KRKQh/ov/3Eed5k+XeQ7Pd9INcvM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IU3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N2scEA&#10;AADeAAAADwAAAGRycy9kb3ducmV2LnhtbERPzYrCMBC+C/sOYRb2pml3tWo1iiwoerT6AEMztsVm&#10;0m2irW+/EQRv8/H9znLdm1rcqXWVZQXxKAJBnFtdcaHgfNoOZyCcR9ZYWyYFD3KwXn0Mlphq2/GR&#10;7pkvRAhhl6KC0vsmldLlJRl0I9sQB+5iW4M+wLaQusUuhJtafkdRIg1WHBpKbOi3pPya3YyC8aPb&#10;/WWTa7TVhuLDT3Ngn0+U+vrsNwsQnnr/Fr/cex3mx/NkCs93wg1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ijdr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70bMUA&#10;AADeAAAADwAAAGRycy9kb3ducmV2LnhtbESPQYvCQAyF7wv+hyGCt3Wqh7JWRxFFEU9u1/UcOrEt&#10;djKlM2r99+awsLeE9/Lel8Wqd416UBdqzwYm4wQUceFtzaWB88/u8wtUiMgWG89k4EUBVsvBxwIz&#10;65/8TY88lkpCOGRooIqxzbQORUUOw9i3xKJdfecwytqV2nb4lHDX6GmSpNphzdJQYUubiopbfncG&#10;7ulleubr0Z7y7Ws/2+7WQf+WxoyG/XoOKlIf/81/1wcr+JNZKrzyjsygl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PvRs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3h6sYA&#10;AADeAAAADwAAAGRycy9kb3ducmV2LnhtbERPS2vCQBC+C/6HZQRvurFKMKmrtAWh9lDxdehtzI5J&#10;2uxszG41/fduQfA2H99zZovWVOJCjSstKxgNIxDEmdUl5wr2u+VgCsJ5ZI2VZVLwRw4W825nhqm2&#10;V97QZetzEULYpaig8L5OpXRZQQbd0NbEgTvZxqAPsMmlbvAawk0ln6IolgZLDg0F1vRWUPaz/TUK&#10;DutpnKxfV5Pvj88jjo0+f+kyVqrfa1+eQXhq/UN8d7/rMH+UxAn8vxNu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3h6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JPscA&#10;AADeAAAADwAAAGRycy9kb3ducmV2LnhtbESPS2/CQAyE75X4DytX6q1seIhHYEEtVQFxohSJq5V1&#10;k4isN8puIfDr8aFSb7Y8nplvvmxdpS7UhNKzgV43AUWceVtybuD4/fk6ARUissXKMxm4UYDlovM0&#10;x9T6K3/R5RBzJSYcUjRQxFinWoesIIeh62tiuf34xmGUtcm1bfAq5q7S/SQZaYclS0KBNa0Kys6H&#10;X2fgPjrhPmz67x8DG+k2nKz9br825uW5fZuBitTGf/Hf99ZK/d50LACCIzPox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cHST7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KFC8MA&#10;AADeAAAADwAAAGRycy9kb3ducmV2LnhtbERPzYrCMBC+L/gOYQRva1rRXa1GkUXBm2v1AYZmTIvN&#10;pDZZrT69WVjY23x8v7NYdbYWN2p95VhBOkxAEBdOV2wUnI7b9ykIH5A11o5JwYM8rJa9twVm2t35&#10;QLc8GBFD2GeooAyhyaT0RUkW/dA1xJE7u9ZiiLA1Urd4j+G2lqMk+ZAWK44NJTb0VVJxyX+sgqsb&#10;TXSXb3B/2cy+K2PG1+dhrNSg363nIAJ14V/8597pOD+dfabw+068QS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nKFC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x9l8QA&#10;AADeAAAADwAAAGRycy9kb3ducmV2LnhtbERPyW7CMBC9I/UfrEHqrTihKkvAidpKlbhCe+A42EMS&#10;iMdp7Ia0X4+RKnGbp7fOuhhsI3rqfO1YQTpJQBBrZ2ouFXx9fjwtQPiAbLBxTAp+yUORP4zWmBl3&#10;4S31u1CKGMI+QwVVCG0mpdcVWfQT1xJH7ug6iyHCrpSmw0sMt42cJslMWqw5NlTY0ntF+rz7sQo2&#10;9YFeZvq4tIs3vd3/fYfn+cko9TgeXlcgAg3hLv53b0ycny7nU7i9E2+Q+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cfZf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Eh28YA&#10;AADeAAAADwAAAGRycy9kb3ducmV2LnhtbERP0WrCQBB8L/gPxwq+1UsU2hq9iAqCpa1QW/R1ya25&#10;YG4v5M4Y/75XKPRtdmdnZmex7G0tOmp95VhBOk5AEBdOV1wq+P7aPr6A8AFZY+2YFNzJwzIfPCww&#10;0+7Gn9QdQimiCfsMFZgQmkxKXxiy6MeuIY7c2bUWQxzbUuoWb9Hc1nKSJE/SYsUxwWBDG0PF5XC1&#10;Cjrc35OTWX/MXqv3YrJfH9903KvRsF/NQQTqw//xn3qn4/vp7HkK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Eh2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mNcMA&#10;AADeAAAADwAAAGRycy9kb3ducmV2LnhtbERPTUvDQBC9C/0Pywje7KZBtMZuSxEqHjXtweOYnWZT&#10;szNhd22iv94VBG/zeJ+z2ky+V2cKsRM2sJgXoIgbsR23Bg773fUSVEzIFnthMvBFETbr2cUKKysj&#10;v9K5Tq3KIRwrNOBSGiqtY+PIY5zLQJy5owSPKcPQahtwzOG+12VR3GqPHecGhwM9Omo+6k9vYHxq&#10;3k/l8c267zDIrn6RU9mLMVeX0/YBVKIp/Yv/3M82z1/c393A7zv5Br3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VmN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HTucUA&#10;AADeAAAADwAAAGRycy9kb3ducmV2LnhtbERP22oCMRB9L/QfwhR8q1kFq65GsV5AikW8vY+b6e62&#10;yWTZpLr9eyMUfJvDuc542lgjLlT70rGCTjsBQZw5XXKu4HhYvQ5A+ICs0TgmBX/kYTp5fhpjqt2V&#10;d3TZh1zEEPYpKihCqFIpfVaQRd92FXHkvlxtMURY51LXeI3h1shukrxJiyXHhgIrmheU/ex/rYLV&#10;dmG+u5+72UmG+bJ/NoOP98VGqdZLMxuBCNSEh/jfvdZxfmfY78H9nXiDn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IdO5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WQWsUA&#10;AADeAAAADwAAAGRycy9kb3ducmV2LnhtbERPTWvCQBC9C/6HZQQvUjdWajW6ihREhQrWCl7H7JgE&#10;s7Mhu8b4712h0Ns83ufMFo0pRE2Vyy0rGPQjEMSJ1TmnCo6/q7cxCOeRNRaWScGDHCzm7dYMY23v&#10;/EP1wacihLCLUUHmfRlL6ZKMDLq+LYkDd7GVQR9glUpd4T2Em0K+R9FIGsw5NGRY0ldGyfVwMwrq&#10;/fc53dSu3F7HPfcxPK/XO31SqttpllMQnhr/L/5zb3SYP5h8juD1TrhBz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BZB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VL3MYA&#10;AADeAAAADwAAAGRycy9kb3ducmV2LnhtbERPTWvCQBC9F/wPyxS81Y1iq8asooVCL4Vqe9DbJDtN&#10;gtnZdHerqb/eFQRv83ifky0704gjOV9bVjAcJCCIC6trLhV8f709TUH4gKyxsUwK/snDctF7yDDV&#10;9sQbOm5DKWII+xQVVCG0qZS+qMigH9iWOHI/1hkMEbpSaoenGG4aOUqSF2mw5thQYUuvFRWH7Z9R&#10;sJ5N17+fY/44b/I97Xf54XnkEqX6j91qDiJQF+7im/tdx/nD2WQC13fiDX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CVL3MYAAADeAAAADwAAAAAAAAAAAAAAAACYAgAAZHJz&#10;L2Rvd25yZXYueG1sUEsFBgAAAAAEAAQA9QAAAIsDAAAAAA==&#10;" fillcolor="black" stroked="f"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nRrskA&#10;AADeAAAADwAAAGRycy9kb3ducmV2LnhtbESPT0/CQBDF7yZ+h82YeJMtJCAWFiICiYl44M+B49gd&#10;2027s013heqndw4m3mby3rz3m/my9426UBddYAPDQQaKuAjWcWngdNw+TEHFhGyxCUwGvinCcnF7&#10;M8fchivv6XJIpZIQjjkaqFJqc61jUZHHOAgtsWifofOYZO1KbTu8Srhv9CjLJtqjY2mosKWXior6&#10;8OUNnN8mbrp3NPrY/aw2djeuV+/r2pj7u/55BipRn/7Nf9evVvCHT4/CK+/IDHrxC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HnRr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cZB8QA&#10;AADeAAAADwAAAGRycy9kb3ducmV2LnhtbERPO2/CMBDekfgP1iF1Kw4MLaQYhECILh3KQ11P8TVO&#10;E5+DbSDw6+tKldju0/e82aKzjbiQD5VjBaNhBoK4cLriUsFhv3megAgRWWPjmBTcKMBi3u/NMNfu&#10;yp902cVSpBAOOSowMba5lKEwZDEMXUucuG/nLcYEfSm1x2sKt40cZ9mLtFhxajDY0spQUe/OVoFf&#10;fq3rO5+PdXb/uIXtT3eaoFHqadAt30BE6uJD/O9+12n+aPo6hb930g1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nGQ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l29scA&#10;AADeAAAADwAAAGRycy9kb3ducmV2LnhtbESPQWsCQQyF74X+hyEFL6XO6qHVraOUQkFQClp/QLoT&#10;dxdnMstOqqu/vjkUekvIy3vvW6yGGMyZ+twmdjAZF2CIq+Rbrh0cvj6eZmCyIHsMicnBlTKslvd3&#10;Cyx9uvCOznupjZpwLtFBI9KV1uaqoYh5nDpivR1TH1F07Wvre7yoeQx2WhTPNmLLmtBgR+8NVaf9&#10;T3QQpt9hvnnJW7ke7La4Rdk9fnrnRg/D2ysYoUH+xX/fa6/1J/OZAiiOzm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b5dv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WSN8UA&#10;AADeAAAADwAAAGRycy9kb3ducmV2LnhtbERPPW/CMBDdkfofrKvUDZwwVJBiUFuElKVDQyrWIz7i&#10;CPscxS6k/HpcqVK3e3qft9qMzooLDaHzrCCfZSCIG687bhXU+910ASJEZI3WMyn4oQCb9cNkhYX2&#10;V/6kSxVbkUI4FKjAxNgXUobGkMMw8z1x4k5+cBgTHFqpB7ymcGflPMuepcOOU4PBnt4NNefq2ynY&#10;Vr2d16V5C4evj+PRlrcdHbZKPT2Ory8gIo3xX/znLnWany8XOfy+k26Q6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ZZI3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K+dsIA&#10;AADeAAAADwAAAGRycy9kb3ducmV2LnhtbERPS4vCMBC+C/sfwizsTRM9+KhGWRYFYU++Dt6GZGyr&#10;zaQ00Xb//UYQvM3H95zFqnOVeFATSs8ahgMFgth4W3Ku4XjY9KcgQkS2WHkmDX8UYLX86C0ws77l&#10;HT32MRcphEOGGooY60zKYApyGAa+Jk7cxTcOY4JNLm2DbQp3lRwpNZYOS04NBdb0U5C57e9Ow3Uj&#10;f71RaE7HU7u1k/N6TJXS+uuz+56DiNTFt/jl3to0fzibjuD5TrpB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sr52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oisQA&#10;AADeAAAADwAAAGRycy9kb3ducmV2LnhtbERPTYvCMBC9L/gfwgje1lSFpVajqLCwKHtYFfE4NmNb&#10;2kxKErX++83Cgrd5vM+ZLzvTiDs5X1lWMBomIIhzqysuFBwPn+8pCB+QNTaWScGTPCwXvbc5Zto+&#10;+Ifu+1CIGMI+QwVlCG0mpc9LMuiHtiWO3NU6gyFCV0jt8BHDTSPHSfIhDVYcG0psaVNSXu9vRsH5&#10;tuPr92S7cutwst3B1+NLWis16HerGYhAXXiJ/91fOs4fTdMJ/L0Tb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W6I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KljMUA&#10;AADeAAAADwAAAGRycy9kb3ducmV2LnhtbERPTWsCMRC9C/0PYQRvmlW0rFuj1ILgRVDbQ72Nm3F3&#10;cTPZJlG3/fWNIHibx/uc2aI1tbiS85VlBcNBAoI4t7riQsHX56qfgvABWWNtmRT8kofF/KUzw0zb&#10;G+/oug+FiCHsM1RQhtBkUvq8JIN+YBviyJ2sMxgidIXUDm8x3NRylCSv0mDFsaHEhj5Kys/7i1Gw&#10;nKbLn+2YN3+744EO38fzZOQSpXrd9v0NRKA2PMUP91rH+cNpOob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IqWMxQAAAN4AAAAPAAAAAAAAAAAAAAAAAJgCAABkcnMv&#10;ZG93bnJldi54bWxQSwUGAAAAAAQABAD1AAAAigMAAAAA&#10;" fillcolor="black" stroked="f"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gLvcQA&#10;AADeAAAADwAAAGRycy9kb3ducmV2LnhtbERPS0sDMRC+C/6HMII3m21FqdumZSkUxdP2Ib1ON+Nm&#10;cTNZkpiu/94IQm/z8T1nuR5tLxL50DlWMJ0UIIgbpztuFRwP24c5iBCRNfaOScEPBVivbm+WWGp3&#10;4R2lfWxFDuFQogIT41BKGRpDFsPEDcSZ+3TeYszQt1J7vORw28tZUTxLix3nBoMDbQw1X/tvqyCd&#10;N3X1mE7J7N591XpXv36ca6Xu78ZqASLSGK/if/ebzvOnL/Mn+Hsn3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YC73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bRw8UA&#10;AADeAAAADwAAAGRycy9kb3ducmV2LnhtbERPTWvCQBC9F/wPywje6iYegkZXKdJK7aU1CvY4ZKfZ&#10;0OxsyG5j6q93CwVv83ifs9oMthE9db52rCCdJiCIS6drrhScji+PcxA+IGtsHJOCX/KwWY8eVphr&#10;d+ED9UWoRAxhn6MCE0KbS+lLQxb91LXEkftyncUQYVdJ3eElhttGzpIkkxZrjg0GW9oaKr+LH6vA&#10;p9vn85u9LvrPneH3Ym+yj8ooNRkPT0sQgYZwF/+7X3Wcny7mGfy9E2+Q6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ptHD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53C10" w:rsidRDefault="00D53C10" w:rsidP="00D53C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3C10" w:rsidRPr="0066767B" w:rsidRDefault="00D53C10" w:rsidP="00D53C1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3C10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D53C10" w:rsidRPr="0066767B" w:rsidRDefault="00D53C10" w:rsidP="00D53C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D53C10" w:rsidRPr="0066767B" w:rsidRDefault="00D53C10" w:rsidP="00D53C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D53C10" w:rsidRPr="0066767B" w:rsidRDefault="00D53C10" w:rsidP="00D53C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D53C10" w:rsidRDefault="00D53C10" w:rsidP="00D53C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D53C10" w:rsidRDefault="00D53C10" w:rsidP="00D53C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Про надання дозволу на розробку технічної</w:t>
      </w: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документації із землеустрою щодо поділу</w:t>
      </w: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та об’єднання земельної ділянки</w:t>
      </w: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6823984000:03:018:0333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яка розташована</w:t>
      </w: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на території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Крупецької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сільської ради</w:t>
      </w: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за межами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с.Крупець</w:t>
      </w:r>
      <w:proofErr w:type="spellEnd"/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Славутського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району, Хмельницької області</w:t>
      </w:r>
    </w:p>
    <w:p w:rsidR="00D53C10" w:rsidRPr="001C55EE" w:rsidRDefault="00D53C10" w:rsidP="00D53C10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ВИРІШИЛА:</w:t>
      </w: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D53C10" w:rsidRPr="001C55EE" w:rsidRDefault="00D53C10" w:rsidP="00D53C1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1. Надати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>технічної документації  із землеустрою щодо 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земельної ділянки площею 0,7294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/>
        </w:rPr>
        <w:t>6823984000:03:018:0333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яка розташована на території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за межами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с.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>Крупець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, 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/>
        </w:rPr>
        <w:t>.</w:t>
      </w: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D53C10" w:rsidRPr="001C55EE" w:rsidRDefault="00D53C10" w:rsidP="00D53C1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D53C10" w:rsidRPr="001C55EE" w:rsidRDefault="00D53C10" w:rsidP="00D53C1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p w:rsidR="00701497" w:rsidRPr="00D53C10" w:rsidRDefault="00701497">
      <w:pPr>
        <w:rPr>
          <w:lang w:val="en-US"/>
        </w:rPr>
      </w:pPr>
      <w:bookmarkStart w:id="0" w:name="_GoBack"/>
      <w:bookmarkEnd w:id="0"/>
    </w:p>
    <w:sectPr w:rsidR="00701497" w:rsidRPr="00D53C10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C64" w:rsidRDefault="00301C64">
      <w:pPr>
        <w:spacing w:after="0" w:line="240" w:lineRule="auto"/>
      </w:pPr>
      <w:r>
        <w:separator/>
      </w:r>
    </w:p>
  </w:endnote>
  <w:endnote w:type="continuationSeparator" w:id="0">
    <w:p w:rsidR="00301C64" w:rsidRDefault="00301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C64" w:rsidRDefault="00301C64">
      <w:pPr>
        <w:spacing w:after="0" w:line="240" w:lineRule="auto"/>
      </w:pPr>
      <w:r>
        <w:separator/>
      </w:r>
    </w:p>
  </w:footnote>
  <w:footnote w:type="continuationSeparator" w:id="0">
    <w:p w:rsidR="00301C64" w:rsidRDefault="00301C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C10"/>
    <w:rsid w:val="00301C64"/>
    <w:rsid w:val="00701497"/>
    <w:rsid w:val="00D53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80" w:line="274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2021-01-18T12:04:00Z</dcterms:created>
  <dcterms:modified xsi:type="dcterms:W3CDTF">2021-01-18T12:04:00Z</dcterms:modified>
</cp:coreProperties>
</file>