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848" w:rsidRDefault="00873848" w:rsidP="008738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73848" w:rsidRDefault="00873848" w:rsidP="00873848"/>
    <w:p w:rsidR="00873848" w:rsidRDefault="00873848" w:rsidP="00873848"/>
    <w:p w:rsidR="00873848" w:rsidRDefault="00873848" w:rsidP="008738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73848" w:rsidRDefault="00873848" w:rsidP="008738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73848" w:rsidRDefault="00873848" w:rsidP="008738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73848" w:rsidRDefault="00873848" w:rsidP="008738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73848" w:rsidRDefault="00873848" w:rsidP="008738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3848" w:rsidRDefault="00873848" w:rsidP="008738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73848" w:rsidRDefault="00873848" w:rsidP="008738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3848" w:rsidRDefault="00873848" w:rsidP="0087384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73848" w:rsidRDefault="00873848" w:rsidP="00873848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№98</w:t>
      </w:r>
    </w:p>
    <w:p w:rsidR="00873848" w:rsidRPr="00B72082" w:rsidRDefault="00873848" w:rsidP="0087384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73848" w:rsidRPr="00B72082" w:rsidRDefault="00873848" w:rsidP="0087384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873848" w:rsidRPr="00B72082" w:rsidRDefault="00873848" w:rsidP="0087384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ехн</w:t>
      </w:r>
      <w:proofErr w:type="gram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</w:p>
    <w:p w:rsidR="00873848" w:rsidRPr="00B72082" w:rsidRDefault="00873848" w:rsidP="0087384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</w:t>
      </w:r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873848" w:rsidRPr="00B72082" w:rsidRDefault="00873848" w:rsidP="0087384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873848" w:rsidRPr="00B72082" w:rsidRDefault="00873848" w:rsidP="00873848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Поліщуку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Ю.В.</w:t>
      </w:r>
    </w:p>
    <w:p w:rsidR="00873848" w:rsidRPr="00B72082" w:rsidRDefault="00873848" w:rsidP="0087384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73848" w:rsidRPr="00B72082" w:rsidRDefault="00873848" w:rsidP="0087384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пункту 34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</w:t>
      </w: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Поліщука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Ю.В.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873848" w:rsidRPr="00B72082" w:rsidRDefault="00873848" w:rsidP="0087384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873848" w:rsidRPr="00B72082" w:rsidRDefault="00873848" w:rsidP="0087384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Поліщуку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Юрію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Володимировичу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2C540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0,1124 га, для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олом’є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вул.Миру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89,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номер 6823986800:02:006:0021.</w:t>
      </w:r>
    </w:p>
    <w:p w:rsidR="00873848" w:rsidRPr="00B72082" w:rsidRDefault="00873848" w:rsidP="0087384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Поліщуку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Ю.В.,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873848" w:rsidRPr="00B72082" w:rsidRDefault="00873848" w:rsidP="0087384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72082">
        <w:rPr>
          <w:rFonts w:ascii="Times New Roman" w:hAnsi="Times New Roman" w:cs="Times New Roman"/>
          <w:sz w:val="24"/>
          <w:szCs w:val="24"/>
        </w:rPr>
        <w:t xml:space="preserve"> 3. Контроль за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7208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7208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73848" w:rsidRPr="00B72082" w:rsidRDefault="00873848" w:rsidP="0087384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01CE" w:rsidRPr="00873848" w:rsidRDefault="00873848" w:rsidP="0087384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C601CE" w:rsidRPr="0087384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848"/>
    <w:rsid w:val="00171A2E"/>
    <w:rsid w:val="002C5401"/>
    <w:rsid w:val="00304C90"/>
    <w:rsid w:val="00505B6D"/>
    <w:rsid w:val="006D3977"/>
    <w:rsid w:val="007D6C18"/>
    <w:rsid w:val="00873848"/>
    <w:rsid w:val="00C601C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255</Words>
  <Characters>1458</Characters>
  <Application>Microsoft Office Word</Application>
  <DocSecurity>0</DocSecurity>
  <Lines>12</Lines>
  <Paragraphs>3</Paragraphs>
  <ScaleCrop>false</ScaleCrop>
  <Company>Microsoft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2020-07-29T14:27:00Z</dcterms:created>
  <dcterms:modified xsi:type="dcterms:W3CDTF">2020-07-29T18:15:00Z</dcterms:modified>
</cp:coreProperties>
</file>