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4C9" w:rsidRDefault="009D74C9" w:rsidP="009D74C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C9" w:rsidRDefault="009D74C9" w:rsidP="009D74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D74C9" w:rsidRDefault="009D74C9" w:rsidP="009D74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D74C9" w:rsidRPr="007B088A" w:rsidRDefault="009D74C9" w:rsidP="009D74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D74C9" w:rsidRDefault="009D74C9" w:rsidP="009D74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74C9" w:rsidRDefault="009D74C9" w:rsidP="009D74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74C9" w:rsidRDefault="009D74C9" w:rsidP="009D74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74C9" w:rsidRDefault="009D74C9" w:rsidP="009D74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D74C9" w:rsidRDefault="009D74C9" w:rsidP="009D74C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D74C9" w:rsidRDefault="009D74C9" w:rsidP="009D74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D74C9" w:rsidRDefault="009D74C9" w:rsidP="009D74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D74C9" w:rsidRDefault="009D74C9" w:rsidP="009D74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74C9" w:rsidRDefault="009D74C9" w:rsidP="009D74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D74C9" w:rsidRDefault="009D74C9" w:rsidP="009D74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74C9" w:rsidRDefault="009D74C9" w:rsidP="009D74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D74C9" w:rsidRDefault="009D74C9" w:rsidP="009D74C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D74C9" w:rsidRPr="00F23833" w:rsidRDefault="009D74C9" w:rsidP="009D74C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91</w:t>
      </w:r>
    </w:p>
    <w:p w:rsidR="009D74C9" w:rsidRPr="00EB4539" w:rsidRDefault="009D74C9" w:rsidP="009D74C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D74C9" w:rsidRPr="00EB4539" w:rsidRDefault="009D74C9" w:rsidP="009D74C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</w:p>
    <w:p w:rsidR="009D74C9" w:rsidRPr="00EB4539" w:rsidRDefault="009D74C9" w:rsidP="009D74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п</w:t>
      </w:r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</w:p>
    <w:p w:rsidR="009D74C9" w:rsidRPr="00EB4539" w:rsidRDefault="009D74C9" w:rsidP="009D74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9D74C9" w:rsidRPr="00EB4539" w:rsidRDefault="009D74C9" w:rsidP="009D74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Пономаренко Ю.П.</w:t>
      </w:r>
    </w:p>
    <w:p w:rsidR="009D74C9" w:rsidRPr="00EB4539" w:rsidRDefault="009D74C9" w:rsidP="009D74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9D74C9" w:rsidRPr="00EB4539" w:rsidRDefault="009D74C9" w:rsidP="009D74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22, 116, 118, 121, 122 Земельного кодексу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 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Пономаренка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Ю.П.,, 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9D74C9" w:rsidRPr="00F23833" w:rsidRDefault="009D74C9" w:rsidP="009D74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9D74C9" w:rsidRPr="00EB4539" w:rsidRDefault="009D74C9" w:rsidP="009D74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Надати Пономаренку Юлію Петровичу, який зареєстрований за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251794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</w:t>
      </w:r>
      <w:bookmarkStart w:id="0" w:name="_GoBack"/>
      <w:bookmarkEnd w:id="0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0,6000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га, для ведення особистого селянського господарства,  яка розташована в Хмельницька область, Шепетівський район,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D74C9" w:rsidRPr="00EB4539" w:rsidRDefault="009D74C9" w:rsidP="009D74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Пономаренку Ю.П.,  розробити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D74C9" w:rsidRPr="00EB4539" w:rsidRDefault="009D74C9" w:rsidP="009D74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D74C9" w:rsidRPr="00EB4539" w:rsidRDefault="009D74C9" w:rsidP="009D74C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D74C9" w:rsidRPr="00EB4539" w:rsidRDefault="009D74C9" w:rsidP="009D74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D74C9" w:rsidRPr="009D74C9" w:rsidRDefault="009D74C9" w:rsidP="009D74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84EC5" w:rsidRPr="009D74C9" w:rsidRDefault="009D74C9" w:rsidP="009D74C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EB4539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184EC5" w:rsidRPr="009D74C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4C9"/>
    <w:rsid w:val="00184EC5"/>
    <w:rsid w:val="00251794"/>
    <w:rsid w:val="009D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C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D74C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D74C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D74C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C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D74C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D74C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D74C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241</Words>
  <Characters>1379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2021-07-26T12:59:00Z</dcterms:created>
  <dcterms:modified xsi:type="dcterms:W3CDTF">2021-07-27T07:36:00Z</dcterms:modified>
</cp:coreProperties>
</file>