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64305" w:rsidRDefault="00E64305" w:rsidP="00E6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64305" w:rsidRDefault="00E64305" w:rsidP="00E6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64305" w:rsidRDefault="00E64305" w:rsidP="00E6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64305" w:rsidRDefault="00E64305" w:rsidP="00E6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64305" w:rsidRDefault="00E64305" w:rsidP="00E643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305" w:rsidRDefault="00E64305" w:rsidP="00E6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64305" w:rsidRDefault="00E64305" w:rsidP="00E6430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E64305" w:rsidRDefault="00E64305" w:rsidP="00E6430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64305" w:rsidRDefault="00E64305" w:rsidP="00E6430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64305" w:rsidRDefault="00E64305" w:rsidP="00E6430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64305" w:rsidRDefault="00E64305" w:rsidP="00E6430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64305" w:rsidRDefault="00E64305" w:rsidP="00E6430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М.Я.</w:t>
      </w:r>
    </w:p>
    <w:p w:rsidR="00E64305" w:rsidRDefault="00E64305" w:rsidP="00E6430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64305" w:rsidRDefault="00E64305" w:rsidP="00E6430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9660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0,6252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03:018:0330).</w:t>
      </w:r>
      <w:proofErr w:type="gramEnd"/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64305" w:rsidRDefault="00E64305" w:rsidP="00E643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64305" w:rsidRDefault="00E64305" w:rsidP="00E6430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4305" w:rsidRDefault="00E64305" w:rsidP="00E6430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4305" w:rsidRDefault="00E64305" w:rsidP="00E6430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p w:rsidR="00D9017B" w:rsidRDefault="00D9017B"/>
    <w:sectPr w:rsidR="00D901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305"/>
    <w:rsid w:val="00171A2E"/>
    <w:rsid w:val="00304C90"/>
    <w:rsid w:val="00505B6D"/>
    <w:rsid w:val="006D3977"/>
    <w:rsid w:val="007D6C18"/>
    <w:rsid w:val="00D1641A"/>
    <w:rsid w:val="00D9017B"/>
    <w:rsid w:val="00E64305"/>
    <w:rsid w:val="00E9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2020-07-21T14:25:00Z</dcterms:created>
  <dcterms:modified xsi:type="dcterms:W3CDTF">2020-07-21T14:53:00Z</dcterms:modified>
</cp:coreProperties>
</file>