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828" w:rsidRDefault="00AC0828" w:rsidP="00AC082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DDC106" wp14:editId="3A42DB2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86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8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828" w:rsidRDefault="00AC0828" w:rsidP="00AC08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SHo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4epoub6HS6/PrAXif8dLggD3LjnYVfTk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IdIOXiQaPZwckGnykv7l4++XimU678cfDz+/OfAz1cIOorQ+S0q/uTz9d&#10;H0+e6JnOvX1DTmnoNMVR8daV6O4hJ+4WGEYmTisgksTnF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2vusQA&#10;AADdAAAADwAAAGRycy9kb3ducmV2LnhtbESPQWvCQBSE7wX/w/IEb3VjAmmIriJSJYdAia33R/aZ&#10;BLNvQ3ar8d93C4Ueh5n5htnsJtOLO42us6xgtYxAENdWd9wo+Po8vmYgnEfW2FsmBU9ysNvOXjaY&#10;a/vgiu5n34gAYZejgtb7IZfS1S0ZdEs7EAfvakeDPsixkXrER4CbXsZRlEqDHYeFFgc6tFTfzt9G&#10;gU1ORXlp4ip55zfP+4/seplKpRbzab8G4Wny/+G/dqEVpFkaw++b8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tr7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OL8gA&#10;AADdAAAADwAAAGRycy9kb3ducmV2LnhtbESPS2vDMBCE74X+B7GBXkIjtwU3caKEEnBfh0IekOti&#10;bSyn1spIauLm10eBQo/DzHzDzBa9bcWRfGgcK3gYZSCIK6cbrhVsN+X9GESIyBpbx6TglwIs5rc3&#10;Myy0O/GKjutYiwThUKACE2NXSBkqQxbDyHXEyds7bzEm6WupPZ4S3LbyMctyabHhtGCwo6Wh6nv9&#10;YxUcyi+zWz6fX/1wsqLzsPx8az9ype4G/csURKQ+/of/2u9aQT7On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d84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Y0JMMA&#10;AADdAAAADwAAAGRycy9kb3ducmV2LnhtbESP3YrCMBCF74V9hzALeyOa+kORahRZdBFvpOoDDM3Y&#10;lG0mpYm2+/YbQfDycH4+zmrT21o8qPWVYwWTcQKCuHC64lLB9bIfLUD4gKyxdkwK/sjDZv0xWGGm&#10;Xcc5Pc6hFHGEfYYKTAhNJqUvDFn0Y9cQR+/mWoshyraUusUujttaTpMklRYrjgSDDX0bKn7Pdxsh&#10;pxmejrfusv/pscPd0fBwmyv19dlvlyAC9eEdfrUPWkG6SOfwfBOf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Y0J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FEH8YA&#10;AADdAAAADwAAAGRycy9kb3ducmV2LnhtbESPQUsDMRSE70L/Q3gFbzbbYteyNi2lKojgwSqU3h6b&#10;193FzUtInt313xtB8DjMzDfMeju6Xl0ops6zgfmsAEVce9txY+Dj/elmBSoJssXeMxn4pgTbzeRq&#10;jZX1A7/R5SCNyhBOFRpoRUKldapbcphmPhBn7+yjQ8kyNtpGHDLc9XpRFKV22HFeaDHQvqX68/Dl&#10;DLwOj+HlrlyewyneLnR6sHLcizHX03F3D0polP/wX/vZGihX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FEH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gPyMQA&#10;AADdAAAADwAAAGRycy9kb3ducmV2LnhtbESP32qDMBTG7wd7h3AGvRlr7AZSnGmRMcfojdjuAQ7m&#10;aGTmRExa7dsvg0IvP74/P758v9hBXGjyvWMFm3UCgrhxuudOwc+pfNmC8AFZ4+CYFFzJw373+JBj&#10;pt3MNV2OoRNxhH2GCkwIYyalbwxZ9Gs3EkevdZPFEOXUST3hHMftIF+TJJUWe44EgyN9GGp+j2cb&#10;IdUbVod2PpVfC874eTD8XNRKrZ6W4h1EoCXcw7f2t1aQbtMU/t/EJ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YD8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9/88YA&#10;AADdAAAADwAAAGRycy9kb3ducmV2LnhtbESPQUsDMRSE70L/Q3gFbzbbotuyNi2lKojgwSqU3h6b&#10;193FzUtInt313xtB8DjMzDfMeju6Xl0ops6zgfmsAEVce9txY+Dj/elmBSoJssXeMxn4pgTbzeRq&#10;jZX1A7/R5SCNyhBOFRpoRUKldapbcphmPhBn7+yjQ8kyNtpGHDLc9XpRFKV22HFeaDHQvqX68/Dl&#10;DLwOj+FlWd6dwyneLnR6sHLcizHX03F3D0polP/wX/vZGihX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9/8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BL/8MA&#10;AADdAAAADwAAAGRycy9kb3ducmV2LnhtbERPXWvCMBR9H/gfwhV8GZrqWJFqFBXCBhuMqeDrpbm2&#10;xeamJNF2/355GOzxcL7X28G24kE+NI4VzGcZCOLSmYYrBeeTni5BhIhssHVMCn4owHYzelpjYVzP&#10;3/Q4xkqkEA4FKqhj7AopQ1mTxTBzHXHirs5bjAn6ShqPfQq3rVxkWS4tNpwaauzoUFN5O96tgv1X&#10;X73453I/uI/r2+VVa6M/tVKT8bBbgYg0xH/xn/vdKMiXeZqb3q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BL/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S0IcQA&#10;AADdAAAADwAAAGRycy9kb3ducmV2LnhtbESPUWvCMBSF3wf7D+EOfJupoqXrjCIbBRm+TPcDLs1d&#10;U21uShJr/feLIOzxcM75Dme1GW0nBvKhdaxgNs1AENdOt9wo+DlWrwWIEJE1do5JwY0CbNbPTyss&#10;tbvyNw2H2IgE4VCiAhNjX0oZakMWw9T1xMn7dd5iTNI3Unu8Jrjt5DzLcmmx5bRgsKcPQ/X5cLEK&#10;qq/5fjhftK/cdlxYWppT8WmUmryM23cQkcb4H360d1pBXuRv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EtC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/RJMMA&#10;AADdAAAADwAAAGRycy9kb3ducmV2LnhtbERPW2vCMBR+H/gfwhH2Ippu4oVqFB2EDSaMqeDroTm2&#10;xeakJJmt/355GOzx47uvt71txJ18qB0reJlkIIgLZ2ouFZxPerwEESKywcYxKXhQgO1m8LTG3LiO&#10;v+l+jKVIIRxyVFDF2OZShqIii2HiWuLEXZ23GBP0pTQeuxRuG/maZXNpsebUUGFLbxUVt+OPVbD/&#10;6sqpHxX73n1e3y8zrY0+aKWeh/1uBSJSH//Ff+4Po2C+XKT96U1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/RJ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su+sUA&#10;AADdAAAADwAAAGRycy9kb3ducmV2LnhtbESPwWrDMBBE74X+g9hCbo2ckKbGtRJCiyGEXpL2AxZr&#10;a7m2VkZSHOfvo0Ihx2Fm3jDldrK9GMmH1rGCxTwDQVw73XKj4Pures5BhIissXdMCq4UYLt5fCix&#10;0O7CRxpPsREJwqFABSbGoZAy1IYshrkbiJP347zFmKRvpPZ4SXDby2WWraXFltOCwYHeDdXd6WwV&#10;VIfl59idta/cblpZejG/+YdRavY07d5ARJriPfzf3msF6/x1A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y76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yqq8MA&#10;AADdAAAADwAAAGRycy9kb3ducmV2LnhtbESP0YrCMBRE34X9h3AXfNNUXat0G0UEZX3c6gdcmrtt&#10;aXNTm2jr3xtB2MdhZs4w6XYwjbhT5yrLCmbTCARxbnXFhYLL+TBZg3AeWWNjmRQ8yMF28zFKMdG2&#10;51+6Z74QAcIuQQWl920ipctLMuimtiUO3p/tDPogu0LqDvsAN42cR1EsDVYcFkpsaV9SXmc3o+Dr&#10;0R+v2bKODtrQ7LRoT+zzpVLjz2H3DcLT4P/D7/aPVhCvV3N4vQlP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yqq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WLMUA&#10;AADdAAAADwAAAGRycy9kb3ducmV2LnhtbESPT2vCQBTE7wW/w/IEb3WjQmpTVxElpfTUpur5kX0m&#10;odm3Ibv547fvCkKPw8z8htnsRlOLnlpXWVawmEcgiHOrKy4UnH7S5zUI55E11pZJwY0c7LaTpw0m&#10;2g78TX3mCxEg7BJUUHrfJFK6vCSDbm4b4uBdbWvQB9kWUrc4BLip5TKKYmmw4rBQYkOHkvLfrDMK&#10;uviyPPH1U39lx9v76zHdO3kulJpNx/0bCE+j/w8/2h9aQbx+WcH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IhY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jxX8cA&#10;AADdAAAADwAAAGRycy9kb3ducmV2LnhtbESPQWvCQBSE7wX/w/IEb3VTlTSNrmILQtuDotaDt2f2&#10;NUmbfRuzW43/3i0IHoeZ+YaZzFpTiRM1rrSs4KkfgSDOrC45V/C1XTwmIJxH1lhZJgUXcjCbdh4m&#10;mGp75jWdNj4XAcIuRQWF93UqpcsKMuj6tiYO3rdtDPogm1zqBs8Bbio5iKJYGiw5LBRY01tB2e/m&#10;zyjYrZL4ZfX6Mfr5XB5waPRxr8tYqV63nY9BeGr9PXxrv2sFcfI8g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o8V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yWN8YA&#10;AADdAAAADwAAAGRycy9kb3ducmV2LnhtbESPQWvCQBSE70L/w/IK3nRTbdOQuopaquLJqtDrI/ua&#10;BLNvQ3Zrkv76rlDwOMzMN8xs0ZlKXKlxpWUFT+MIBHFmdcm5gvPpY5SAcB5ZY2WZFPTkYDF/GMww&#10;1bblT7oefS4ChF2KCgrv61RKlxVk0I1tTRy8b9sY9EE2udQNtgFuKjmJolgaLDksFFjTuqDscvwx&#10;Cn7jLzy47WT1PtWe+udkY/eHjVLDx275BsJT5+/h//ZOK4iT1xe4vQ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yWN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Zb+MUA&#10;AADdAAAADwAAAGRycy9kb3ducmV2LnhtbESP0WrCQBRE3wv9h+UWfGs2FRs1dSOlWPCtmvYDLtnr&#10;JiR7N2ZXTf36bkHwcZiZM8xqPdpOnGnwjWMFL0kKgrhyumGj4Of783kBwgdkjZ1jUvBLHtbF48MK&#10;c+0uvKdzGYyIEPY5KqhD6HMpfVWTRZ+4njh6BzdYDFEORuoBLxFuOzlN00xabDgu1NjTR01VW56s&#10;gqObvuqx3OBXu1nuGmNmx+t+ptTkaXx/AxFoDPfwrb3VCrLFPIP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Vlv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t0C8UA&#10;AADdAAAADwAAAGRycy9kb3ducmV2LnhtbESPzW7CMBCE70i8g7VIvRWHVk1CwCBaqRJXfg4cF3tJ&#10;AvE6xC6kffq6UiWOo5n5RjNf9rYRN+p87VjBZJyAINbO1Fwq2O8+n3MQPiAbbByTgm/ysFwMB3Ms&#10;jLvzhm7bUIoIYV+ggiqEtpDS64os+rFriaN3cp3FEGVXStPhPcJtI1+SJJUWa44LFbb0UZG+bL+s&#10;gnV9pLdUn6Y2f9ebw881vGZno9TTqF/NQATqwyP8314bBWmeZfD3Jj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O3Q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0TjcYA&#10;AADdAAAADwAAAGRycy9kb3ducmV2LnhtbESPQWvCQBCF74L/YRmhN93Ug7Wpq1RBaKkK2tJeh+w0&#10;G5qdDdltjP/eOQgeZ+bNe+9brHpfq47aWAU28DjJQBEXwVZcGvj63I7noGJCtlgHJgMXirBaDgcL&#10;zG0485G6UyqVmHDM0YBLqcm1joUjj3ESGmK5/YbWY5KxLbVt8SzmvtbTLJtpjxVLgsOGNo6Kv9O/&#10;N9Dh4ZL9uPX++b3aFdPD+vvDyt48jPrXF1CJ+nQX377frIHZ/EnqCo2QgF5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0Tj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oIdsUA&#10;AADdAAAADwAAAGRycy9kb3ducmV2LnhtbESPwU7DMBBE70j9B2uRuFGHHEob6laoUhFHCD30uMTb&#10;OCXejWzTBL4eIyFxHM3MG816O/leXSjETtjA3bwARdyI7bg1cHjb3y5BxYRssRcmA18UYbuZXa2x&#10;sjLyK13q1KoM4VihAZfSUGkdG0ce41wG4uydJHhMWYZW24Bjhvtel0Wx0B47zgsOB9o5aj7qT29g&#10;fGrez+XpaN13GGRfv8i57MWYm+vp8QFUoin9h//az9bAYnm/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gh2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6Xa8IA&#10;AADdAAAADwAAAGRycy9kb3ducmV2LnhtbERPyW7CMBC9V+IfrEHiVhw40ChgEKtUVa0Q232IhyRg&#10;j6PYQPr39aESx6e3T2atNeJBja8cKxj0ExDEudMVFwqOh817CsIHZI3GMSn4JQ+zaedtgpl2T97R&#10;Yx8KEUPYZ6igDKHOpPR5SRZ939XEkbu4xmKIsCmkbvAZw62RwyQZSYsVx4YSa1qWlN/2d6tgs12Z&#10;6/BnNz/JsFx/nE36tVh9K9XrtvMxiEBteIn/3Z9awShN4/74Jj4BO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Xpd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X/ScUA&#10;AADdAAAADwAAAGRycy9kb3ducmV2LnhtbESPQYvCMBSE7wv+h/AEL6KpilK6RhFBVFDY1YW9Ppu3&#10;bbF5KU2s9d8bQdjjMDPfMPNla0rRUO0KywpGwwgEcWp1wZmCn/NmEINwHlljaZkUPMjBctH5mGOi&#10;7Z2/qTn5TAQIuwQV5N5XiZQuzcmgG9qKOHh/tjbog6wzqWu8B7gp5TiKZtJgwWEhx4rWOaXX080o&#10;aL4Ol2zXuGp/jftuOrlst0f9q1Sv264+QXhq/X/43d5pBbM4HsHr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tf9J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d98cA&#10;AADdAAAADwAAAGRycy9kb3ducmV2LnhtbESPQWvCQBSE7wX/w/KE3urGUCVGV9FCwYugtge9PbPP&#10;JJh9m+5uNfbXu4VCj8PMfMPMFp1pxJWcry0rGA4SEMSF1TWXCj4/3l8yED4ga2wsk4I7eVjMe08z&#10;zLW98Y6u+1CKCGGfo4IqhDaX0hcVGfQD2xJH72ydwRClK6V2eItw08g0ScbSYM1xocKW3ioqLvtv&#10;o2A1yVZf21fe/OxORzoeTpdR6hKlnvvdcgoiUBf+w3/ttVYwzrIUft/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GHffHAAAA3QAAAA8AAAAAAAAAAAAAAAAAmAIAAGRy&#10;cy9kb3ducmV2LnhtbFBLBQYAAAAABAAEAPUAAACMAwAAAAA=&#10;" fillcolor="black" stroked="f"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N7YscA&#10;AADdAAAADwAAAGRycy9kb3ducmV2LnhtbESPT2vCQBTE74LfYXmF3nRTS0NIXaX+g4J6UHvo8TX7&#10;mizJvg3ZVdN++q5Q8DjMzG+Y6by3jbhQ541jBU/jBARx4bThUsHHaTPKQPiArLFxTAp+yMN8NhxM&#10;Mdfuyge6HEMpIoR9jgqqENpcSl9UZNGPXUscvW/XWQxRdqXUHV4j3DZykiSptGg4LlTY0rKioj6e&#10;rYLPbWqyg6HJ1+53sda7l3qxX9VKPT70b68gAvXhHv5vv2sFaZY9w+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je2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/do8YA&#10;AADdAAAADwAAAGRycy9kb3ducmV2LnhtbESPT2sCMRTE74LfITyhN81aiixbo0hF2ksP/im9Pjav&#10;m+1uXtYk6uqnN4WCx2FmfsPMl71txZl8qB0rmE4yEMSl0zVXCg77zTgHESKyxtYxKbhSgOViOJhj&#10;od2Ft3TexUokCIcCFZgYu0LKUBqyGCauI07ej/MWY5K+ktrjJcFtK5+zbCYt1pwWDHb0Zqhsdier&#10;wK++182NT19Ndvu8hvff/pijUepp1K9eQUTq4yP83/7QCmZ5/gJ/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/do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disYA&#10;AADdAAAADwAAAGRycy9kb3ducmV2LnhtbESP3WrCQBSE7wt9h+UUelN0o1CN0VWkUChUCv48wDF7&#10;TIK7Z0P2VGOfvlsoeDnMzDfMYtV7py7UxSawgdEwA0VcBttwZeCwfx/koKIgW3SBycCNIqyWjw8L&#10;LGy48pYuO6lUgnAs0EAt0hZax7Imj3EYWuLknULnUZLsKm07vCa4d3qcZRPtseG0UGNLbzWV5923&#10;N+DGRzf7nMaN3A56k/142b58WWOen/r1HJRQL/fwf/vDGpjk+Sv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fdi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lMucYA&#10;AADdAAAADwAAAGRycy9kb3ducmV2LnhtbESPwWrDMBBE74X+g9hAbrWcHIxxo4S0IeBLDnUTct1Y&#10;W8tEWhlLTdx+fVUo9DjMzBtmtZmcFTcaQ+9ZwSLLQRC3XvfcKTi+759KECEia7SeScEXBdisHx9W&#10;WGl/5ze6NbETCcKhQgUmxqGSMrSGHIbMD8TJ+/Cjw5jk2Ek94j3BnZXLPC+kw57TgsGBXg211+bT&#10;Kdg1g10ea/MSzqfD5WLr7z2dd0rNZ9P2GUSkKf6H/9q1VlCUZQG/b9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lMu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mk8MA&#10;AADdAAAADwAAAGRycy9kb3ducmV2LnhtbESPQYvCMBSE7wv+h/AEb2uih1q6RhFREPakq4e9PZJn&#10;W21eSpO19d+bhYU9DjPzDbNcD64RD+pC7VnDbKpAEBtvay41nL/27zmIEJEtNp5Jw5MCrFejtyUW&#10;1vd8pMcpliJBOBSooYqxLaQMpiKHYepb4uRdfecwJtmV0nbYJ7hr5FypTDqsOS1U2NK2InM//TgN&#10;t7389EahuZwv/cEuvncZNUrryXjYfICINMT/8F/7YDVkeb6A3zfpCcjV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Kmk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SQz8MA&#10;AADdAAAADwAAAGRycy9kb3ducmV2LnhtbERPz2vCMBS+D/wfwht4W9NVkNI1igqDoewwHWPHZ/Ns&#10;S5uXkqRa/3tzGOz48f0u15PpxZWcby0reE1SEMSV1S3XCr5P7y85CB+QNfaWScGdPKxXs6cSC21v&#10;/EXXY6hFDGFfoIImhKGQ0lcNGfSJHYgjd7HOYIjQ1VI7vMVw08ssTZfSYMuxocGBdg1V3XE0Cn7H&#10;A18+F/uN24YfO518l53zTqn587R5AxFoCv/iP/eHVrDM8zg3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SQz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PhscA&#10;AADdAAAADwAAAGRycy9kb3ducmV2LnhtbESPT2sCMRTE74V+h/AKvdVspcq6GqUWCl4E/x309tw8&#10;dxc3L9sk1dVPbwTB4zAzv2FGk9bU4kTOV5YVfHYSEMS51RUXCjbr348UhA/IGmvLpOBCHibj15cR&#10;ZtqeeUmnVShEhLDPUEEZQpNJ6fOSDPqObYijd7DOYIjSFVI7PEe4qWU3SfrSYMVxocSGfkrKj6t/&#10;o2A6SKd/iy+eX5f7He22+2Ov6xKl3t/a7yGIQG14hh/tmVbQT9MB3N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ij4bHAAAA3QAAAA8AAAAAAAAAAAAAAAAAmAIAAGRy&#10;cy9kb3ducmV2LnhtbFBLBQYAAAAABAAEAPUAAACMAwAAAAA=&#10;" fillcolor="black" stroked="f"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1Kx8IA&#10;AADdAAAADwAAAGRycy9kb3ducmV2LnhtbERPz2vCMBS+C/sfwhvspukmiOuMUoSh7FR1Y9dn89aU&#10;NS8libH775eD4PHj+73ajLYXiXzoHCt4nhUgiBunO24VfJ7ep0sQISJr7B2Tgj8KsFk/TFZYanfl&#10;A6VjbEUO4VCiAhPjUEoZGkMWw8wNxJn7cd5izNC3Unu85nDby5eiWEiLHecGgwNtDTW/x4tVkM7b&#10;upqn72QOH75qvat3X+daqafHsXoDEWmMd/HNvdcKFsvXvD+/y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Ur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YPrsYA&#10;AADdAAAADwAAAGRycy9kb3ducmV2LnhtbESPQWvCQBSE7wX/w/IEb3UTD0GjqxRppfbSGgV7fGRf&#10;s6HZtyG7jam/3i0UPA4z8w2z2gy2ET11vnasIJ0mIIhLp2uuFJyOL49zED4ga2wck4Jf8rBZjx5W&#10;mGt34QP1RahEhLDPUYEJoc2l9KUhi37qWuLofbnOYoiyq6Tu8BLhtpGzJMmkxZrjgsGWtobK7+LH&#10;KvDp9vn8Zq+L/nNn+L3Ym+yjMkpNxsPTEkSgIdzD/+1XrSCbL1L4exOf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YPr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0828" w:rsidRDefault="00AC0828" w:rsidP="00AC08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0828" w:rsidRDefault="00AC0828" w:rsidP="00AC082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0828" w:rsidRDefault="00AC0828" w:rsidP="00AC082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C0828" w:rsidRDefault="00AC0828" w:rsidP="00AC08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828" w:rsidRDefault="00AC0828" w:rsidP="00AC08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AC0828" w:rsidRDefault="00AC0828" w:rsidP="00AC082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AC0828" w:rsidRPr="003937A2" w:rsidRDefault="00AC0828" w:rsidP="00AC082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Приходько В.В.</w:t>
      </w:r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</w:t>
      </w:r>
      <w:r>
        <w:rPr>
          <w:rFonts w:ascii="Times New Roman" w:eastAsia="Calibri" w:hAnsi="Times New Roman" w:cs="Times New Roman"/>
          <w:sz w:val="24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 20, 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Приходька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В.В.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AC0828" w:rsidRPr="00BD5706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AC0828" w:rsidRPr="003937A2" w:rsidRDefault="00AC0828" w:rsidP="00AC082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Приходько</w:t>
      </w:r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італію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Владиславовичу,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4360C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C0828" w:rsidRPr="003937A2" w:rsidRDefault="00AC0828" w:rsidP="00AC082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Приходько В.В.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AC0828" w:rsidRPr="003937A2" w:rsidRDefault="00AC0828" w:rsidP="00AC08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C0828" w:rsidRPr="00AC0828" w:rsidRDefault="00AC0828" w:rsidP="00AC0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C0828" w:rsidRPr="00BD5706" w:rsidRDefault="00AC0828" w:rsidP="00AC082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08EC" w:rsidRPr="00AC0828" w:rsidRDefault="00AC0828" w:rsidP="00AC08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D08EC" w:rsidRPr="00AC0828" w:rsidSect="00AC0828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828"/>
    <w:rsid w:val="0094360C"/>
    <w:rsid w:val="00AC0828"/>
    <w:rsid w:val="00DD0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2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08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082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082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82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082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082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082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279</Words>
  <Characters>1594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2021-09-13T06:35:00Z</dcterms:created>
  <dcterms:modified xsi:type="dcterms:W3CDTF">2021-09-13T13:08:00Z</dcterms:modified>
</cp:coreProperties>
</file>