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62" w:rsidRPr="0066767B" w:rsidRDefault="00974862" w:rsidP="00974862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974862" w:rsidRPr="0066767B" w:rsidRDefault="00974862" w:rsidP="00974862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AE437D5" wp14:editId="103EB2A9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762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76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yi6lU8c1FJ9hLVFi&#10;YaC0Pi8tXbc8z8k47FuoM1AuxmWuhUA95YBlp88dAw2UvXFIty1b0UhV0w9MXOTC3IfZsOEoW9K/&#10;ndIhjXHyhWdsrbsZVnDgifQUgycb++OUokxRi/HJ2sTNJfBELNbgScFtrJBp9fBEXvGZeAbJTy3i&#10;3Or6JCV6nsjx1CkdB4dwJTJ0RAe25wlfi8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9cDsEA&#10;AADeAAAADwAAAGRycy9kb3ducmV2LnhtbERPTYvCMBC9C/6HMII3TW1BpRpFxBUPglj1PjRjW2wm&#10;pclq999vBMHbPN7nLNedqcWTWldZVjAZRyCIc6srLhRcLz+jOQjnkTXWlknBHzlYr/q9JabavvhM&#10;z8wXIoSwS1FB6X2TSunykgy6sW2IA3e3rUEfYFtI3eIrhJtaxlE0lQYrDg0lNrQtKX9kv0aBTfaH&#10;462Iz8mOZ543p/n91h2VGg66zQKEp85/xR/3QYf58WyawPudcIN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wPXA7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J22ccA&#10;AADeAAAADwAAAGRycy9kb3ducmV2LnhtbERPS2sCMRC+F/ofwghepGYrZW23RinC9uFB0BZ6HTbT&#10;zdrNZEmibv31piB4m4/vObNFb1txIB8axwruxxkI4srphmsFX5/l3SOIEJE1to5JwR8FWMxvb2ZY&#10;aHfkDR22sRYphEOBCkyMXSFlqAxZDGPXESfux3mLMUFfS+3xmMJtKydZlkuLDacGgx0tDVW/271V&#10;sCvX5ns5Pb360dOGTqNy9dZ+5EoNB/3LM4hIfbyKL+53neZPpvkD/L+TbpDzM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idt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13Q8YA&#10;AADeAAAADwAAAGRycy9kb3ducmV2LnhtbESP0WrCQBBF3wv+wzJCX0rdaKkt0TUEMVLyImo/YMiO&#10;2WB2NmRXk/69Wyj0bYZ7554762y0rbhT7xvHCuazBARx5XTDtYLvc/H6CcIHZI2tY1LwQx6yzeRp&#10;jal2Ax/pfgq1iCHsU1RgQuhSKX1lyKKfuY44ahfXWwxx7WupexxiuG3lIkmW0mLDkWCwo62h6nq6&#10;2Qg5vOGhvAznYj/igLvS8Et+VOp5OuYrEIHG8G/+u/7Ssf7iY/kO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H13Q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v8DsQA&#10;AADeAAAADwAAAGRycy9kb3ducmV2LnhtbERPTUvDQBC9C/0Pywje7MagqcRuS6kKInhoK4i3ITtN&#10;gtnZZXds4r93BaG3ebzPWa4nN6gTxdR7NnAzL0ARN9723Bp4Pzxf34NKgmxx8EwGfijBejW7WGJt&#10;/cg7Ou2lVTmEU40GOpFQa52ajhymuQ/EmTv66FAyjK22Eccc7gZdFkWlHfacGzoMtO2o+dp/OwNv&#10;41N4XVR3x/AZb0udHq18bMWYq8tp8wBKaJKz+N/9YvP8clFV8Pd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r/A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+NMr8YA&#10;AADeAAAADwAAAGRycy9kb3ducmV2LnhtbESP0WrCQBBF3wv+wzKCL0U3tRBLdA1BVIovQe0HDNkx&#10;G8zOhuzWxL/vFgp9m+HeuefOJh9tKx7U+8axgrdFAoK4crrhWsHX9TD/AOEDssbWMSl4kod8O3nZ&#10;YKbdwGd6XEItYgj7DBWYELpMSl8ZsugXriOO2s31FkNc+1rqHocYblu5TJJUWmw4Egx2tDNU3S/f&#10;NkLKdyxPt+F6OI444P5k+LU4KzWbjsUaRKAx/Jv/rj91rL9cpSv4fSfOIL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+NMr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jN58cA&#10;AADeAAAADwAAAGRycy9kb3ducmV2LnhtbESPQUvDQBCF74L/YRmhN7sx1LTEbovUFkTwYC2ItyE7&#10;TYLZ2WV3bOK/dw+Ctxnem/e+WW8nN6gLxdR7NnA3L0ARN9723Bo4vR9uV6CSIFscPJOBH0qw3Vxf&#10;rbG2fuQ3uhylVTmEU40GOpFQa52ajhymuQ/EWTv76FDyGlttI4453A26LIpKO+w5N3QYaNdR83X8&#10;dgZex314WVb35/AZF6VOT1Y+dmLM7GZ6fAAlNMm/+e/62Wb8clll3vxOnkF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v4ze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F1lcUA&#10;AADeAAAADwAAAGRycy9kb3ducmV2LnhtbERP32vCMBB+F/wfwgl7EU3nmM5qlDkIDhyMOcHXoznb&#10;suZSksx2/70ZDPZ2H9/PW29724gr+VA7VnA/zUAQF87UXCo4ferJE4gQkQ02jknBDwXYboaDNebG&#10;dfxB12MsRQrhkKOCKsY2lzIUFVkMU9cSJ+7ivMWYoC+l8dilcNvIWZbNpcWaU0OFLb1UVHwdv62C&#10;3XtXPvhxsevd4bI/P2pt9JtW6m7UP69AROrjv/jP/WrS/NlivoTfd9INcn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XW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IAKsYA&#10;AADeAAAADwAAAGRycy9kb3ducmV2LnhtbESPQWvDMAyF74P9B6PBbqvTsK0lq1tKS2CMXdb2B4hY&#10;i9PGcrDdNPv302Gwm4Se3nvfajP5Xo0UUxfYwHxWgCJugu24NXA61k9LUCkjW+wDk4EfSrBZ39+t&#10;sLLhxl80HnKrxIRThQZczkOldWoceUyzMBDL7TtEj1nW2Gob8SbmvtdlUbxqjx1LgsOBdo6ay+Hq&#10;DdQf5ed4udpYh+307OnFnZd7Z8zjw7R9A5Vpyv/iv+93K/XLxUIABE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IAK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7vTsUA&#10;AADeAAAADwAAAGRycy9kb3ducmV2LnhtbERP32vCMBB+H/g/hBP2IjPVMR2dUVQIEybI3GCvR3O2&#10;Zc2lJJmt/70RhL3dx/fzFqveNuJMPtSOFUzGGQjiwpmaSwXfX/rpFUSIyAYbx6TgQgFWy8HDAnPj&#10;Ov6k8zGWIoVwyFFBFWObSxmKiiyGsWuJE3dy3mJM0JfSeOxSuG3kNMtm0mLNqaHClrYVFb/HP6tg&#10;c+jKZz8qNr37OL3/vGht9F4r9Tjs128gIvXxX3x370yaP53PJ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Hu9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w7xsIA&#10;AADeAAAADwAAAGRycy9kb3ducmV2LnhtbERP3WrCMBS+H/gO4Qy8m+mKm9IZRZSCjN1MfYBDc2w6&#10;m5OSxFrf3gjC7s7H93sWq8G2oicfGscK3icZCOLK6YZrBcdD+TYHESKyxtYxKbhRgNVy9LLAQrsr&#10;/1K/j7VIIRwKVGBi7AopQ2XIYpi4jjhxJ+ctxgR9LbXHawq3rcyz7FNabDg1GOxoY6g67y9WQfmd&#10;//Tni/alWw9TSx/mb741So1fh/UXiEhD/Bc/3Tud5uezWQ6Pd9INcn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/DvG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4AtcAA&#10;AADeAAAADwAAAGRycy9kb3ducmV2LnhtbERPzYrCMBC+L/gOYQRva6quVqpRRFDWo9UHGJqxLTaT&#10;2kRb394Igrf5+H5nue5MJR7UuNKygtEwAkGcWV1yruB82v3OQTiPrLGyTAqe5GC96v0sMdG25SM9&#10;Up+LEMIuQQWF93UipcsKMuiGtiYO3MU2Bn2ATS51g20IN5UcR9FMGiw5NBRY07ag7JrejYK/Z7u/&#10;pdNrtNOGRodJfWCfTZUa9LvNAoSnzn/FH/e/DvPHcTyB9zvhBr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34At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WObsQA&#10;AADeAAAADwAAAGRycy9kb3ducmV2LnhtbERPTWvCQBC9F/oflhG86cYg2kZXkUpK6cmm0fOQHZNg&#10;djZkNzH++26h0Ns83uds96NpxECdqy0rWMwjEMSF1TWXCvLvdPYCwnlkjY1lUvAgB/vd89MWE23v&#10;/EVD5ksRQtglqKDyvk2kdEVFBt3ctsSBu9rOoA+wK6Xu8B7CTSPjKFpJgzWHhgpbequouGW9UdCv&#10;LnHO1099yo6P99djenDyXCo1nYyHDQhPo/8X/7k/dJgfr9dL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qVjm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ab6MYA&#10;AADeAAAADwAAAGRycy9kb3ducmV2LnhtbERPS2vCQBC+F/wPywje6sZX1OgqbaFQPVTU9uBtzI5J&#10;2uxszK4a/323UOhtPr7nzJeNKcWValdYVtDrRiCIU6sLzhR87F8fJyCcR9ZYWiYFd3KwXLQe5pho&#10;e+MtXXc+EyGEXYIKcu+rREqX5mTQdW1FHLiTrQ36AOtM6hpvIdyUsh9FsTRYcGjIsaKXnNLv3cUo&#10;+NxM4unmeTX8Wr8fcWD0+aCLWKlOu3magfDU+H/xn/tNh/n98XgEv++EG+Ti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ab6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2SC8QA&#10;AADeAAAADwAAAGRycy9kb3ducmV2LnhtbERPS2vCQBC+F/oflin01mwaJUrMKm1FK558gdchO01C&#10;s7Mhu9XYX+8Kgrf5+J6Tz3rTiBN1rras4D2KQRAXVtdcKjjsF29jEM4ja2wsk4ILOZhNn59yzLQ9&#10;85ZOO1+KEMIuQwWV920mpSsqMugi2xIH7sd2Bn2AXSl1h+cQbhqZxHEqDdYcGips6aui4nf3ZxT8&#10;p0fcuO/kcz7Qni7D8dKuN0ulXl/6jwkIT71/iO/ulQ7zk9Eohds74QY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6dkg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hePsMA&#10;AADeAAAADwAAAGRycy9kb3ducmV2LnhtbERPzWrCQBC+F3yHZQRvdWOwjUZXkaLQW2v0AYbsuAlm&#10;Z2N2q9Gn7xYK3ubj+53lureNuFLna8cKJuMEBHHpdM1GwfGwe52B8AFZY+OYFNzJw3o1eFlirt2N&#10;93QtghExhH2OCqoQ2lxKX1Zk0Y9dSxy5k+sshgg7I3WHtxhuG5kmybu0WHNsqLClj4rKc/FjFVxc&#10;+qb7Yotf5+38uzZmennsp0qNhv1mASJQH57if/enjvPTLMvg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heP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usp8YA&#10;AADeAAAADwAAAGRycy9kb3ducmV2LnhtbESPQW/CMAyF70j7D5EncRvpQKOsENCGhMQV2GFHLzFt&#10;WeN0TQYdvx4fJnGz9Z7f+7xY9b5RZ+piHdjA8ygDRWyDq7k08HHYPM1AxYTssAlMBv4owmr5MFhg&#10;4cKFd3Tep1JJCMcCDVQptYXW0VbkMY5CSyzaMXQek6xdqV2HFwn3jR5n2VR7rFkaKmxpXZH93v96&#10;A9v6i16m9vjqZ+9293n9SZP85IwZPvZvc1CJ+nQ3/19vneCP81x45R2ZQS9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usp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bw68cA&#10;AADeAAAADwAAAGRycy9kb3ducmV2LnhtbERPXWvCQBB8L/gfjhX6Vi/NQ63RS6iC0NJW8AN9XXJr&#10;LpjbC7lrjP++Vyj4NruzM7OzKAbbiJ46XztW8DxJQBCXTtdcKTjs10+vIHxA1tg4JgU38lDko4cF&#10;ZtpdeUv9LlQimrDPUIEJoc2k9KUhi37iWuLInV1nMcSxq6Tu8BrNbSPTJHmRFmuOCQZbWhkqL7sf&#10;q6DHzS05meX37KP+KtPN8vip4149joe3OYhAQ7gf/6vfdXw/nU5n8FcnYpD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m8Ov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2y8QA&#10;AADeAAAADwAAAGRycy9kb3ducmV2LnhtbESPQU/DMAyF70j8h8hI3FhKDzCVZRNCGuIIhQNH03hN&#10;R2NXSVgLvx4fkLjZ8vN779vsljiaE6U8CDu4XlVgiDvxA/cO3l73V2swuSB7HIXJwTdl2G3PzzbY&#10;eJn5hU5t6Y2acG7QQShlaqzNXaCIeSUTsd4OkiIWXVNvfcJZzeNo66q6sREH1oSAEz0E6j7br+hg&#10;fuw+jvXh3YefNMm+fZZjPYpzlxfL/R2YQkv5F/99P3mtX9+uFUBx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E9s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BDR8UA&#10;AADeAAAADwAAAGRycy9kb3ducmV2LnhtbERPS2vCQBC+C/6HZQq96cYcNKSuYn2AiEW07X2anSap&#10;u7Mhu9X4712h0Nt8fM+ZzjtrxIVaXztWMBomIIgLp2suFXy8bwYZCB+QNRrHpOBGHuazfm+KuXZX&#10;PtLlFEoRQ9jnqKAKocml9EVFFv3QNcSR+3atxRBhW0rd4jWGWyPTJBlLizXHhgobWlZUnE+/VsHm&#10;sDI/6dtx8SnDcj35MtnudbVX6vmpW7yACNSFf/Gfe6vj/HSSjeDxTrxB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ENH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QApMYA&#10;AADeAAAADwAAAGRycy9kb3ducmV2LnhtbERP22rCQBB9F/yHZYS+lLppijakWUUKRQsW6gX6OsmO&#10;STA7G7LbmP69KxR8m8O5TrYcTCN66lxtWcHzNAJBXFhdc6ngePh4SkA4j6yxsUwK/sjBcjEeZZhq&#10;e+Ed9XtfihDCLkUFlfdtKqUrKjLoprYlDtzJdgZ9gF0pdYeXEG4aGUfRXBqsOTRU2NJ7RcV5/2sU&#10;9N/bvNz0rv08J49u9pKv11/6R6mHybB6A+Fp8Hfxv3ujw/z4NYnh9k64QS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dQAp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TbIsYA&#10;AADeAAAADwAAAGRycy9kb3ducmV2LnhtbERPTU/CQBC9k/AfNkPiDbZUxVpYCJiQeDEB9CC3oTu0&#10;Dd3ZurtA9de7JiTe5uV9zmzRmUZcyPnasoLxKAFBXFhdc6ng4309zED4gKyxsUwKvsnDYt7vzTDX&#10;9spbuuxCKWII+xwVVCG0uZS+qMigH9mWOHJH6wyGCF0ptcNrDDeNTJNkIg3WHBsqbOmlouK0OxsF&#10;q+ds9bV54Lef7WFP+8/D6TF1iVJ3g245BRGoC//im/tVx/npU3YPf+/EG+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/TbIsYAAADeAAAADwAAAAAAAAAAAAAAAACYAgAAZHJz&#10;L2Rvd25yZXYueG1sUEsFBgAAAAAEAAQA9QAAAIsDAAAAAA==&#10;" fillcolor="black" stroked="f"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5NVsYA&#10;AADeAAAADwAAAGRycy9kb3ducmV2LnhtbERPTUvDQBC9C/6HZQre7KbB1hC7KVYtCK2HVg8ex+yY&#10;LMnOhuyaxv76rlDwNo/3OcvVaFsxUO+NYwWzaQKCuHTacKXg431zm4HwAVlj65gU/JKHVXF9tcRc&#10;uyPvaTiESsQQ9jkqqEPocil9WZNFP3UdceS+XW8xRNhXUvd4jOG2lWmSLKRFw7Ghxo6eaiqbw49V&#10;8LldmGxvKP3andYvejdv1m/PjVI3k/HxAUSgMfyLL+5XHeen99kd/L0Tb5D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d5NV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CF/8QA&#10;AADeAAAADwAAAGRycy9kb3ducmV2LnhtbERPTWsCMRC9F/wPYYTearaCumyNIpZiLx5qK16HzXSz&#10;3c1kTaKu/vpGKPQ2j/c582VvW3EmH2rHCp5HGQji0umaKwVfn29POYgQkTW2jknBlQIsF4OHORba&#10;XfiDzrtYiRTCoUAFJsaukDKUhiyGkeuIE/ftvMWYoK+k9nhJ4baV4yybSos1pwaDHa0Nlc3uZBX4&#10;1eG1ufFp32S37TVsfvpjjkapx2G/egERqY//4j/3u07zx7N8Av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Ahf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Otw8QA&#10;AADeAAAADwAAAGRycy9kb3ducmV2LnhtbERPzWrCQBC+C32HZQq9SN00B7Wpq5SCIFQEow8wzU6T&#10;0N3ZkJ1q9OldodDbfHy/s1gN3qkT9bENbOBlkoEiroJtuTZwPKyf56CiIFt0gcnAhSKslg+jBRY2&#10;nHlPp1JqlUI4FmigEekKrWPVkMc4CR1x4r5D71ES7GttezyncO90nmVT7bHl1NBgRx8NVT/lrzfg&#10;8i/3+jmLW7kc9Ta7etmPd9aYp8fh/Q2U0CD/4j/3xqb5+Ww+hfs76Qa9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9jrc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9JAsQA&#10;AADeAAAADwAAAGRycy9kb3ducmV2LnhtbERPPW/CMBDdK/U/WFepW3GaoaAUg6AIKQsDKRXrER9x&#10;hH2OYhdSfj1GQup2T+/zpvPBWXGmPrSeFbyPMhDEtdctNwp23+u3CYgQkTVaz6TgjwLMZ89PUyy0&#10;v/CWzlVsRArhUKACE2NXSBlqQw7DyHfEiTv63mFMsG+k7vGSwp2VeZZ9SIctpwaDHX0Zqk/Vr1Ow&#10;qjqb70qzDPufzeFgy+ua9iulXl+GxSeISEP8Fz/cpU7z8/FkDPd30g1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f/SQL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VvRsUA&#10;AADeAAAADwAAAGRycy9kb3ducmV2LnhtbESPT2/CMAzF75P2HSJP4jaScQDUERCahoTEafw57GYl&#10;pi00TtVktHx7fJjEzdZ7fu/nxWoIjbpRl+rIFj7GBhSxi77m0sLxsHmfg0oZ2WMTmSzcKcFq+fqy&#10;wMLHnn/ots+lkhBOBVqocm4LrZOrKGAax5ZYtHPsAmZZu1L7DnsJD42eGDPVAWuWhgpb+qrIXfd/&#10;wcJlo3fRGXSn46nf+tnv95QaY+3obVh/gso05Kf5/3rrBX8ymwuvvCMz6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W9G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cE5usQA&#10;AADeAAAADwAAAGRycy9kb3ducmV2LnhtbERPTWvCQBC9F/oflhG81Y0RNE1dxQqCWHqoFvE4zY5J&#10;SHY27K4a/323IPQ2j/c582VvWnEl52vLCsajBARxYXXNpYLvw+YlA+EDssbWMim4k4fl4vlpjrm2&#10;N/6i6z6UIoawz1FBFUKXS+mLigz6ke2II3e2zmCI0JVSO7zFcNPKNEmm0mDNsaHCjtYVFc3+YhSc&#10;Lh98/pzsVu49HG1/8E36kzVKDQf96g1EoD78ix/urY7z01n2Cn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BOb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/TiMkA&#10;AADeAAAADwAAAGRycy9kb3ducmV2LnhtbESPT2/CMAzF75P2HSJP2m2kq/YHCgGNSZN2QRqMA9xM&#10;Y9qKxumSDAqfHh8m7WbLz++932TWu1YdKcTGs4HHQQaKuPS24crA+vvjYQgqJmSLrWcycKYIs+nt&#10;zQQL60+8pOMqVUpMOBZooE6pK7SOZU0O48B3xHLb++AwyRoqbQOexNy1Os+yF+2wYUmosaP3msrD&#10;6tcZmI+G85+vJ15clrstbTe7w3MeMmPu7/q3MahEffoX/31/Wqmfv44EQHBkBj29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v/TiMkAAADeAAAADwAAAAAAAAAAAAAAAACYAgAA&#10;ZHJzL2Rvd25yZXYueG1sUEsFBgAAAAAEAAQA9QAAAI4DAAAAAA==&#10;" fillcolor="black" stroked="f"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V9ucQA&#10;AADeAAAADwAAAGRycy9kb3ducmV2LnhtbERPTUsDMRC9C/6HMII3m20FbdemZSmIxdO2VXqdbsbN&#10;4mayJDHd/nsjCL3N433Ocj3aXiTyoXOsYDopQBA3TnfcKvg4vD7MQYSIrLF3TAouFGC9ur1ZYqnd&#10;mXeU9rEVOYRDiQpMjEMpZWgMWQwTNxBn7st5izFD30rt8ZzDbS9nRfEkLXacGwwOtDHUfO9/rIJ0&#10;2tTVYzoms3v3Vetd/fZ5qpW6vxurFxCRxngV/7u3Os+fPS+m8PdOvkG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Ffb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unx8UA&#10;AADeAAAADwAAAGRycy9kb3ducmV2LnhtbERPTWvCQBC9F/wPywje6sYcbI2uItJK20ttFPQ4ZMds&#10;MDsbstsY/fXdQqG3ebzPWax6W4uOWl85VjAZJyCIC6crLhUc9q+PzyB8QNZYOyYFN/KwWg4eFphp&#10;d+Uv6vJQihjCPkMFJoQmk9IXhiz6sWuII3d2rcUQYVtK3eI1httapkkylRYrjg0GG9oYKi75t1Xg&#10;J5uX44e9z7rT1vBn/m6mu9IoNRr26zmIQH34F/+533Scnz7NUvh9J94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6fH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74862" w:rsidRPr="0066767B" w:rsidRDefault="00974862" w:rsidP="00974862">
      <w:pPr>
        <w:spacing w:after="0" w:line="240" w:lineRule="auto"/>
        <w:rPr>
          <w:rFonts w:ascii="Times New Roman" w:eastAsia="Calibri" w:hAnsi="Times New Roman" w:cs="Times New Roman"/>
        </w:rPr>
      </w:pPr>
    </w:p>
    <w:p w:rsidR="00974862" w:rsidRPr="0066767B" w:rsidRDefault="00974862" w:rsidP="00974862">
      <w:pPr>
        <w:spacing w:after="0" w:line="240" w:lineRule="auto"/>
        <w:rPr>
          <w:rFonts w:ascii="Times New Roman" w:eastAsia="Calibri" w:hAnsi="Times New Roman" w:cs="Times New Roman"/>
        </w:rPr>
      </w:pPr>
    </w:p>
    <w:p w:rsidR="00974862" w:rsidRPr="0066767B" w:rsidRDefault="00974862" w:rsidP="00974862">
      <w:pPr>
        <w:spacing w:after="0" w:line="240" w:lineRule="auto"/>
        <w:rPr>
          <w:rFonts w:ascii="Times New Roman" w:eastAsia="Calibri" w:hAnsi="Times New Roman" w:cs="Times New Roman"/>
        </w:rPr>
      </w:pPr>
    </w:p>
    <w:p w:rsidR="00974862" w:rsidRPr="0066767B" w:rsidRDefault="00974862" w:rsidP="00974862">
      <w:pPr>
        <w:spacing w:after="0" w:line="240" w:lineRule="auto"/>
        <w:rPr>
          <w:rFonts w:ascii="Times New Roman" w:eastAsia="Calibri" w:hAnsi="Times New Roman" w:cs="Times New Roman"/>
        </w:rPr>
      </w:pPr>
    </w:p>
    <w:p w:rsidR="00974862" w:rsidRPr="0066767B" w:rsidRDefault="00974862" w:rsidP="0097486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974862" w:rsidRPr="0066767B" w:rsidRDefault="00974862" w:rsidP="0097486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974862" w:rsidRPr="0066767B" w:rsidRDefault="00974862" w:rsidP="00974862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974862" w:rsidRPr="0066767B" w:rsidRDefault="00974862" w:rsidP="0097486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974862" w:rsidRPr="0066767B" w:rsidRDefault="00974862" w:rsidP="0097486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974862" w:rsidRPr="0066767B" w:rsidRDefault="00974862" w:rsidP="00974862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058AD6C" wp14:editId="7501F2A1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793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794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5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6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7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8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99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0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1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2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3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4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5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6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7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8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09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0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1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2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3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4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5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6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7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8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19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0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1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2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23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4862" w:rsidRDefault="00974862" w:rsidP="0097486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O0XcQA&#10;AADeAAAADwAAAGRycy9kb3ducmV2LnhtbERPyWrDMBC9F/IPYgK9NXLs0iROlBBKW3wIlCy+D9Z4&#10;IdbIWKrt/n1VKPQ2j7fO7jCZVgzUu8ayguUiAkFcWN1wpeB2fX9ag3AeWWNrmRR8k4PDfvaww1Tb&#10;kc80XHwlQgi7FBXU3neplK6oyaBb2I44cKXtDfoA+0rqHscQbloZR9GLNNhwaKixo9eaivvlyyiw&#10;yUd2yqv4nLzxyvPxc13m00mpx/l03ILwNPl/8Z8702F+vNo8w+874Qa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ztF3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ujZcYA&#10;AADeAAAADwAAAGRycy9kb3ducmV2LnhtbERPTWsCMRC9C/0PYYRepGYrVOvWKEXYVj0UtILXYTPd&#10;rN1MliTVrb++EQre5vE+Z7bobCNO5EPtWMHjMANBXDpdc6Vg/1k8PIMIEVlj45gU/FKAxfyuN8Nc&#10;uzNv6bSLlUghHHJUYGJscylDachiGLqWOHFfzluMCfpKao/nFG4bOcqysbRYc2ow2NLSUPm9+7EK&#10;jsWHOSwnlzc/mG7pMig27816rNR9v3t9ARGpizfxv3ul0/zRZPoE13fSDX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7ujZ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ZE8cA&#10;AADeAAAADwAAAGRycy9kb3ducmV2LnhtbESPzWrDMBCE74W8g9hALiWRk0LaOJFNKHEpuYT8PMBi&#10;bSwTa2Us1XbfvioUettlZueb3eWjbURPna8dK1guEhDEpdM1Vwpu12L+BsIHZI2NY1LwTR7ybPK0&#10;w1S7gc/UX0IlYgj7FBWYENpUSl8asugXriWO2t11FkNcu0rqDocYbhu5SpK1tFhzJBhs6d1Q+bh8&#10;2Qg5veDpeB+uxceIAx6Ohp/3Z6Vm03G/BRFoDP/mv+tPHeuvXjdr+H0nziC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V6mRP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IpssQA&#10;AADeAAAADwAAAGRycy9kb3ducmV2LnhtbERPTUvDQBC9C/0Pywje7MagjcZuS6kKRfBgFcTbkJ0m&#10;wezssjs28d93BcHbPN7nLNeTG9SRYuo9G7iaF6CIG297bg28vz1d3oJKgmxx8EwGfijBejU7W2Jt&#10;/civdNxLq3IIpxoNdCKh1jo1HTlMcx+IM3fw0aFkGFttI4453A26LIqFdthzbugw0Laj5mv/7Qy8&#10;jI/huVrcHMJnvC51erDysRVjLs6nzT0ooUn+xX/unc3zy+qugt938g16d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yKb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mo+sUA&#10;AADeAAAADwAAAGRycy9kb3ducmV2LnhtbESPzWrCQBDH7wXfYZmCl6IbLdg2dRUpWsSL+PEAQ3bM&#10;hmZnQ3Zr4ts7B8HbDPP/+M182ftaXamNVWADk3EGirgItuLSwPm0GX2CignZYh2YDNwownIxeJlj&#10;bkPHB7oeU6kkhGOOBlxKTa51LBx5jOPQEMvtElqPSda21LbFTsJ9radZNtMeK5YGhw39OCr+jv9e&#10;SvbvuN9dutPmt8cO1zvHb6uDMcPXfvUNKlGfnuKHe2sFf/rxJb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qaj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EYW8UA&#10;AADeAAAADwAAAGRycy9kb3ducmV2LnhtbERPTUsDMRC9C/0PYQRvNuuirV2bllIVROihrSDehs10&#10;d3EzCcnYXf+9EQRv83ifs1yPrldniqnzbOBmWoAirr3tuDHwdny+vgeVBNli75kMfFOC9WpyscTK&#10;+oH3dD5Io3IIpwoNtCKh0jrVLTlMUx+IM3fy0aFkGBttIw453PW6LIqZdthxbmgx0Lal+vPw5Qzs&#10;hqfwOp/dncJHvC11erTyvhVjri7HzQMooVH+xX/uF5vnl/PFA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YRh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Ct/scA&#10;AADeAAAADwAAAGRycy9kb3ducmV2LnhtbESPQUsDMRCF74L/IYzgRWzWilLWpsUKoUKF0ip4HTbT&#10;3cXNZElid/vvO4dCbzPMm/feN1+OvlNHiqkNbOBpUoAiroJruTbw820fZ6BSRnbYBSYDJ0qwXNze&#10;zLF0YeAdHfe5VmLCqUQDTc59qXWqGvKYJqEnltshRI9Z1lhrF3EQc9/paVG8ao8tS0KDPX00VP3t&#10;/72B1Xaon+NDtRrD5rD+fbHW2S9rzP3d+P4GKtOYr+LL96eT+tNZIQCCIzPoxRk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grf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xCmsIA&#10;AADeAAAADwAAAGRycy9kb3ducmV2LnhtbERP3WrCMBS+H/gO4QjezdTiRqlGEaUgspu5PcChOTbV&#10;5qQksXZvvwiD3Z2P7/est6PtxEA+tI4VLOYZCOLa6ZYbBd9f1WsBIkRkjZ1jUvBDAbabycsaS+0e&#10;/EnDOTYihXAoUYGJsS+lDLUhi2HueuLEXZy3GBP0jdQeHyncdjLPsndpseXUYLCnvaH6dr5bBdUp&#10;/xhud+0rtxuXlt7MtTgYpWbTcbcCEWmM/+I/91Gn+XmRLeD5TrpBb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nEKa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6WEsQA&#10;AADeAAAADwAAAGRycy9kb3ducmV2LnhtbERP32vCMBB+H+x/CDfYi8zUiiKdUXQQJjgQ3WCvR3O2&#10;Zc2lJJmt/70RBnu7j+/nLdeDbcWFfGgcK5iMMxDEpTMNVwq+PvXLAkSIyAZbx6TgSgHWq8eHJRbG&#10;9XykyylWIoVwKFBBHWNXSBnKmiyGseuIE3d23mJM0FfSeOxTuG1lnmVzabHh1FBjR281lT+nX6tg&#10;e+irqR+V28Htz+/fM62N/tBKPT8Nm1cQkYb4L/5z70yany+yHO7vpBvk6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+lh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J5dsIA&#10;AADeAAAADwAAAGRycy9kb3ducmV2LnhtbERP3WrCMBS+H+wdwhl4N9PVTUo1ikwKMnYz9QEOzbGp&#10;NiclibW+vRkMdnc+vt+zXI+2EwP50DpW8DbNQBDXTrfcKDgeqtcCRIjIGjvHpOBOAdar56clltrd&#10;+IeGfWxECuFQogITY19KGWpDFsPU9cSJOzlvMSboG6k93lK47WSeZXNpseXUYLCnT0P1ZX+1Cqqv&#10;/Hu4XLWv3GZ8t/RhzsXWKDV5GTcLEJHG+C/+c+90mp8X2Qx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Anl2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V/6sIA&#10;AADeAAAADwAAAGRycy9kb3ducmV2LnhtbERPzWqDQBC+B/oOywR6i7vapIhxE0ohpTnW9gEGd6qi&#10;O2vdbTRv3w0EepuP73fK42IHcaHJd441pIkCQVw703Gj4evztMlB+IBscHBMGq7k4Xh4WJVYGDfz&#10;B12q0IgYwr5ADW0IYyGlr1uy6BM3Ekfu200WQ4RTI82Ecwy3g8yUepYWO44NLY702lLdV79Ww/Y6&#10;v/1Uu16djKX0/DSeOdQ7rR/Xy8seRKAl/Ivv7ncT52e52sLtnXiDP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JX/q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vM3sQA&#10;AADeAAAADwAAAGRycy9kb3ducmV2LnhtbERPS2vCQBC+F/oflin0VjcGKjbNJkjFUjzVaHsespMH&#10;ZmdDdk3iv+8KBW/z8T0nzWfTiZEG11pWsFxEIIhLq1uuFZyOu5c1COeRNXaWScGVHOTZ40OKibYT&#10;H2gsfC1CCLsEFTTe94mUrmzIoFvYnjhwlR0M+gCHWuoBpxBuOhlH0UoabDk0NNjTR0PlubgYBZfV&#10;b3ziaq+/i+3182272zj5Uyv1/DRv3kF4mv1d/O/+0mF+vI5e4fZOuEF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rzN7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bitMYA&#10;AADeAAAADwAAAGRycy9kb3ducmV2LnhtbERPS2vCQBC+F/oflil4azbVEmLqKioU2h4UX4fexuyY&#10;pGZn0+xW4793C4K3+fieM5p0phYnal1lWcFLFIMgzq2uuFCw3bw/pyCcR9ZYWyYFF3IwGT8+jDDT&#10;9swrOq19IUIIuwwVlN43mZQuL8mgi2xDHLiDbQ36ANtC6hbPIdzUsh/HiTRYcWgosaF5Sflx/WcU&#10;7JZpMlzOPl9/vhZ7HBj9+62rRKneUzd9A+Gp83fxzf2hw/x+Gifw/064QY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Nbit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PQu8QA&#10;AADeAAAADwAAAGRycy9kb3ducmV2LnhtbERPTWvCQBC9F/oflhG81Y2p2JC6CdWiFU82LfQ6ZMck&#10;mJ0N2VVjf323IHibx/ucRT6YVpypd41lBdNJBIK4tLrhSsH31/opAeE8ssbWMim4koM8e3xYYKrt&#10;hT/pXPhKhBB2KSqove9SKV1Zk0E3sR1x4A62N+gD7Cupe7yEcNPKOIrm0mDDoaHGjlY1lcfiZBT8&#10;zn9w7z7i5fuz9nSdJRu722+UGo+Gt1cQngZ/F9/cWx3mx0n0Av/vhB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j0L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tZ8YA&#10;AADeAAAADwAAAGRycy9kb3ducmV2LnhtbESPQW/CMAyF75P2HyIjcRspFUzQEdA0gbQbUPgBVuOl&#10;FY1Tmgy6/fr5gLSbrff83ufVZvCtulEfm8AGppMMFHEVbMPOwPm0e1mAignZYhuYDPxQhM36+WmF&#10;hQ13PtKtTE5JCMcCDdQpdYXWsarJY5yEjli0r9B7TLL2Ttse7xLuW51n2av22LA01NjRR03Vpfz2&#10;Bq4hn9uh3OL+sl0eGudm19/jzJjxaHh/A5VoSP/mx/WnFfx8kQmvvCMz6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MUtZ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XuF8MA&#10;AADeAAAADwAAAGRycy9kb3ducmV2LnhtbERPPW/CMBDdkfgP1iF1Kw5UhRAwqEVCYoV2YDzsIwnE&#10;5xAbCP31GKkS2z29z5stWluJKzW+dKxg0E9AEGtnSs4V/P6s3lMQPiAbrByTgjt5WMy7nRlmxt14&#10;Q9dtyEUMYZ+hgiKEOpPS64Is+r6riSN3cI3FEGGTS9PgLYbbSg6TZCQtlhwbCqxpWZA+bS9Wwbrc&#10;0+dIHyY2/dab3d85fIyPRqm3Xvs1BRGoDS/xv3tt4vxhmkzg+U68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TXuF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cogMUA&#10;AADeAAAADwAAAGRycy9kb3ducmV2LnhtbERPTWvCQBC9F/oflin0VjfmIDZ1lVooKK2CH9TrkB2z&#10;odnZkF1j/Pedg9DbzLyPeW+2GHyjeupiHdjAeJSBIi6DrbkycDx8vkxBxYRssQlMBm4UYTF/fJhh&#10;YcOVd9TvU6XEhGOBBlxKbaF1LB15jKPQEgt2Dp3HJGtXadvhVcx9o/Msm2iPNcsHhy19OCp/9xdv&#10;oMftLTu55eZ1XX+X+Xb582Xlbp6fhvc3UImG9E++q1dW4ufTsRSQOjKDn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9yiA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SgcIA&#10;AADeAAAADwAAAGRycy9kb3ducmV2LnhtbERPTUvDQBC9C/6HZQRvdpMcpKTdFhEqHjX20OM0O82m&#10;zc6E3bWJ/npXELzN433Oejv7QV0pxF7YQLkoQBG3YnvuDOw/dg9LUDEhWxyEycAXRdhubm/WWFuZ&#10;+J2uTepUDuFYowGX0lhrHVtHHuNCRuLMnSR4TBmGTtuAUw73g66K4lF77Dk3OBzp2VF7aT69geml&#10;PZ6r08G67zDKrnmTczWIMfd389MKVKI5/Yv/3K82z6+WZQ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tlKB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zc4cQA&#10;AADeAAAADwAAAGRycy9kb3ducmV2LnhtbERPS2vCQBC+C/6HZYTedGMONURXsVqhSKX4uk+z0yTt&#10;7mzIbjX9964g9DYf33Nmi84acaHW144VjEcJCOLC6ZpLBafjZpiB8AFZo3FMCv7Iw2Le780w1+7K&#10;e7ocQiliCPscFVQhNLmUvqjIoh+5hjhyX661GCJsS6lbvMZwa2SaJM/SYs2xocKGVhUVP4dfq2Dz&#10;sTbf6W6/PMuwep18mmz7sn5X6mnQLacgAnXhX/xwv+k4P83GKdzfiTfI+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c3O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ak7sYA&#10;AADeAAAADwAAAGRycy9kb3ducmV2LnhtbERPTWvCQBC9F/wPywi9lLpRqYTUjYhQTMGCWsHrmJ0m&#10;IdnZkN0m6b/vCoXe5vE+Z70ZTSN66lxlWcF8FoEgzq2uuFBw+Xx7jkE4j6yxsUwKfsjBJp08rDHR&#10;duAT9WdfiBDCLkEFpfdtIqXLSzLoZrYlDtyX7Qz6ALtC6g6HEG4auYiilTRYcWgosaVdSXl9/jYK&#10;+uPhVmS9a9/r+Mm9LG/7/Ye+KvU4HbevIDyN/l/85850mL+I50u4vxNukO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ak7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NCh8YA&#10;AADeAAAADwAAAGRycy9kb3ducmV2LnhtbERPS2vCQBC+C/6HZQq96cZgS4yuooVCLwUfPdTbmJ0m&#10;wexsurvV6K/vCoK3+fieM1t0phEncr62rGA0TEAQF1bXXCr42r0PMhA+IGtsLJOCC3lYzPu9Geba&#10;nnlDp20oRQxhn6OCKoQ2l9IXFRn0Q9sSR+7HOoMhQldK7fAcw00j0yR5lQZrjg0VtvRWUXHc/hkF&#10;q0m2+l2P+fO6Oexp/304vqQuUer5qVtOQQTqwkN8d3/oOD/NRmO4vRNvk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qNCh8YAAADeAAAADwAAAAAAAAAAAAAAAACYAgAAZHJz&#10;L2Rvd25yZXYueG1sUEsFBgAAAAAEAAQA9QAAAIsDAAAAAA==&#10;" fillcolor="black" stroked="f"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zpHMYA&#10;AADeAAAADwAAAGRycy9kb3ducmV2LnhtbERPS2vCQBC+F/wPyxR6qxsDSoiuUm0LBfXg4+Bxmp0m&#10;S7KzIbvV2F/fFQRv8/E9Z7bobSPO1HnjWMFomIAgLpw2XCo4Hj5fMxA+IGtsHJOCK3lYzAdPM8y1&#10;u/COzvtQihjCPkcFVQhtLqUvKrLoh64ljtyP6yyGCLtS6g4vMdw2Mk2SibRoODZU2NKqoqLe/1oF&#10;p/XEZDtD6ffmb/mhN+N6uX2vlXp57t+mIAL14SG+u790nJ9mozHc3ok3yP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CzpH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waWcMA&#10;AADeAAAADwAAAGRycy9kb3ducmV2LnhtbERPTWsCMRC9F/wPYQRvNasHWVajSKW0lx7UitdhM262&#10;u5msSdTVX98UhN7m8T5nseptK67kQ+1YwWScgSAuna65UvC9f3/NQYSIrLF1TAruFGC1HLwssNDu&#10;xlu67mIlUgiHAhWYGLtCylAashjGriNO3Ml5izFBX0nt8ZbCbSunWTaTFmtODQY7ejNUNruLVeDX&#10;x03z4MuhyR5f9/Dx059zNEqNhv16DiJSH//FT/enTvOn+WQGf++k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waWc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EJicQA&#10;AADeAAAADwAAAGRycy9kb3ducmV2LnhtbERP22rCQBB9L/gPywh9KboxD1Wjq4hQKFQKXj5gzI5J&#10;cHc2ZKca+/XdQqFvczjXWa5779SNutgENjAZZ6CIy2Abrgycjm+jGagoyBZdYDLwoAjr1eBpiYUN&#10;d97T7SCVSiEcCzRQi7SF1rGsyWMch5Y4cZfQeZQEu0rbDu8p3DudZ9mr9thwaqixpW1N5fXw5Q24&#10;/OzmH9O4k8dJ77JvL/uXT2vM87DfLEAJ9fIv/nO/2zQ/n02m8PtOu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6RCY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7coccA&#10;AADeAAAADwAAAGRycy9kb3ducmV2LnhtbESPQU/DMAyF70j8h8iTuLF0PaCpLJtg06ReOKwM7eo1&#10;pqlInKoJW9mvxwckbrbe83ufV5speHWhMfWRDSzmBSjiNtqeOwPH9/3jElTKyBZ9ZDLwQwk26/u7&#10;FVY2XvlAlyZ3SkI4VWjA5TxUWqfWUcA0jwOxaJ9xDJhlHTttR7xKePC6LIonHbBnaXA40NZR+9V8&#10;BwO7ZvDlsXav6fTxdj77+ran086Yh9n08gwq05T/zX/XtRX8crkQXnlHZtD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je3K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fLDMIA&#10;AADeAAAADwAAAGRycy9kb3ducmV2LnhtbERPS4vCMBC+C/sfwizsTRM9+KhGWRYFYU++Dt6GZGyr&#10;zaQ00Xb//UYQvM3H95zFqnOVeFATSs8ahgMFgth4W3Ku4XjY9KcgQkS2WHkmDX8UYLX86C0ws77l&#10;HT32MRcphEOGGooY60zKYApyGAa+Jk7cxTcOY4JNLm2DbQp3lRwpNZYOS04NBdb0U5C57e9Ow3Uj&#10;f71RaE7HU7u1k/N6TJXS+uuz+56DiNTFt/jl3to0fzQdzuD5Trp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2l8sM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lbS8cA&#10;AADeAAAADwAAAGRycy9kb3ducmV2LnhtbESPQWvCQBCF7wX/wzKCt7pphBJSV7GCUFp6qIp4nGbH&#10;JCQ7G3ZXTf9951DobYZ58977luvR9epGIbaeDTzNM1DElbct1waOh91jASomZIu9ZzLwQxHWq8nD&#10;Ekvr7/xFt32qlZhwLNFAk9JQah2rhhzGuR+I5XbxwWGSNdTaBryLuet1nmXP2mHLktDgQNuGqm5/&#10;dQbO1w++fC7eN+E1nfx4iF3+XXTGzKbj5gVUojH9i/++36zUz4tcAAR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pW0v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grosUA&#10;AADeAAAADwAAAGRycy9kb3ducmV2LnhtbERPTWvCQBC9C/0PyxS86cZgSxpdpQpCLwW1PdTbmB2T&#10;YHY23d1q9Nd3BcHbPN7nTOedacSJnK8tKxgNExDEhdU1lwq+v1aDDIQPyBoby6TgQh7ms6feFHNt&#10;z7yh0zaUIoawz1FBFUKbS+mLigz6oW2JI3ewzmCI0JVSOzzHcNPINElepcGaY0OFLS0rKo7bP6Ng&#10;8ZYtftdj/rxu9jva/eyPL6lLlOo/d+8TEIG68BDf3R86zk+zdAS3d+INcvY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uCuixQAAAN4AAAAPAAAAAAAAAAAAAAAAAJgCAABkcnMv&#10;ZG93bnJldi54bWxQSwUGAAAAAAQABAD1AAAAigMAAAAA&#10;" fillcolor="black" stroked="f"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9y+f8MA&#10;AADeAAAADwAAAGRycy9kb3ducmV2LnhtbERP30vDMBB+F/Y/hBv45tJVkFGXjTIYE5+6OfH11pxN&#10;WXMpSczqf28Ewbf7+H7eejvZQSTyoXesYLkoQBC3TvfcKTi/7R9WIEJE1jg4JgXfFGC7md2tsdLu&#10;xkdKp9iJHMKhQgUmxrGSMrSGLIaFG4kz9+m8xZih76T2eMvhdpBlUTxJiz3nBoMj7Qy119OXVZAu&#10;u6Z+TB/JHF993XnXHN4vjVL386l+BhFpiv/iP/eLzvPLVVnC7zv5Brn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9y+f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f7cUA&#10;AADeAAAADwAAAGRycy9kb3ducmV2LnhtbERPTWvCQBC9F/wPywje6sYUxEZXEWmL9lIbBT0O2TEb&#10;zM6G7BrT/vpuodDbPN7nLFa9rUVHra8cK5iMExDEhdMVlwqOh9fHGQgfkDXWjknBF3lYLQcPC8y0&#10;u/MndXkoRQxhn6ECE0KTSekLQxb92DXEkbu41mKIsC2lbvEew20t0ySZSosVxwaDDW0MFdf8ZhX4&#10;yebl9G6/n7vzm+GPfGem+9IoNRr26zmIQH34F/+5tzrOT2fpE/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F/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74862" w:rsidRDefault="00974862" w:rsidP="0097486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974862" w:rsidRPr="0066767B" w:rsidRDefault="00974862" w:rsidP="0097486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974862" w:rsidRPr="0066767B" w:rsidRDefault="00974862" w:rsidP="0097486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974862" w:rsidRPr="0066767B" w:rsidRDefault="00974862" w:rsidP="00974862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974862" w:rsidRPr="0066767B" w:rsidRDefault="00974862" w:rsidP="00974862">
      <w:pPr>
        <w:spacing w:after="0" w:line="240" w:lineRule="auto"/>
        <w:rPr>
          <w:rFonts w:ascii="Times New Roman" w:eastAsia="Calibri" w:hAnsi="Times New Roman" w:cs="Times New Roman"/>
        </w:rPr>
      </w:pPr>
    </w:p>
    <w:p w:rsidR="00974862" w:rsidRDefault="00974862" w:rsidP="00974862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974862" w:rsidRDefault="00974862" w:rsidP="00974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974862" w:rsidRDefault="00974862" w:rsidP="0097486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974862" w:rsidRPr="00F01C7C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 w:rsidRPr="00F01C7C">
        <w:rPr>
          <w:rFonts w:ascii="Times New Roman" w:eastAsia="Calibri" w:hAnsi="Times New Roman" w:cs="Times New Roman"/>
          <w:b/>
          <w:sz w:val="24"/>
          <w:lang w:val="uk-UA"/>
        </w:rPr>
        <w:t xml:space="preserve">Про внесення змін до рішення </w:t>
      </w:r>
      <w:r w:rsidRPr="00F01C7C">
        <w:rPr>
          <w:rFonts w:ascii="Times New Roman" w:eastAsia="Calibri" w:hAnsi="Times New Roman" w:cs="Times New Roman"/>
          <w:b/>
          <w:sz w:val="24"/>
          <w:lang w:val="en-US"/>
        </w:rPr>
        <w:t>XXXII</w:t>
      </w:r>
      <w:r w:rsidRPr="00F01C7C">
        <w:rPr>
          <w:rFonts w:ascii="Times New Roman" w:eastAsia="Calibri" w:hAnsi="Times New Roman" w:cs="Times New Roman"/>
          <w:b/>
          <w:sz w:val="24"/>
          <w:lang w:val="uk-UA"/>
        </w:rPr>
        <w:t xml:space="preserve"> сесії </w:t>
      </w:r>
    </w:p>
    <w:p w:rsidR="00974862" w:rsidRPr="00F01C7C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 w:rsidRPr="00F01C7C">
        <w:rPr>
          <w:rFonts w:ascii="Times New Roman" w:eastAsia="Calibri" w:hAnsi="Times New Roman" w:cs="Times New Roman"/>
          <w:b/>
          <w:sz w:val="24"/>
          <w:lang w:val="uk-UA"/>
        </w:rPr>
        <w:t xml:space="preserve">сільської ради </w:t>
      </w:r>
      <w:r w:rsidRPr="00F01C7C">
        <w:rPr>
          <w:rFonts w:ascii="Times New Roman" w:eastAsia="Calibri" w:hAnsi="Times New Roman" w:cs="Times New Roman"/>
          <w:b/>
          <w:sz w:val="24"/>
          <w:lang w:val="en-US"/>
        </w:rPr>
        <w:t>VII</w:t>
      </w:r>
      <w:r w:rsidRPr="00F01C7C">
        <w:rPr>
          <w:rFonts w:ascii="Times New Roman" w:eastAsia="Calibri" w:hAnsi="Times New Roman" w:cs="Times New Roman"/>
          <w:b/>
          <w:sz w:val="24"/>
          <w:lang w:val="uk-UA"/>
        </w:rPr>
        <w:t xml:space="preserve"> скликання  №29 від 15.01.2020 року </w:t>
      </w:r>
    </w:p>
    <w:p w:rsidR="00974862" w:rsidRPr="00F01C7C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 w:rsidRPr="00F01C7C">
        <w:rPr>
          <w:rFonts w:ascii="Times New Roman" w:eastAsia="Calibri" w:hAnsi="Times New Roman" w:cs="Times New Roman"/>
          <w:b/>
          <w:sz w:val="24"/>
          <w:lang w:val="uk-UA"/>
        </w:rPr>
        <w:t xml:space="preserve">«Про надання дозволу на розробку проекту </w:t>
      </w:r>
    </w:p>
    <w:p w:rsidR="00974862" w:rsidRPr="00F01C7C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 w:rsidRPr="00F01C7C">
        <w:rPr>
          <w:rFonts w:ascii="Times New Roman" w:eastAsia="Calibri" w:hAnsi="Times New Roman" w:cs="Times New Roman"/>
          <w:b/>
          <w:sz w:val="24"/>
          <w:lang w:val="uk-UA"/>
        </w:rPr>
        <w:t>із землеустрою щодо відведення земельної ділянки</w:t>
      </w:r>
    </w:p>
    <w:p w:rsidR="00974862" w:rsidRPr="00F01C7C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r w:rsidRPr="00F01C7C">
        <w:rPr>
          <w:rFonts w:ascii="Times New Roman" w:eastAsia="Calibri" w:hAnsi="Times New Roman" w:cs="Times New Roman"/>
          <w:b/>
          <w:sz w:val="24"/>
          <w:lang w:val="uk-UA"/>
        </w:rPr>
        <w:t>Кирилюк В.Д.»</w:t>
      </w:r>
    </w:p>
    <w:p w:rsidR="00974862" w:rsidRPr="00F01C7C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</w:p>
    <w:p w:rsidR="00974862" w:rsidRPr="00F01C7C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974862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F01C7C">
        <w:rPr>
          <w:rFonts w:ascii="Times New Roman" w:eastAsia="Calibri" w:hAnsi="Times New Roman" w:cs="Times New Roman"/>
          <w:sz w:val="24"/>
          <w:lang w:val="uk-UA"/>
        </w:rPr>
        <w:t xml:space="preserve">          </w:t>
      </w:r>
    </w:p>
    <w:p w:rsidR="00974862" w:rsidRPr="0010093E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Кирилюк В.Д.</w:t>
      </w: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, , сільська   рада    </w:t>
      </w:r>
    </w:p>
    <w:p w:rsidR="00974862" w:rsidRPr="0010093E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974862" w:rsidRPr="0010093E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74862" w:rsidRPr="0010093E" w:rsidRDefault="00974862" w:rsidP="0097486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1.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Внести  зміни до рішення №29  від 15.01</w:t>
      </w: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.2020 року, «Про надання дозволу на розробку проекту </w:t>
      </w:r>
      <w:proofErr w:type="spellStart"/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iз</w:t>
      </w:r>
      <w:proofErr w:type="spellEnd"/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землеустрою щодо </w:t>
      </w:r>
      <w:proofErr w:type="spellStart"/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вiдведення</w:t>
      </w:r>
      <w:proofErr w:type="spellEnd"/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мельної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дiлянки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Кирилюк В.Д.</w:t>
      </w: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» замінивши слова та цифри, а саме:  «орієнтовною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площею 0,60</w:t>
      </w: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га,» замін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ити  на «орієнтовною площею 0,80</w:t>
      </w: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га»</w:t>
      </w:r>
    </w:p>
    <w:p w:rsidR="00974862" w:rsidRPr="0010093E" w:rsidRDefault="00974862" w:rsidP="0097486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0093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74862" w:rsidRPr="0010093E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74862" w:rsidRPr="0010093E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74862" w:rsidRPr="0010093E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74862" w:rsidRPr="0010093E" w:rsidRDefault="00974862" w:rsidP="00974862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74862" w:rsidRPr="0010093E" w:rsidRDefault="00974862" w:rsidP="0097486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10093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1B210A" w:rsidRDefault="001B210A">
      <w:bookmarkStart w:id="0" w:name="_GoBack"/>
      <w:bookmarkEnd w:id="0"/>
    </w:p>
    <w:sectPr w:rsidR="001B210A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3C19" w:rsidRDefault="00643C19">
      <w:pPr>
        <w:spacing w:after="0" w:line="240" w:lineRule="auto"/>
      </w:pPr>
      <w:r>
        <w:separator/>
      </w:r>
    </w:p>
  </w:endnote>
  <w:endnote w:type="continuationSeparator" w:id="0">
    <w:p w:rsidR="00643C19" w:rsidRDefault="00643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3C19" w:rsidRDefault="00643C19">
      <w:pPr>
        <w:spacing w:after="0" w:line="240" w:lineRule="auto"/>
      </w:pPr>
      <w:r>
        <w:separator/>
      </w:r>
    </w:p>
  </w:footnote>
  <w:footnote w:type="continuationSeparator" w:id="0">
    <w:p w:rsidR="00643C19" w:rsidRDefault="00643C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862"/>
    <w:rsid w:val="001B210A"/>
    <w:rsid w:val="00643C19"/>
    <w:rsid w:val="00974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62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862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211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2021-01-18T12:11:00Z</dcterms:created>
  <dcterms:modified xsi:type="dcterms:W3CDTF">2021-01-18T12:11:00Z</dcterms:modified>
</cp:coreProperties>
</file>