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E5" w:rsidRPr="00D6177D" w:rsidRDefault="00F55CE5" w:rsidP="00F55CE5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6177D">
        <w:rPr>
          <w:rFonts w:ascii="Times New Roman" w:eastAsia="Calibri" w:hAnsi="Times New Roman" w:cs="Times New Roman"/>
          <w:color w:val="FF0000"/>
        </w:rPr>
        <w:t>ПРОЕКТ</w:t>
      </w:r>
    </w:p>
    <w:p w:rsidR="00F55CE5" w:rsidRPr="00D6177D" w:rsidRDefault="00F55CE5" w:rsidP="00F55CE5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F55CE5" w:rsidRPr="00D6177D" w:rsidRDefault="007E43BC" w:rsidP="00F55CE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7E43BC">
        <w:rPr>
          <w:rFonts w:ascii="Calibri" w:eastAsia="Calibri" w:hAnsi="Calibri" w:cs="Times New Roman"/>
          <w:noProof/>
          <w:lang w:eastAsia="ru-RU"/>
        </w:rPr>
        <w:pict>
          <v:group id="Групувати 692" o:sp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WAsQA&#10;AADcAAAADwAAAGRycy9kb3ducmV2LnhtbESPQWvCQBSE7wX/w/KE3upGhTSN2YhIW3IQilrvj+wz&#10;CWbfhuw2Sf99tyB4HGbmGybbTqYVA/WusaxguYhAEJdWN1wp+D5/vCQgnEfW2FomBb/kYJvPnjJM&#10;tR35SMPJVyJA2KWooPa+S6V0ZU0G3cJ2xMG72t6gD7KvpO5xDHDTylUUxdJgw2Ghxo72NZW3049R&#10;YNefxeFSrY7rd371vPtKrpfpoNTzfNptQHia/CN8bxdaQfIWw/+ZcAR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mFgL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thscA&#10;AADcAAAADwAAAGRycy9kb3ducmV2LnhtbESPT2sCMRTE74V+h/AKvYhm7cE/q1GKsNb2IGgFr4/N&#10;62bbzcuSpLr66U1B6HGYmd8w82VnG3EiH2rHCoaDDARx6XTNlYLDZ9GfgAgRWWPjmBRcKMBy8fgw&#10;x1y7M+/otI+VSBAOOSowMba5lKE0ZDEMXEucvC/nLcYkfSW1x3OC20a+ZNlIWqw5LRhsaWWo/Nn/&#10;WgXfxdYcV+Pr2vemO7r2io+35n2k1PNT9zoDEamL/+F7e6MVTKZj+Du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LY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9s/MAA&#10;AADcAAAADwAAAGRycy9kb3ducmV2LnhtbERPzWrCQBC+F3yHZQQvRTdaKBpdRaRK8SL+PMCQHbPB&#10;7GzIbk18+86h0OPH97/a9L5WT2pjFdjAdJKBIi6Crbg0cLvux3NQMSFbrAOTgRdF2KwHbyvMbej4&#10;TM9LKpWEcMzRgEupybWOhSOPcRIaYuHuofWYBLalti12Eu5rPcuyT+2xYmlw2NDOUfG4/HgpOX3g&#10;6XjvrvtDjx1+HR2/b8/GjIb9dgkqUZ/+xX/ub2tgvpC1ckaOgF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9s/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qQuMYA&#10;AADcAAAADwAAAGRycy9kb3ducmV2LnhtbESPX0sDMRDE3wW/Q1jBN5uzaP+cTYtUhSL0oVUofVsu&#10;27vDyyYka+/89o0g+DjMzG+YxWpwnTpTTK1nA/ejAhRx5W3LtYHPj7e7GagkyBY7z2TghxKsltdX&#10;Cyyt73lH573UKkM4lWigEQml1qlqyGEa+UCcvZOPDiXLWGsbsc9w1+lxUUy0w5bzQoOB1g1VX/tv&#10;Z2Dbv4b36eTxFI7xYazTi5XDWoy5vRmen0AJDfIf/mtvrIHZfA6/Z/IR0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qQuMYAAADc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KVxsMA&#10;AADcAAAADwAAAGRycy9kb3ducmV2LnhtbESP3WrCQBCF7wu+wzKCN0U3MVA0ukqQWkpuxJ8HGLJj&#10;NpidDdmtSd++Wyj08nB+Ps52P9pWPKn3jWMF6SIBQVw53XCt4HY9zlcgfEDW2DomBd/kYb+bvGwx&#10;127gMz0voRZxhH2OCkwIXS6lrwxZ9AvXEUfv7nqLIcq+lrrHIY7bVi6T5E1abDgSDHZ0MFQ9Ll82&#10;Qk4Znsr7cD1+jDjge2n4tTgrNZuOxQZEoDH8h//an1rBOkv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KVx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lSbsUA&#10;AADc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ri/LuH3TD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VJu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4L5MYA&#10;AADcAAAADwAAAGRycy9kb3ducmV2LnhtbESPUWvCMBSF3wf+h3AHvgxNZ9mY1Sg6CA4mjKng66W5&#10;tmXNTUmi7f79Mhjs8XDO+Q5nuR5sK27kQ+NYweM0A0FcOtNwpeB01JMXECEiG2wdk4JvCrBeje6W&#10;WBjX8yfdDrESCcKhQAV1jF0hZShrshimriNO3sV5izFJX0njsU9w28pZlj1Liw2nhRo7eq2p/Dpc&#10;rYLtR1/l/qHcDu79sjs/aW30Xis1vh82CxCRhvgf/mu/GQXzPIf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4L5M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3FcMA&#10;AADcAAAADwAAAGRycy9kb3ducmV2LnhtbESP0WoCMRRE3wv+Q7hC32pWa4uuRhHLgpS+VP2Ay+a6&#10;Wd3cLElct39vCoKPw8ycYZbr3jaiIx9qxwrGowwEcel0zZWC46F4m4EIEVlj45gU/FGA9WrwssRc&#10;uxv/UrePlUgQDjkqMDG2uZShNGQxjFxLnLyT8xZjkr6S2uMtwW0jJ1n2KS3WnBYMtrQ1VF72V6ug&#10;+J78dJer9oXb9FNLH+Y8+zJKvQ77zQJEpD4+w4/2TiuYv0/h/0w6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t3F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s2C8UA&#10;AADcAAAADwAAAGRycy9kb3ducmV2LnhtbESPQWsCMRSE7wX/Q3iCF6lZFUu7NYoKwUILpSr0+tg8&#10;d5duXpYkuuu/bwpCj8PMfMMs171txJV8qB0rmE4yEMSFMzWXCk5H/fgMIkRkg41jUnCjAOvV4GGJ&#10;uXEdf9H1EEuRIBxyVFDF2OZShqIii2HiWuLknZ23GJP0pTQeuwS3jZxl2ZO0WHNaqLClXUXFz+Fi&#10;FWw/u3Lux8W2d+/n/fdCa6M/tFKjYb95BRGpj//he/vNKHiZL+D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zYL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M+cQA&#10;AADcAAAADwAAAGRycy9kb3ducmV2LnhtbESPUWvCMBSF34X9h3AHe9NUN8XVRhGlMIYvc/sBl+ba&#10;1DY3JYm1+/fLYLDHwznnO5xiN9pODORD41jBfJaBIK6cbrhW8PVZTtcgQkTW2DkmBd8UYLd9mBSY&#10;a3fnDxrOsRYJwiFHBSbGPpcyVIYshpnriZN3cd5iTNLXUnu8J7jt5CLLVtJiw2nBYE8HQ1V7vlkF&#10;5fviNLQ37Uu3H18sLc11fTRKPT2O+w2ISGP8D/+137SC1+cV/J5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FTPn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KcocQA&#10;AADcAAAADwAAAGRycy9kb3ducmV2LnhtbESPzWrDMBCE74G8g9hCb4nsuGlS10oIAZfmWLcPsFhb&#10;28RaOZbin7evCoUeh5n5hsmOk2nFQL1rLCuI1xEI4tLqhisFX5/5ag/CeWSNrWVSMJOD42G5yDDV&#10;duQPGgpfiQBhl6KC2vsuldKVNRl0a9sRB+/b9gZ9kH0ldY9jgJtWbqLoWRpsOCzU2NG5pvJa3I2C&#10;p3l8uxXba5RrQ/El6S7sy61Sjw/T6RWEp8n/h//a71rBS7KD3zPh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inKH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7pr0A&#10;AADcAAAADwAAAGRycy9kb3ducmV2LnhtbERPyw7BQBTdS/zD5ErsmCIRyhAhRKyox/qmc7WNzp2m&#10;M6i/NwuJ5cl5z5eNKcWLaldYVjDoRyCIU6sLzhRcztveBITzyBpLy6TgQw6Wi3ZrjrG2bz7RK/GZ&#10;CCHsYlSQe1/FUro0J4OubyviwN1tbdAHWGdS1/gO4aaUwygaS4MFh4YcK1rnlD6Sp1HwHN+GF74f&#10;9DHZfHbTzXbl5DVTqttpVjMQnhr/F//ce61gOgprw5lwBO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bb7pr0AAADc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M5L8cA&#10;AADcAAAADwAAAGRycy9kb3ducmV2LnhtbESPQWvCQBSE74X+h+UVvDWbqgSTuooWBPWg1Oqht9fs&#10;a5KafZtmV43/3hUKPQ4z8w0znnamFmdqXWVZwUsUgyDOra64ULD/WDyPQDiPrLG2TAqu5GA6eXwY&#10;Y6bthd/pvPOFCBB2GSoovW8yKV1ekkEX2YY4eN+2NeiDbAupW7wEuKllP44TabDisFBiQ28l5cfd&#10;ySg4bEdJup2vhj/rzRcOjP791FWiVO+pm72C8NT5//Bfe6kVpIMU7mfCEZ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zOS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7qtMMA&#10;AADcAAAADwAAAGRycy9kb3ducmV2LnhtbERPy2rCQBTdF/yH4Rbc1UlVQhozER/Ulq6sCm4vmdsk&#10;NHMnZMYk9us7i0KXh/PO1qNpRE+dqy0reJ5FIIgLq2suFVzOr08JCOeRNTaWScGdHKzzyUOGqbYD&#10;f1J/8qUIIexSVFB536ZSuqIig25mW+LAfdnOoA+wK6XucAjhppHzKIqlwZpDQ4Ut7Soqvk83o+An&#10;vuLRvc23+4X2dF8mB/txPCg1fRw3KxCeRv8v/nO/awUvyzA/nAlH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7qt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ywcQA&#10;AADcAAAADwAAAGRycy9kb3ducmV2LnhtbESPwWrDMBBE74H+g9hCb4ns4ITGjRJKSaC3Nk4/YLG2&#10;som1si3Fdvv1VaCQ4zAzb5jtfrKNGKj3tWMF6SIBQVw6XbNR8HU+zp9B+ICssXFMCn7Iw373MNti&#10;rt3IJxqKYESEsM9RQRVCm0vpy4os+oVriaP37XqLIcreSN3jGOG2kcskWUuLNceFClt6q6i8FFer&#10;oHPLlZ6KA35cDpvP2pis+z1lSj09Tq8vIAJN4R7+b79rBZsshduZeAT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lMs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o+4cUA&#10;AADcAAAADwAAAGRycy9kb3ducmV2LnhtbESPS2/CMBCE70j9D9ZW6o04PMojxSCoVIkrjwPHxV6S&#10;lHgdYhdCf31dCYnjaGa+0cwWra3ElRpfOlbQS1IQxNqZknMF+91XdwLCB2SDlWNScCcPi/lLZ4aZ&#10;cTfe0HUbchEh7DNUUIRQZ1J6XZBFn7iaOHon11gMUTa5NA3eItxWsp+mI2mx5LhQYE2fBenz9scq&#10;WJdHeh/p09ROVnpz+L2EwfjbKPX22i4/QARqwzP8aK+NgumwD/9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j7h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nXcEA&#10;AADcAAAADwAAAGRycy9kb3ducmV2LnhtbERPW2vCMBR+F/wP4Qh703RuDK1G0cHA4QXmRF8PzVlT&#10;bE5KE2v990YY+Pjd+abz1paiodoXjhW8DhIQxJnTBecKDr9f/REIH5A1lo5JwY08zGfdzhRT7a78&#10;Q80+5CKWsE9RgQmhSqX0mSGLfuAq4qj9udpiiLDOpa7xGsttKYdJ8iEtFhwXDFb0aSg77y9WQYO7&#10;W3Iyy+34u9hkw93yuNaRVy+9djEBEagNT/N/eqUVjN/f4H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2J13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sKJ8QA&#10;AADcAAAADwAAAGRycy9kb3ducmV2LnhtbESPQUvDQBSE70L/w/IK3uymoYjGbkspVDxq9ODxmX3N&#10;pmbfC7vbJvrrXUHwOMzMN8x6O/leXSjETtjAclGAIm7EdtwaeHs93NyBignZYi9MBr4ownYzu1pj&#10;ZWXkF7rUqVUZwrFCAy6lodI6No48xoUMxNk7SvCYsgyttgHHDPe9LoviVnvsOC84HGjvqPmsz97A&#10;+Nh8nMrju3XfYZBD/SynshdjrufT7gFUoin9h//aT9bA/Wo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LCif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jincYA&#10;AADcAAAADwAAAGRycy9kb3ducmV2LnhtbESPQWsCMRSE74L/ITyhN80qbdWtUaxWKKKI2t5fN8/d&#10;1eRl2aS6/fdNoeBxmJlvmMmssUZcqfalYwX9XgKCOHO65FzBx3HVHYHwAVmjcUwKfsjDbNpuTTDV&#10;7sZ7uh5CLiKEfYoKihCqVEqfFWTR91xFHL2Tqy2GKOtc6hpvEW6NHCTJs7RYclwosKJFQdnl8G0V&#10;rHZLcx5s9/NPGRZvwy8zWr8uN0o9dJr5C4hATbiH/9vvWsH48Qn+zs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jin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oPQcYA&#10;AADcAAAADwAAAGRycy9kb3ducmV2LnhtbESPQWvCQBSE7wX/w/KEXkqzsdWg0VVEKFpQUFvo9SX7&#10;TILZtyG7jem/7wqFHoeZ+YZZrHpTi45aV1lWMIpiEMS51RUXCj4/3p6nIJxH1lhbJgU/5GC1HDws&#10;MNX2xifqzr4QAcIuRQWl900qpctLMugi2xAH72Jbgz7ItpC6xVuAm1q+xHEiDVYcFkpsaFNSfj1/&#10;GwXdcZ8Vu84179fpk5u8ZtvtQX8p9Tjs13MQnnr/H/5r77SC2TiB+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oPQ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rqscA&#10;AADcAAAADwAAAGRycy9kb3ducmV2LnhtbESPT2vCQBTE7wW/w/KE3upG0appVlGh0EvBPz3U20v2&#10;NQlm38bdrcZ+erdQ6HGYmd8w2bIzjbiQ87VlBcNBAoK4sLrmUsHH4fVpBsIHZI2NZVJwIw/LRe8h&#10;w1TbK+/osg+liBD2KSqoQmhTKX1RkUE/sC1x9L6sMxiidKXUDq8Rbho5SpJnabDmuFBhS5uKitP+&#10;2yhYz2fr83bM7z+7/EjHz/w0GblEqcd+t3oBEagL/+G/9ptWMB9P4fdMP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wK6rHAAAA3AAAAA8AAAAAAAAAAAAAAAAAmAIAAGRy&#10;cy9kb3ducmV2LnhtbFBLBQYAAAAABAAEAPUAAACMAwAAAAA=&#10;" fillcolor="black" stroked="f"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0ewMQA&#10;AADcAAAADwAAAGRycy9kb3ducmV2LnhtbERPu27CMBTdK/EP1kXqVhxQiyDgREBbqVLpwGNgvMSX&#10;xEp8HcUupP36ekDqeHTey7y3jbhS541jBeNRAoK4cNpwqeB4eH+agfABWWPjmBT8kIc8GzwsMdXu&#10;xju67kMpYgj7FBVUIbSplL6oyKIfuZY4chfXWQwRdqXUHd5iuG3kJEmm0qLh2FBhS5uKinr/bRWc&#10;PqdmtjM0OW9/1296+1Kvv15rpR6H/WoBIlAf/sV394dWMH+Oa+O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dHsD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yRtcQA&#10;AADcAAAADwAAAGRycy9kb3ducmV2LnhtbESPQWsCMRSE7wX/Q3iCt5q1SNHVKGIRe+mhtuL1sXlu&#10;1t28rEnU1V/fFAo9DjPzDTNfdrYRV/KhcqxgNMxAEBdOV1wq+P7aPE9AhIissXFMCu4UYLnoPc0x&#10;1+7Gn3TdxVIkCIccFZgY21zKUBiyGIauJU7e0XmLMUlfSu3xluC2kS9Z9iotVpwWDLa0NlTUu4tV&#10;4FeHt/rBl32dPT7uYXvqzhM0Sg363WoGIlIX/8N/7XetYDqewu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MkbX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x7cIA&#10;AADcAAAADwAAAGRycy9kb3ducmV2LnhtbERP22rCQBB9L/Qflin4UppNhVaNWaUUCoJS8PIB0+yY&#10;hO7OhuxUo1/ffRB8PJx7uRy8UyfqYxvYwGuWgyKugm25NnDYf71MQUVBtugCk4ELRVguHh9KLGw4&#10;85ZOO6lVCuFYoIFGpCu0jlVDHmMWOuLEHUPvURLsa217PKdw7/Q4z9+1x5ZTQ4MdfTZU/e7+vAE3&#10;/nGz9SRu5HLQm/zqZfv8bY0ZPQ0fc1BCg9zFN/fKGpi9pfnpTD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vHt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1fcUA&#10;AADcAAAADwAAAGRycy9kb3ducmV2LnhtbESPQWsCMRSE7wX/Q3gFbzWrYKlbo1RF2EsPXbd4fW5e&#10;N0uTl2UTddtf3whCj8PMfMMs14Oz4kJ9aD0rmE4yEMS11y03CqrD/ukFRIjIGq1nUvBDAdar0cMS&#10;c+2v/EGXMjYiQTjkqMDE2OVShtqQwzDxHXHyvnzvMCbZN1L3eE1wZ+Usy56lw5bTgsGOtobq7/Ls&#10;FOzKzs6qwmzC8fP9dLLF756OO6XGj8PbK4hIQ/wP39uFVrCYT+F2Jh0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4/V9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8VTsQA&#10;AADcAAAADwAAAGRycy9kb3ducmV2LnhtbESPQWvCQBSE70L/w/IKveluA9UaXUMpFQRP1Xjo7bH7&#10;TGKzb0N2a9J/3xUKHoeZ+YZZF6NrxZX60HjW8DxTIIiNtw1XGsrjdvoKIkRki61n0vBLAYrNw2SN&#10;ufUDf9L1ECuRIBxy1FDH2OVSBlOTwzDzHXHyzr53GJPsK2l7HBLctTJTai4dNpwWauzovSbzffhx&#10;Gi5bufdGoTmVp2FnF18fc2qV1k+P49sKRKQx3sP/7Z3VsHzJ4HYmH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/FU7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mkw8UA&#10;AADcAAAADwAAAGRycy9kb3ducmV2LnhtbESPQWvCQBSE74L/YXlCb7pRsdjoKioUSsVDYyk9vmaf&#10;SUj2bdhdNf57Vyh4HGbmG2a57kwjLuR8ZVnBeJSAIM6trrhQ8H18H85B+ICssbFMCm7kYb3q95aY&#10;anvlL7pkoRARwj5FBWUIbSqlz0sy6Ee2JY7eyTqDIUpXSO3wGuGmkZMkeZUGK44LJba0Kymvs7NR&#10;8Hve8+kw/dy4bfix3dHXk795rdTLoNssQATqwjP83/7QCt5mU3ici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6aTD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sjAM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XMxi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sjAMYAAADcAAAADwAAAAAAAAAAAAAAAACYAgAAZHJz&#10;L2Rvd25yZXYueG1sUEsFBgAAAAAEAAQA9QAAAIsDAAAAAA==&#10;" fillcolor="black" stroked="f"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+LusQA&#10;AADcAAAADwAAAGRycy9kb3ducmV2LnhtbESPQUsDMRSE74L/ITzBm82qtNS1aVkKovS0rRWvr5vX&#10;zdLNy5LEdPvvjVDwOMzMN8xiNdpeJPKhc6zgcVKAIG6c7rhVsP98e5iDCBFZY++YFFwowGp5e7PA&#10;UrszbyntYisyhEOJCkyMQyllaAxZDBM3EGfv6LzFmKVvpfZ4znDby6eimEmLHecFgwOtDTWn3Y9V&#10;kA7runpO38lsN75qvavfvw61Uvd3Y/UKItIY/8PX9odW8DKdwt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fi7r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+ST8UA&#10;AADcAAAADwAAAGRycy9kb3ducmV2LnhtbESPQWvCQBSE74X+h+UVvNWNBYNGVynSinppmwp6fGRf&#10;s6HZtyG7xuivdwtCj8PMfMPMl72tRUetrxwrGA0TEMSF0xWXCvbf788TED4ga6wdk4ILeVguHh/m&#10;mGl35i/q8lCKCGGfoQITQpNJ6QtDFv3QNcTR+3GtxRBlW0rd4jnCbS1fkiSVFiuOCwYbWhkqfvOT&#10;VeBHq7fDzl6n3XFt+CPfmvSzNEoNnvrXGYhAffgP39sbrWA6TuHv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5JP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5CE5" w:rsidRPr="00D6177D" w:rsidRDefault="00F55CE5" w:rsidP="00F55CE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F55CE5" w:rsidRPr="00D6177D" w:rsidRDefault="00F55CE5" w:rsidP="00F55CE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F55CE5" w:rsidRPr="00D6177D" w:rsidRDefault="00F55CE5" w:rsidP="00F55CE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УКРАЇНА</w:t>
      </w:r>
    </w:p>
    <w:p w:rsidR="00F55CE5" w:rsidRPr="00D6177D" w:rsidRDefault="00F55CE5" w:rsidP="00F55CE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КРУПЕЦЬКА СІЛЬСЬКА РАДА</w:t>
      </w:r>
    </w:p>
    <w:p w:rsidR="00F55CE5" w:rsidRPr="00D6177D" w:rsidRDefault="00F55CE5" w:rsidP="00F55CE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СЛАВУТСЬКОГО РАЙОНУ</w:t>
      </w:r>
    </w:p>
    <w:p w:rsidR="00F55CE5" w:rsidRPr="00D6177D" w:rsidRDefault="00F55CE5" w:rsidP="00F55CE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ХМЕЛЬНИЦЬКОЇ ОБЛАСТІ</w:t>
      </w:r>
    </w:p>
    <w:p w:rsidR="00F55CE5" w:rsidRPr="00D6177D" w:rsidRDefault="00F55CE5" w:rsidP="00F55CE5">
      <w:pPr>
        <w:spacing w:after="0" w:line="240" w:lineRule="auto"/>
        <w:rPr>
          <w:rFonts w:ascii="Times New Roman" w:eastAsia="Calibri" w:hAnsi="Times New Roman" w:cs="Times New Roman"/>
        </w:rPr>
      </w:pPr>
      <w:r w:rsidRPr="00D6177D">
        <w:rPr>
          <w:rFonts w:ascii="Times New Roman" w:eastAsia="Calibri" w:hAnsi="Times New Roman" w:cs="Times New Roman"/>
        </w:rPr>
        <w:t xml:space="preserve"> </w:t>
      </w:r>
      <w:r w:rsidR="007E43BC" w:rsidRPr="007E43BC">
        <w:rPr>
          <w:rFonts w:ascii="Calibri" w:eastAsia="Calibri" w:hAnsi="Calibri" w:cs="Times New Roman"/>
          <w:noProof/>
          <w:lang w:eastAsia="ru-RU"/>
        </w:rPr>
        <w:pict>
          <v:group id="Групувати 1171" o:sp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CFIUya&#10;uXgAACBZBAAOAAAAAAAAAAAAAAAAAC4CAABkcnMvZTJvRG9jLnhtbFBLAQItABQABgAIAAAAIQDf&#10;zpAw4gAAAA0BAAAPAAAAAAAAAAAAAAAAABN7AABkcnMvZG93bnJldi54bWxQSwUGAAAAAAQABADz&#10;AAAAInwAAAAA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2S7L0A&#10;AADcAAAADwAAAGRycy9kb3ducmV2LnhtbERPyQrCMBC9C/5DGMGbpipu1SgiKh4EcbsPzdgWm0lp&#10;ota/NwfB4+Pt82VtCvGiyuWWFfS6EQjixOqcUwXXy7YzAeE8ssbCMin4kIPlotmYY6ztm0/0OvtU&#10;hBB2MSrIvC9jKV2SkUHXtSVx4O62MugDrFKpK3yHcFPIfhSNpMGcQ0OGJa0zSh7np1FgB7v94Zb2&#10;T4MNjz2vjpP7rT4o1W7VqxkIT7X/i3/uvVYwHYa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e2S7L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GpaMgA&#10;AADcAAAADwAAAGRycy9kb3ducmV2LnhtbESPT0sDMRTE74LfITzBS2mzClZ327RIYdV6EPoHen1s&#10;Xjerm5clie3aT98UCh6HmfkNM533thUH8qFxrOBhlIEgrpxuuFaw3ZTDFxAhImtsHZOCPwown93e&#10;TLHQ7sgrOqxjLRKEQ4EKTIxdIWWoDFkMI9cRJ2/vvMWYpK+l9nhMcNvKxywbS4sNpwWDHS0MVT/r&#10;X6vgu/wyu8Xz6c0P8hWdBuXne7scK3V/179OQETq43/42v7QCvKnHC5n0hG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8alo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/QXc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BpP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v0F3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sGcUA&#10;AADcAAAADwAAAGRycy9kb3ducmV2LnhtbESPX0sDMRDE34V+h7AF32zOw/7hbFpKqyCCD1ah+LZc&#10;tneHl01I1t757Y0g+DjMzG+Y9XZ0vbpQTJ1nA7ezAhRx7W3HjYH3t8ebFagkyBZ7z2TgmxJsN5Or&#10;NVbWD/xKl6M0KkM4VWigFQmV1qluyWGa+UCcvbOPDiXL2Ggbcchw1+uyKBbaYcd5ocVA+5bqz+OX&#10;M/AyPITn5WJ+Dh/xrtTpYOW0F2Oup+PuHpTQKP/hv/aTNVDOl/B7Jh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+iwZ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zhtMAA&#10;AADcAAAADwAAAGRycy9kb3ducmV2LnhtbERPzWrCQBC+F3yHZQQvRTe1VCS6iohK8SL+PMCQHbPB&#10;7GzIbk18+86h0OPH979c975WT2pjFdjAxyQDRVwEW3Fp4Hbdj+egYkK2WAcmAy+KsF4N3paY29Dx&#10;mZ6XVCoJ4ZijAZdSk2sdC0ce4yQ0xMLdQ+sxCWxLbVvsJNzXepplM+2xYmlw2NDWUfG4/HgpOX3i&#10;6XjvrvtDjx3ujo7fN2djRsN+swCVqE//4j/3tzUw/ZK1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HzhtM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d8MUA&#10;AADcAAAADwAAAGRycy9kb3ducmV2LnhtbESPQUsDMRSE70L/Q3gFbzbrYqtdm5bSKojgwSoUb4/N&#10;6+7i5iUkz+76740geBxm5htmtRldr84UU+fZwPWsAEVce9txY+D97fHqDlQSZIu9ZzLwTQk268nF&#10;CivrB36l80EalSGcKjTQioRK61S35DDNfCDO3slHh5JlbLSNOGS463VZFAvtsOO80GKgXUv15+HL&#10;GXgZHsLz7WJ+Ch/xptRpb+W4E2Mup+P2HpTQKP/hv/aTNVDOl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R3w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CwcIA&#10;AADcAAAADwAAAGRycy9kb3ducmV2LnhtbERPXWvCMBR9F/Yfwh3sRWaqoozOKFMICgqiG+z10lzb&#10;suamJJmt/948CD4ezvdi1dtGXMmH2rGC8SgDQVw4U3Op4Odbv3+ACBHZYOOYFNwowGr5MlhgblzH&#10;J7qeYylSCIccFVQxtrmUoajIYhi5ljhxF+ctxgR9KY3HLoXbRk6ybC4t1pwaKmxpU1Hxd/63CtbH&#10;rpz6YbHu3f6y/Z1pbfRBK/X22n99gojUx6f44d4ZBZN5mp/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ILB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D38IA&#10;AADcAAAADwAAAGRycy9kb3ducmV2LnhtbESP0YrCMBRE3xf2H8Jd8G1NLSpSjSJKQWRfVv2AS3O3&#10;6drclCTW+vdmQdjHYWbOMKvNYFvRkw+NYwWTcQaCuHK64VrB5Vx+LkCEiKyxdUwKHhRgs35/W2Gh&#10;3Z2/qT/FWiQIhwIVmBi7QspQGbIYxq4jTt6P8xZjkr6W2uM9wW0r8yybS4sNpwWDHe0MVdfTzSoo&#10;j/lXf71pX7rtMLU0M7+LvVFq9DFslyAiDfE//GoftIJ8PoG/M+k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MPf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q5LcUA&#10;AADcAAAADwAAAGRycy9kb3ducmV2LnhtbESPUWvCMBSF3wf+h3AFX4amdkykM4oKwcEGog72emmu&#10;bVlzU5Jou3+/DAZ7PJxzvsNZbQbbijv50DhWMJ9lIIhLZxquFHxc9HQJIkRkg61jUvBNATbr0cMK&#10;C+N6PtH9HCuRIBwKVFDH2BVShrImi2HmOuLkXZ23GJP0lTQe+wS3rcyzbCEtNpwWauxoX1P5db5Z&#10;BbtjXz35x3I3uLfr4fNZa6PftVKT8bB9ARFpiP/hv/arUZAvcvg9k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rkt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4M8QA&#10;AADcAAAADwAAAGRycy9kb3ducmV2LnhtbESPzWrDMBCE74G8g9hCb4lctwnBtRJCiqGUXvLzAIu1&#10;sVxbKyMpjvv2VaHQ4zAz3zDlbrK9GMmH1rGCp2UGgrh2uuVGweVcLTYgQkTW2DsmBd8UYLedz0os&#10;tLvzkcZTbESCcChQgYlxKKQMtSGLYekG4uRdnbcYk/SN1B7vCW57mWfZWlpsOS0YHOhgqO5ON6ug&#10;+sg/x+6mfeX204ullfnavBmlHh+m/SuISFP8D/+137WCfP0Mv2fS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6+DP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gVhL4A&#10;AADcAAAADwAAAGRycy9kb3ducmV2LnhtbESPzQrCMBCE74LvEFbwpqm/SDWKCIoerT7A0qxtsdnU&#10;Jtr69kYQPA4z8w2z2rSmFC+qXWFZwWgYgSBOrS44U3C97AcLEM4jaywtk4I3Odisu50Vxto2fKZX&#10;4jMRIOxiVJB7X8VSujQng25oK+Lg3Wxt0AdZZ1LX2AS4KeU4iubSYMFhIceKdjml9+RpFEzfzeGR&#10;zO7RXhsanSbViX06U6rfa7dLEJ5a/w//2ketYDyfwv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O4FYS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9DasQA&#10;AADcAAAADwAAAGRycy9kb3ducmV2LnhtbESPQWvCQBSE7wX/w/IK3uqmgYY2dQ1BsYinNlXPj+wz&#10;Cc2+DdlNjP/eLQgeh5n5hllmk2nFSL1rLCt4XUQgiEurG64UHH63L+8gnEfW2FomBVdykK1mT0tM&#10;tb3wD42Fr0SAsEtRQe19l0rpypoMuoXtiIN3tr1BH2RfSd3jJcBNK+MoSqTBhsNCjR2tayr/isEo&#10;GJJTfODzXn8Xm+vXx2abO3mslJo/T/knCE+Tf4Tv7Z1WECdv8H8mHA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/Q2r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S6D8cA&#10;AADcAAAADwAAAGRycy9kb3ducmV2LnhtbESPT2sCMRTE70K/Q3gFb5qtStDVKFUoVA9K/XPw9rp5&#10;3d1287LdpLp++0Yo9DjMzG+Y2aK1lbhQ40vHGp76CQjizJmScw3Hw0tvDMIHZIOVY9JwIw+L+UNn&#10;hqlxV36jyz7kIkLYp6ihCKFOpfRZQRZ939XE0ftwjcUQZZNL0+A1wm0lB0mipMWS40KBNa0Kyr72&#10;P1bDaTdWk91yPfrcbN9xaM332ZRK6+5j+zwFEagN/+G/9qvRMFAK7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kug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kW78UA&#10;AADcAAAADwAAAGRycy9kb3ducmV2LnhtbESPQWvCQBSE70L/w/KE3nRjLGlIs5Gq1Ionawu9PrLP&#10;JJh9G7Jbjf313YLgcZiZb5h8MZhWnKl3jWUFs2kEgri0uuFKwdfn2yQF4TyyxtYyKbiSg0XxMMox&#10;0/bCH3Q++EoECLsMFdTed5mUrqzJoJvajjh4R9sb9EH2ldQ9XgLctDKOokQabDgs1NjRqqbydPgx&#10;Cn6Tb9y793i5nmtP16d0Y3f7jVKP4+H1BYSnwd/Dt/ZWK4iTZ/g/E46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Rbv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H/c8EA&#10;AADcAAAADwAAAGRycy9kb3ducmV2LnhtbERP3WrCMBS+H/gO4Qi7m6nFiaumRaTC7jarD3BoztJi&#10;c9I2Ubs9/XIx2OXH978rJtuJO42+daxguUhAENdOt2wUXM7Hlw0IH5A1do5JwTd5KPLZ0w4z7R58&#10;onsVjIgh7DNU0ITQZ1L6uiGLfuF64sh9udFiiHA0Uo/4iOG2k2mSrKXFlmNDgz0dGqqv1c0qGFz6&#10;qqeqxI9r+fbZGrMafk4rpZ7n034LItAU/sV/7netIF3HtfFMPAI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R/3P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Iv8UA&#10;AADcAAAADwAAAGRycy9kb3ducmV2LnhtbESPS2/CMBCE75X6H6ytxA2cgkhDGoOgUiWuPA49bu3N&#10;A+J1GruQ8uvrSkg9jmbmG02xGmwrLtT7xrGC50kCglg703Cl4Hh4H2cgfEA22DomBT/kYbV8fCgw&#10;N+7KO7rsQyUihH2OCuoQulxKr2uy6CeuI45e6XqLIcq+kqbHa4TbVk6TJJUWG44LNXb0VpM+77+t&#10;gm3zSfNUlwubbfTu4/YVZi8no9ToaVi/ggg0hP/wvb01CqbpAv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Mi/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NL2MUA&#10;AADcAAAADwAAAGRycy9kb3ducmV2LnhtbESPQWvCQBCF74X+h2UKvdWNOdiauooWCopWqJb2OmTH&#10;bDA7G7LbGP995yD0ODNv3nvfbDH4RvXUxTqwgfEoA0VcBltzZeDr+P70AiomZItNYDJwpQiL+f3d&#10;DAsbLvxJ/SFVSkw4FmjApdQWWsfSkcc4Ci2x3E6h85hk7CptO7yIuW90nmUT7bFmSXDY0puj8nz4&#10;9QZ63F+zH7f6mG7qXZnvV99bK3vz+DAsX0ElGtK/+Pa9tgbyZ6kvMAIC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0vY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tbTcQA&#10;AADcAAAADwAAAGRycy9kb3ducmV2LnhtbESPwU7DMBBE70j9B2uRuFGnOQBK61YVUiuOEDj0uI23&#10;cdp4N7JNE/h6jITEcTQzbzSrzeR7daUQO2EDi3kBirgR23Fr4ON9d/8EKiZki70wGfiiCJv17GaF&#10;lZWR3+hap1ZlCMcKDbiUhkrr2DjyGOcyEGfvJMFjyjK02gYcM9z3uiyKB+2x47zgcKBnR82l/vQG&#10;xn1zPJeng3XfYZBd/Srnshdj7m6n7RJUoin9h//aL9ZA+bi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rW0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aIG8UA&#10;AADcAAAADwAAAGRycy9kb3ducmV2LnhtbESPQWvCQBSE70L/w/IKvemmOVRJ3QSrFUqpiFbvz+wz&#10;Sbv7NmS3mv57VxA8DjPzDTMtemvEiTrfOFbwPEpAEJdON1wp2H0vhxMQPiBrNI5JwT95KPKHwRQz&#10;7c68odM2VCJC2GeooA6hzaT0ZU0W/ci1xNE7us5iiLKrpO7wHOHWyDRJXqTFhuNCjS3Nayp/t39W&#10;wXK9MD/pajPbyzB/Hx/M5PNt8aXU02M/ewURqA/38K39oRWk4xSuZ+IRk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Bogb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peK8YA&#10;AADcAAAADwAAAGRycy9kb3ducmV2LnhtbESPQWvCQBSE74X+h+UVehHdGKmVNBuRQolCBauC12f2&#10;NQlm34bsNsZ/3y0IPQ4z8w2TLgfTiJ46V1tWMJ1EIIgLq2suFRwPH+MFCOeRNTaWScGNHCyzx4cU&#10;E22v/EX93pciQNglqKDyvk2kdEVFBt3EtsTB+7adQR9kV0rd4TXATSPjKJpLgzWHhQpbeq+ouOx/&#10;jIJ+93ku171rN5fFyL3Mznm+1Selnp+G1RsIT4P/D9/ba60gfp3B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peK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HL8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2csQ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1Ry/HAAAA3AAAAA8AAAAAAAAAAAAAAAAAmAIAAGRy&#10;cy9kb3ducmV2LnhtbFBLBQYAAAAABAAEAPUAAACMAwAAAAA=&#10;" fillcolor="black" stroked="f"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tDrMcA&#10;AADcAAAADwAAAGRycy9kb3ducmV2LnhtbESPT2vCQBTE7wW/w/IEb3VjQCvRVbRVKNQe/HPw+Mw+&#10;kyXZtyG7atpP3y0Uehxm5jfMfNnZWtyp9caxgtEwAUGcO224UHA6bp+nIHxA1lg7JgVf5GG56D3N&#10;MdPuwXu6H0IhIoR9hgrKEJpMSp+XZNEPXUMcvatrLYYo20LqFh8RbmuZJslEWjQcF0ps6LWkvDrc&#10;rILzx8RM94bSy+57vdG7cbX+fKuUGvS71QxEoC78h//a71pB+jKG3zPxCM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LQ6z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3NcQA&#10;AADcAAAADwAAAGRycy9kb3ducmV2LnhtbESPQWsCMRSE74X+h/AK3jRbDypbo0hF9OJBben1sXnd&#10;bHfzsiZRV3+9EYQeh5n5hpnOO9uIM/lQOVbwPshAEBdOV1wq+Dqs+hMQISJrbByTgisFmM9eX6aY&#10;a3fhHZ33sRQJwiFHBSbGNpcyFIYshoFriZP367zFmKQvpfZ4SXDbyGGWjaTFitOCwZY+DRX1/mQV&#10;+MXPsr7x6bvObttrWP91xwkapXpv3eIDRKQu/oef7Y1WMByP4HE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E9zX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NtsUA&#10;AADcAAAADwAAAGRycy9kb3ducmV2LnhtbESP3WrCQBSE7wt9h+UUvCl1Yy6aNrpKEQpCRfDnAU6z&#10;xyR092zInmrs03cFwcthZr5hZovBO3WiPraBDUzGGSjiKtiWawOH/efLG6goyBZdYDJwoQiL+ePD&#10;DEsbzryl005qlSAcSzTQiHSl1rFqyGMch444ecfQe5Qk+1rbHs8J7p3Os+xVe2w5LTTY0bKh6mf3&#10;6w24/Nu9fxVxLZeDXmd/XrbPG2vM6Gn4mIISGuQevrVX1kBeFHA9k46An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Q22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c4z8EA&#10;AADcAAAADwAAAGRycy9kb3ducmV2LnhtbERPPW/CMBDdK/U/WFepW3HIUKqAQVCElIWBFMR6xEcc&#10;YZ+j2IXQX18PSIxP73u2GJwVV+pD61nBeJSBIK69brlRsP/ZfHyBCBFZo/VMCu4UYDF/fZlhof2N&#10;d3StYiNSCIcCFZgYu0LKUBtyGEa+I07c2fcOY4J9I3WPtxTurMyz7FM6bDk1GOzo21B9qX6dgnXV&#10;2XxfmlU4Hranky3/NnRcK/X+NiynICIN8Sl+uEutIJ+ktelMO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XOM/BAAAA3AAAAA8AAAAAAAAAAAAAAAAAmAIAAGRycy9kb3du&#10;cmV2LnhtbFBLBQYAAAAABAAEAPUAAACG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jEMMA&#10;AADcAAAADwAAAGRycy9kb3ducmV2LnhtbESPS4sCMRCE74L/IbTgTRM9+BiNssgKgqf1cfDWJL0z&#10;szvpDJOsM/57syB4LKrqK2q97Vwl7tSE0rOGyViBIDbelpxruJz3owWIEJEtVp5Jw4MCbDf93hoz&#10;61v+ovsp5iJBOGSooYixzqQMpiCHYexr4uR9+8ZhTLLJpW2wTXBXyalSM+mw5LRQYE27gszv6c9p&#10;+NnLozcKzfVybQ92fvucUaW0Hg66jxWISF18h1/tg9UwnS/h/0w6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XjE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AuvMEA&#10;AADcAAAADwAAAGRycy9kb3ducmV2LnhtbERPy4rCMBTdC/MP4Q7MTlM7IKUaRQcGRHHhg2GW1+ba&#10;ljY3JYla/94sBJeH854tetOKGzlfW1YwHiUgiAuray4VnI6/wwyED8gaW8uk4EEeFvOPwQxzbe+8&#10;p9shlCKGsM9RQRVCl0vpi4oM+pHtiCN3sc5giNCVUju8x3DTyjRJJtJgzbGhwo5+Kiqaw9Uo+L9u&#10;+bL73izdKvzZ/uib9Jw1Sn199sspiEB9eItf7rVWkGZxfjwTj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gLrz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UkMYA&#10;AADcAAAADwAAAGRycy9kb3ducmV2LnhtbESPQWvCQBSE70L/w/IK3nRjsCWNrlIFoZeC2h7q7Zl9&#10;JsHs23R3q9Ff3xUEj8PMfMNM551pxImcry0rGA0TEMSF1TWXCr6/VoMMhA/IGhvLpOBCHuazp94U&#10;c23PvKHTNpQiQtjnqKAKoc2l9EVFBv3QtsTRO1hnMETpSqkdniPcNDJNkldpsOa4UGFLy4qK4/bP&#10;KFi8ZYvf9Zg/r5v9jnY/++NL6hKl+s/d+wREoC48wvf2h1aQZiO4nY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eUkMYAAADcAAAADwAAAAAAAAAAAAAAAACYAgAAZHJz&#10;L2Rvd25yZXYueG1sUEsFBgAAAAAEAAQA9QAAAIsDAAAAAA==&#10;" fillcolor="black" stroked="f"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0HxsQA&#10;AADcAAAADwAAAGRycy9kb3ducmV2LnhtbESPwWrDMBBE74X8g9hAb40cF0pwowQTCCk9OWlKrxtr&#10;a5lYKyOpivv3VaHQ4zAzb5j1drKDSORD71jBclGAIG6d7rlTcH7bP6xAhIiscXBMCr4pwHYzu1tj&#10;pd2Nj5ROsRMZwqFCBSbGsZIytIYshoUbibP36bzFmKXvpPZ4y3A7yLIonqTFnvOCwZF2htrr6csq&#10;SJddUz+mj2SOr77uvGsO75dGqfv5VD+DiDTF//Bf+0UrKFcl/J7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tB8b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Ml38UA&#10;AADcAAAADwAAAGRycy9kb3ducmV2LnhtbESPQWvCQBSE74L/YXlCb81GC2Kjq4hoaXupjYIeH9ln&#10;Nph9G7LbmPbXdwsFj8PMfMMsVr2tRUetrxwrGCcpCOLC6YpLBcfD7nEGwgdkjbVjUvBNHlbL4WCB&#10;mXY3/qQuD6WIEPYZKjAhNJmUvjBk0SeuIY7exbUWQ5RtKXWLtwi3tZyk6VRarDguGGxoY6i45l9W&#10;gR9vtqd3+/PcnV8Mf+RvZrovjVIPo349BxGoD/fwf/tVK5jMnuD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yXf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55CE5" w:rsidRDefault="00F55CE5" w:rsidP="00F55C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55CE5" w:rsidRPr="00D6177D" w:rsidRDefault="00F55CE5" w:rsidP="00F55CE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6177D">
        <w:rPr>
          <w:rFonts w:ascii="Times New Roman" w:eastAsia="Calibri" w:hAnsi="Times New Roman" w:cs="Times New Roman"/>
          <w:b/>
        </w:rPr>
        <w:t>Р</w:t>
      </w:r>
      <w:proofErr w:type="gramEnd"/>
      <w:r w:rsidRPr="00D6177D">
        <w:rPr>
          <w:rFonts w:ascii="Times New Roman" w:eastAsia="Calibri" w:hAnsi="Times New Roman" w:cs="Times New Roman"/>
          <w:b/>
        </w:rPr>
        <w:t>ІШЕННЯ</w:t>
      </w:r>
    </w:p>
    <w:p w:rsidR="00F55CE5" w:rsidRPr="00D6177D" w:rsidRDefault="00F55CE5" w:rsidP="00F55CE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6177D">
        <w:rPr>
          <w:rFonts w:ascii="Times New Roman" w:eastAsia="Calibri" w:hAnsi="Times New Roman" w:cs="Times New Roman"/>
        </w:rPr>
        <w:t xml:space="preserve">   Х___ </w:t>
      </w:r>
      <w:r w:rsidRPr="00D6177D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D6177D">
        <w:rPr>
          <w:rFonts w:ascii="Times New Roman" w:eastAsia="Calibri" w:hAnsi="Times New Roman" w:cs="Times New Roman"/>
        </w:rPr>
        <w:t>сесії</w:t>
      </w:r>
      <w:proofErr w:type="spellEnd"/>
      <w:r w:rsidRPr="00D6177D">
        <w:rPr>
          <w:rFonts w:ascii="Times New Roman" w:eastAsia="Calibri" w:hAnsi="Times New Roman" w:cs="Times New Roman"/>
        </w:rPr>
        <w:t xml:space="preserve"> </w:t>
      </w:r>
      <w:proofErr w:type="spellStart"/>
      <w:r w:rsidRPr="00D6177D">
        <w:rPr>
          <w:rFonts w:ascii="Times New Roman" w:eastAsia="Calibri" w:hAnsi="Times New Roman" w:cs="Times New Roman"/>
        </w:rPr>
        <w:t>сільської</w:t>
      </w:r>
      <w:proofErr w:type="spellEnd"/>
      <w:r w:rsidRPr="00D6177D">
        <w:rPr>
          <w:rFonts w:ascii="Times New Roman" w:eastAsia="Calibri" w:hAnsi="Times New Roman" w:cs="Times New Roman"/>
        </w:rPr>
        <w:t xml:space="preserve"> ради   </w:t>
      </w:r>
      <w:r w:rsidRPr="00D6177D">
        <w:rPr>
          <w:rFonts w:ascii="Times New Roman" w:eastAsia="Calibri" w:hAnsi="Times New Roman" w:cs="Times New Roman"/>
          <w:lang w:val="en-US"/>
        </w:rPr>
        <w:t>VII</w:t>
      </w:r>
      <w:r w:rsidRPr="00D6177D">
        <w:rPr>
          <w:rFonts w:ascii="Times New Roman" w:eastAsia="Calibri" w:hAnsi="Times New Roman" w:cs="Times New Roman"/>
        </w:rPr>
        <w:t xml:space="preserve"> </w:t>
      </w:r>
      <w:proofErr w:type="spellStart"/>
      <w:r w:rsidRPr="00D6177D">
        <w:rPr>
          <w:rFonts w:ascii="Times New Roman" w:eastAsia="Calibri" w:hAnsi="Times New Roman" w:cs="Times New Roman"/>
        </w:rPr>
        <w:t>скликання</w:t>
      </w:r>
      <w:proofErr w:type="spellEnd"/>
    </w:p>
    <w:p w:rsidR="00F55CE5" w:rsidRPr="00D6177D" w:rsidRDefault="00F55CE5" w:rsidP="00F55CE5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__.</w:t>
      </w:r>
      <w:r>
        <w:rPr>
          <w:rFonts w:ascii="Times New Roman" w:eastAsia="Calibri" w:hAnsi="Times New Roman" w:cs="Times New Roman"/>
          <w:sz w:val="24"/>
          <w:lang w:val="uk-UA"/>
        </w:rPr>
        <w:t>01</w:t>
      </w:r>
      <w:r>
        <w:rPr>
          <w:rFonts w:ascii="Times New Roman" w:eastAsia="Calibri" w:hAnsi="Times New Roman" w:cs="Times New Roman"/>
          <w:sz w:val="24"/>
        </w:rPr>
        <w:t>. 20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20</w:t>
      </w:r>
      <w:proofErr w:type="spellEnd"/>
      <w:r w:rsidRPr="00D6177D">
        <w:rPr>
          <w:rFonts w:ascii="Times New Roman" w:eastAsia="Calibri" w:hAnsi="Times New Roman" w:cs="Times New Roman"/>
          <w:sz w:val="24"/>
        </w:rPr>
        <w:t xml:space="preserve">р.                                </w:t>
      </w:r>
      <w:proofErr w:type="spellStart"/>
      <w:r w:rsidRPr="00D6177D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6177D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Пінчук В.П.</w:t>
      </w: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Пінчук В.П.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сільська   рада     </w:t>
      </w: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У зв’язку з добровільною відмовою,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Пінчук Валентини Петрівни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яка зареєстрована за адресою: </w:t>
      </w:r>
      <w:r w:rsidR="009423E4" w:rsidRPr="009423E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ділянку орієнтовною площею  0,61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яка розташована в </w:t>
      </w:r>
      <w:proofErr w:type="spellStart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Головлі</w:t>
      </w:r>
      <w:proofErr w:type="spellEnd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яка розташована 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на території Крупецької сільської ради, та перевест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и в землі запасу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сільської ради. </w:t>
      </w: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55CE5" w:rsidRPr="00D6177D" w:rsidRDefault="00F55CE5" w:rsidP="00F55CE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005B1" w:rsidRPr="00F55CE5" w:rsidRDefault="00F55CE5" w:rsidP="00F55C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                                        В.А. </w:t>
      </w:r>
      <w:proofErr w:type="spellStart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9005B1" w:rsidRPr="00F55CE5" w:rsidSect="00900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55CE5"/>
    <w:rsid w:val="00171A2E"/>
    <w:rsid w:val="00304C90"/>
    <w:rsid w:val="00505B6D"/>
    <w:rsid w:val="006D3977"/>
    <w:rsid w:val="007D6C18"/>
    <w:rsid w:val="007E43BC"/>
    <w:rsid w:val="009005B1"/>
    <w:rsid w:val="009423E4"/>
    <w:rsid w:val="00D1641A"/>
    <w:rsid w:val="00E03DF1"/>
    <w:rsid w:val="00E62FE2"/>
    <w:rsid w:val="00F5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E5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2020-01-13T06:56:00Z</dcterms:created>
  <dcterms:modified xsi:type="dcterms:W3CDTF">2020-01-13T07:18:00Z</dcterms:modified>
</cp:coreProperties>
</file>