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B4F" w:rsidRDefault="007B1ADF" w:rsidP="00B72B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B72B4F" w:rsidRDefault="00B72B4F" w:rsidP="00B72B4F"/>
    <w:p w:rsidR="00B72B4F" w:rsidRDefault="00B72B4F" w:rsidP="00B72B4F"/>
    <w:p w:rsidR="00B72B4F" w:rsidRDefault="00B72B4F" w:rsidP="00B72B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72B4F" w:rsidRDefault="00B72B4F" w:rsidP="00B72B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72B4F" w:rsidRDefault="00B72B4F" w:rsidP="00B72B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72B4F" w:rsidRDefault="00B72B4F" w:rsidP="00B72B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72B4F" w:rsidRDefault="00B72B4F" w:rsidP="00B72B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2B4F" w:rsidRDefault="00B72B4F" w:rsidP="00B72B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72B4F" w:rsidRDefault="00B72B4F" w:rsidP="00B72B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2B4F" w:rsidRDefault="00B72B4F" w:rsidP="00B72B4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72B4F" w:rsidRPr="00991413" w:rsidRDefault="00B72B4F" w:rsidP="00B72B4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59</w:t>
      </w:r>
    </w:p>
    <w:p w:rsidR="00B72B4F" w:rsidRPr="004A7F1D" w:rsidRDefault="00B72B4F" w:rsidP="00B72B4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B72B4F" w:rsidRPr="004A7F1D" w:rsidRDefault="00B72B4F" w:rsidP="00B72B4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B72B4F" w:rsidRPr="004A7F1D" w:rsidRDefault="00B72B4F" w:rsidP="00B72B4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B72B4F" w:rsidRPr="004A7F1D" w:rsidRDefault="00B72B4F" w:rsidP="00B72B4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B72B4F" w:rsidRPr="004A7F1D" w:rsidRDefault="00B72B4F" w:rsidP="00B72B4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Токман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Н.М.</w:t>
      </w:r>
    </w:p>
    <w:p w:rsidR="00B72B4F" w:rsidRPr="004A7F1D" w:rsidRDefault="00B72B4F" w:rsidP="00B72B4F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B72B4F" w:rsidRPr="004A7F1D" w:rsidRDefault="00B72B4F" w:rsidP="00B72B4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Ток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ман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Н.М.,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 </w:t>
      </w:r>
    </w:p>
    <w:p w:rsidR="00B72B4F" w:rsidRPr="004A7F1D" w:rsidRDefault="00B72B4F" w:rsidP="00B72B4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B72B4F" w:rsidRPr="004A7F1D" w:rsidRDefault="00B72B4F" w:rsidP="00B72B4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Токман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Надії Миколаївні, яка зареєстрована за адресою: </w:t>
      </w:r>
      <w:r w:rsidR="007B1ADF" w:rsidRPr="007B1ADF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_________________________</w:t>
      </w:r>
      <w:bookmarkStart w:id="0" w:name="_GoBack"/>
      <w:bookmarkEnd w:id="0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0,34 га,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.Н</w:t>
      </w:r>
      <w:proofErr w:type="gram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ижні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Головлі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ради.</w:t>
      </w:r>
    </w:p>
    <w:p w:rsidR="00B72B4F" w:rsidRPr="004A7F1D" w:rsidRDefault="00B72B4F" w:rsidP="00B72B4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2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Токман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Н.М.,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ради.</w:t>
      </w:r>
    </w:p>
    <w:p w:rsidR="00B72B4F" w:rsidRPr="004A7F1D" w:rsidRDefault="00B72B4F" w:rsidP="00B72B4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A7F1D">
        <w:rPr>
          <w:rFonts w:ascii="Times New Roman" w:hAnsi="Times New Roman" w:cs="Times New Roman"/>
          <w:sz w:val="24"/>
          <w:szCs w:val="24"/>
        </w:rPr>
        <w:t xml:space="preserve">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72B4F" w:rsidRPr="004A7F1D" w:rsidRDefault="00B72B4F" w:rsidP="00B72B4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72B4F" w:rsidRPr="004A7F1D" w:rsidRDefault="00B72B4F" w:rsidP="00B72B4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B72B4F" w:rsidRPr="004A7F1D" w:rsidRDefault="00B72B4F" w:rsidP="00B72B4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B72B4F" w:rsidRPr="004A7F1D" w:rsidRDefault="00B72B4F" w:rsidP="00B72B4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B72B4F" w:rsidRPr="004A7F1D" w:rsidRDefault="00B72B4F" w:rsidP="00B72B4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B72B4F" w:rsidRPr="004A7F1D" w:rsidRDefault="00B72B4F" w:rsidP="00B72B4F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p w:rsidR="007D7B3A" w:rsidRDefault="007D7B3A"/>
    <w:sectPr w:rsidR="007D7B3A" w:rsidSect="007D7B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72B4F"/>
    <w:rsid w:val="00171A2E"/>
    <w:rsid w:val="00304C90"/>
    <w:rsid w:val="00505B6D"/>
    <w:rsid w:val="006D3977"/>
    <w:rsid w:val="007B1ADF"/>
    <w:rsid w:val="007D6C18"/>
    <w:rsid w:val="007D7B3A"/>
    <w:rsid w:val="00B72B4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B4F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226</Words>
  <Characters>1292</Characters>
  <Application>Microsoft Office Word</Application>
  <DocSecurity>0</DocSecurity>
  <Lines>10</Lines>
  <Paragraphs>3</Paragraphs>
  <ScaleCrop>false</ScaleCrop>
  <Company>Microsoft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2020-03-16T13:10:00Z</dcterms:created>
  <dcterms:modified xsi:type="dcterms:W3CDTF">2020-03-17T06:38:00Z</dcterms:modified>
</cp:coreProperties>
</file>