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5F4" w:rsidRPr="00B623A8" w:rsidRDefault="000954B0" w:rsidP="002015F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r5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UxHjGS12mGUtl6fK2VpJ3GE9KVfGc6iaegLpUyD&#10;uJf7XCkd2fPtndLnSpm6RlyH+PKtI+zGTmSYK2WYW3Ed9rlSuhFbShhhrpTeyV/iIVdKNyySUoZc&#10;KTAiovkacqV09BHbHuGQK2WQ7fVQ6GQeJRHicLOKuhdVPBQaWeTh5RoR1THk6ujbRlLHkKujFY3C&#10;mCuj72CBt2U3FsrARhI+JWOuC1h0aXhjrgsctc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LnmYLm6i0+ny6z17nfDT4YI8yI13Fn4+PZK7j1xQcG8dvXcL&#10;LEBFLiqBGLMnYu9pM4kxLSKOzjGdM9YUEU/sSdOJsViIeNlFTMuAqKHl4LXUeZOGPfm+SZJLxpPv&#10;m6bjecKrsmswPFO3b6rkM6HBwCeyhzt5RDz5vqm2PFX4M3Zx56nCW7GLnKcKX8QecvJE0NiDW9Zc&#10;i+Rn8OT7pkpeBE+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eDd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LTwr5rXcAAEBZBAAOAAAAAAAAAAAAAAAAAC4CAABkcnMvZTJvRG9jLnhtbFBL&#10;AQItABQABgAIAAAAIQCyHUyb4AAAAAoBAAAPAAAAAAAAAAAAAAAAAAd6AABkcnMvZG93bnJldi54&#10;bWxQSwUGAAAAAAQABADzAAAAF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yNsEA&#10;AADdAAAADwAAAGRycy9kb3ducmV2LnhtbESPSwvCMBCE74L/IazgTVMfqFSjiKh4EMTXfWnWtths&#10;ShO1/nsjCB6HmfmGmS1qU4gnVS63rKDXjUAQJ1bnnCq4nDedCQjnkTUWlknBmxws5s3GDGNtX3yk&#10;58mnIkDYxagg876MpXRJRgZd15bEwbvZyqAPskqlrvAV4KaQ/SgaSYM5h4UMS1pllNxPD6PADra7&#10;/TXtHwdrHnteHia3a71Xqt2ql1MQnmr/D//aO61gGA17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sj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HoT8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M2m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Ieh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vq8MA&#10;AADdAAAADwAAAGRycy9kb3ducmV2LnhtbESP3YrCMBCF7wXfIcyCN7KmriLSbRSRVRZvxJ8HGJpp&#10;U7aZlCba+vZmQfDycH4+TrbubS3u1PrKsYLpJAFBnDtdcangetl9LkH4gKyxdkwKHuRhvRoOMky1&#10;6/hE93MoRRxhn6ICE0KTSulzQxb9xDXE0StcazFE2ZZSt9jFcVvLryRZSIsVR4LBhraG8r/zzUbI&#10;cYbHQ9FddvseO/w5GB5vTkqNPvrNN4hAfXiHX+1frWCezGf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Uvq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if8YA&#10;AADdAAAADwAAAGRycy9kb3ducmV2LnhtbESPQUsDMRSE70L/Q3iCN5u1rK2sTUupCiJ4aCuU3h6b&#10;193FzUtInt313xtB8DjMzDfMcj26Xl0ops6zgbtpAYq49rbjxsDH4eX2AVQSZIu9ZzLwTQnWq8nV&#10;EivrB97RZS+NyhBOFRpoRUKldapbcpimPhBn7+yjQ8kyNtpGHDLc9XpWFHPtsOO80GKgbUv15/7L&#10;GXgfnsPbYn5/DqdYznR6snLcijE31+PmEZTQKP/hv/arNVAWZ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di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SRMMA&#10;AADdAAAADwAAAGRycy9kb3ducmV2LnhtbESP3YrCMBCF7wXfIYywN7KmrrpINYrIKuJN8ecBhmZs&#10;is2kNFnbffuNIHh5OD8fZ7nubCUe1PjSsYLxKAFBnDtdcqHgetl9zkH4gKyxckwK/sjDetXvLTHV&#10;ruUTPc6hEHGEfYoKTAh1KqXPDVn0I1cTR+/mGoshyqaQusE2jttKfiXJt7RYciQYrGlrKL+ff22E&#10;ZBPMjrf2stt32OLP0fBwc1LqY9BtFiACdeEdfrUPWsE0mc7g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SR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lZk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F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Vm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VcdscA&#10;AADdAAAADwAAAGRycy9kb3ducmV2LnhtbESP3WoCMRSE7wu+QziF3hTNtrUqW6NUIVhoofgD3h42&#10;x93FzcmSRHf79qZQ6OUwM98w82VvG3ElH2rHCp5GGQjiwpmaSwWHvR7OQISIbLBxTAp+KMByMbib&#10;Y25cx1u67mIpEoRDjgqqGNtcylBUZDGMXEucvJPzFmOSvpTGY5fgtpHPWTaRFmtOCxW2tK6oOO8u&#10;VsHquytf/GOx6t3naXN81droL63Uw33//gYiUh//w3/tD6NgnI2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1XH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KSQcAA&#10;AADdAAAADwAAAGRycy9kb3ducmV2LnhtbERPzYrCMBC+L/gOYQRva6pUkWoUcSksi5dVH2Boxqba&#10;TEoSa337zUHY48f3v9kNthU9+dA4VjCbZiCIK6cbrhVczuXnCkSIyBpbx6TgRQF229HHBgvtnvxL&#10;/SnWIoVwKFCBibErpAyVIYth6jrixF2dtxgT9LXUHp8p3LZynmVLabHh1GCwo4Oh6n56WAXlz/zY&#10;3x/al24/5JYW5rb6MkpNxsN+DSLSEP/Fb/e3VpBneZqb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KSQ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tn8cA&#10;AADdAAAADwAAAGRycy9kb3ducmV2LnhtbESP3WoCMRSE7wu+QziF3hTNtrWiW6NUIVhoofgD3h42&#10;x93FzcmSRHf79qZQ6OUwM98w82VvG3ElH2rHCp5GGQjiwpmaSwWHvR5OQYSIbLBxTAp+KMByMbib&#10;Y25cx1u67mIpEoRDjgqqGNtcylBUZDGMXEucvJPzFmOSvpTGY5fgtpHPWTaRFmtOCxW2tK6oOO8u&#10;VsHquytf/GOx6t3naXN81droL63Uw33//gYiUh//w3/tD6NgnI1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mbZ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0Imr8A&#10;AADdAAAADwAAAGRycy9kb3ducmV2LnhtbERPzYrCMBC+L/gOYQRva6qoSDWKKAVZvOjuAwzN2FSb&#10;SUlirW9vDgseP77/9ba3jejIh9qxgsk4A0FcOl1zpeDvt/hegggRWWPjmBS8KMB2M/haY67dk8/U&#10;XWIlUgiHHBWYGNtcylAashjGriVO3NV5izFBX0nt8ZnCbSOnWbaQFmtODQZb2hsq75eHVVD8TE/d&#10;/aF94Xb9zNLc3JYHo9Ro2O9WICL18SP+dx+1glk2T/vTm/Q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PQiavwAAAN0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3J8MA&#10;AADdAAAADwAAAGRycy9kb3ducmV2LnhtbESPwWrDMBBE74X8g9hCb43kpA7FjWxKwaE51skHLNbW&#10;NrZWjqXEzt9XhUKPw8ybYfbFYgdxo8l3jjUkawWCuHam40bD+VQ+v4LwAdng4Jg03MlDka8e9pgZ&#10;N/MX3arQiFjCPkMNbQhjJqWvW7Lo124kjt63myyGKKdGmgnnWG4HuVFqJy12HBdaHOmjpbqvrlbD&#10;y30+XKq0V6WxlBy345FDnWr99Li8v4EItIT/8B/9aSKn0gR+38Qn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S3J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QwTMUA&#10;AADdAAAADwAAAGRycy9kb3ducmV2LnhtbESPT2vCQBTE7wW/w/KE3urGYMVGNyJKSumpRuv5kX35&#10;g9m3IbvG+O27hUKPw8z8htlsR9OKgXrXWFYwn0UgiAurG64UnE/ZywqE88gaW8uk4EEOtunkaYOJ&#10;tnc+0pD7SgQIuwQV1N53iZSuqMmgm9mOOHil7Q36IPtK6h7vAW5aGUfRUhpsOCzU2NG+puKa34yC&#10;2/ISn7n81F/54fH+dsh2Tn5XSj1Px90ahKfR/4f/2h9awSJ6jeH3TX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dDB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q0MgA&#10;AADdAAAADwAAAGRycy9kb3ducmV2LnhtbESPT2vCQBTE74LfYXlCb7rxT4NGV1Gh0PZQqdWDt2f2&#10;mUSzb2N2q+m3dwuFHoeZ+Q0zWzSmFDeqXWFZQb8XgSBOrS44U7D7eumOQTiPrLG0TAp+yMFi3m7N&#10;MNH2zp902/pMBAi7BBXk3leJlC7NyaDr2Yo4eCdbG/RB1pnUNd4D3JRyEEWxNFhwWMixonVO6WX7&#10;bRTsN+N4slm9jc7vH0ccGn096CJW6qnTLKcgPDX+P/zXftUKRtHzEH7fhCc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m+r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wV8UA&#10;AADdAAAADwAAAGRycy9kb3ducmV2LnhtbESPS4vCQBCE74L/YegFbzpZzYpER/GBDzy5KnhtMr1J&#10;2ExPyIwa/fWOsLDHoqq+oiazxpTiRrUrLCv47EUgiFOrC84UnE/r7giE88gaS8uk4EEOZtN2a4KJ&#10;tnf+ptvRZyJA2CWoIPe+SqR0aU4GXc9WxMH7sbVBH2SdSV3jPcBNKftRNJQGCw4LOVa0zCn9PV6N&#10;gufwgge37S9WA+3pEY82dn/YKNX5aOZjEJ4a/x/+a++0gjj6iuH9JjwBOX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rB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GdMUA&#10;AADdAAAADwAAAGRycy9kb3ducmV2LnhtbESPwWrDMBBE74X+g9hAb7WcYJfWsRJKSCG3NG4/YLE2&#10;srG1ciwlcfr1VaDQ4zAzb5hyPdleXGj0rWMF8yQFQVw73bJR8P318fwKwgdkjb1jUnAjD+vV40OJ&#10;hXZXPtClCkZECPsCFTQhDIWUvm7Iok/cQBy9oxsthihHI/WI1wi3vVyk6Yu02HJcaHCgTUN1V52t&#10;gpNb5Hqqtrjvtm+frTHZ6eeQKfU0m96XIAJN4T/8195pBVma53B/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kZ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1Sa8YA&#10;AADdAAAADwAAAGRycy9kb3ducmV2LnhtbESPzW7CMBCE75V4B2uReitOW0ghxYnaSkhc+Tn0uNhL&#10;kjZep7ELgafHSEgcRzPzjWZe9LYRB+p87VjB8ygBQaydqblUsN0snqYgfEA22DgmBSfyUOSDhzlm&#10;xh15RYd1KEWEsM9QQRVCm0npdUUW/ci1xNHbu85iiLIrpenwGOG2kS9JkkqLNceFClv6qkj/rv+t&#10;gmW9o0mq9zM7/dSr7/NfeH37MUo9DvuPdxCB+nAP39pLo2CcTFK4volPQO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1Sa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EBMMA&#10;AADdAAAADwAAAGRycy9kb3ducmV2LnhtbERPW2vCMBR+H/gfwhH2pslkN2tTmYOBY06Yjvl6aM6a&#10;suakNLHWf78MhD1+d758ObhG9NSF2rOGm6kCQVx6U3Ol4XP/MnkEESKywcYzaThTgGUxusoxM/7E&#10;H9TvYiVSCYcMNdgY20zKUFpyGKa+JU7at+8cxgS7SpoOT6ncNXKm1L10WHNasNjSs6XyZ3d0Gnrc&#10;ntXBrt7nr/WmnG1XX28m8fp6PDwtQEQa4r/5kl4bDbfq7gH+3qQn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gEB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wuFsIA&#10;AADdAAAADwAAAGRycy9kb3ducmV2LnhtbERPPU/DMBDdkfgP1iGxUacRIJTWrSqkVh0hdOh4xNc4&#10;bXwX2aYJ/Ho8IDE+ve/levK9ulKInbCB+awARdyI7bg1cPjYPryAignZYi9MBr4pwnp1e7PEysrI&#10;73StU6tyCMcKDbiUhkrr2DjyGGcyEGfuJMFjyjC02gYcc7jvdVkUz9pjx7nB4UCvjppL/eUNjLvm&#10;81yejtb9hEG29Zucy16Mub+bNgtQiab0L/5z762Bx+Ipz81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C4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NKscA&#10;AADdAAAADwAAAGRycy9kb3ducmV2LnhtbESP3WoCMRSE7wt9h3AK3tWsotZujeIvSGkp2vb+dHPc&#10;XU1Olk3U9e2NIPRymJlvmNGksUacqPalYwWddgKCOHO65FzBz/fqeQjCB2SNxjEpuJCHyfjxYYSp&#10;dmfe0GkbchEh7FNUUIRQpVL6rCCLvu0q4ujtXG0xRFnnUtd4jnBrZDdJBtJiyXGhwIrmBWWH7dEq&#10;WH0tzL77uZn+yjBfvvyZ4fts8aFU66mZvoEI1IT/8L291gp6Sf8Vbm/iE5Dj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rzS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js8IA&#10;AADdAAAADwAAAGRycy9kb3ducmV2LnhtbERPy4rCMBTdD/gP4QpuBk3VUaQaRQRRYQRf4PbaXNti&#10;c1OaWOvfm8XALA/nPVs0phA1VS63rKDfi0AQJ1bnnCq4nNfdCQjnkTUWlknBmxws5q2vGcbavvhI&#10;9cmnIoSwi1FB5n0ZS+mSjAy6ni2JA3e3lUEfYJVKXeErhJtCDqJoLA3mHBoyLGmVUfI4PY2C+vB7&#10;S7e1K3ePybcbDW+bzV5fleq0m+UUhKfG/4v/3Fut4Ccah/3h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mOz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e64ccA&#10;AADdAAAADwAAAGRycy9kb3ducmV2LnhtbESPT2sCMRTE74V+h/AKvXUTxYpdjaKFQi+F+udQb8/N&#10;c3dx87ImqW799I0geBxm5jfMZNbZRpzIh9qxhl6mQBAXztRcatisP15GIEJENtg4Jg1/FGA2fXyY&#10;YG7cmZd0WsVSJAiHHDVUMba5lKGoyGLIXEucvL3zFmOSvpTG4znBbSP7Sg2lxZrTQoUtvVdUHFa/&#10;VsPibbQ4fg/467LcbWn7szu89r3S+vmpm49BROriPXxrfxoNAzXswfVNeg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3uuHHAAAA3QAAAA8AAAAAAAAAAAAAAAAAmAIAAGRy&#10;cy9kb3ducmV2LnhtbFBLBQYAAAAABAAEAPUAAACMAwAAAAA=&#10;" fillcolor="black" stroked="f"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znmMcA&#10;AADdAAAADwAAAGRycy9kb3ducmV2LnhtbESPT2vCQBTE74LfYXmF3nTT0AZJXaX+g0L1oPbQ42v2&#10;NVmSfRuyq6b99G5B8DjMzG+Y6by3jThT541jBU/jBARx4bThUsHncTOagPABWWPjmBT8kof5bDiY&#10;Yq7dhfd0PoRSRAj7HBVUIbS5lL6oyKIfu5Y4ej+usxii7EqpO7xEuG1kmiSZtGg4LlTY0rKioj6c&#10;rIKvj8xM9obS7+3fYq23L/Vit6qVenzo315BBOrDPXxrv2sFz0mWwv+b+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M55j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8tsUA&#10;AADdAAAADwAAAGRycy9kb3ducmV2LnhtbESPQWsCMRSE74X+h/AKvWmiLSKrUaRS2ksPtRWvj81z&#10;s+7mZZtEXf31TUHocZiZb5j5snetOFGItWcNo6ECQVx6U3Ol4fvrdTAFEROywdYzabhQhOXi/m6O&#10;hfFn/qTTJlUiQzgWqMGm1BVSxtKSwzj0HXH29j44TFmGSpqA5wx3rRwrNZEOa84LFjt6sVQ2m6PT&#10;EFa7dXPl47ZR149LfDv0P1O0Wj8+9KsZiER9+g/f2u9Gw7OaPMH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Xy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BcMYA&#10;AADdAAAADwAAAGRycy9kb3ducmV2LnhtbESPUUsDMRCE3wv+h7CCL8UmLaXq2bRIQRAsQs/+gPWy&#10;3h0mm+Oytld/fVMQ+jjMzDfMcj0Erw7UpzayhenEgCKuomu5trD/fL1/BJUE2aGPTBZOlGC9uhkt&#10;sXDxyDs6lFKrDOFUoIVGpCu0TlVDAdMkdsTZ+459QMmyr7Xr8ZjhweuZMQsdsOW80GBHm4aqn/I3&#10;WPCzL//0/pC2ctrrrfkLsht/OGvvboeXZ1BCg1zD/+03Z2FuFnO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hBc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jrr8YA&#10;AADdAAAADwAAAGRycy9kb3ducmV2LnhtbESPQWsCMRSE7wX/Q3hCbzVbqSJbo7QVYS8eXLd4fW5e&#10;N0uTl2WT6tZfb4RCj8PMfMMs14Oz4kx9aD0reJ5kIIhrr1tuFFSH7dMCRIjIGq1nUvBLAdar0cMS&#10;c+0vvKdzGRuRIBxyVGBi7HIpQ23IYZj4jjh5X753GJPsG6l7vCS4s3KaZXPpsOW0YLCjD0P1d/nj&#10;FGzKzk6rwryH4+fudLLFdUvHjVKP4+HtFUSkIf6H/9qFVvCSzW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jrr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06acQA&#10;AADdAAAADwAAAGRycy9kb3ducmV2LnhtbESPzWrDMBCE74W8g9hCb43UUpzgRjEh1BDIKX+H3hZp&#10;YzuxVsZSY/fto0Chx2FmvmEWxehacaM+NJ41vE0VCGLjbcOVhuOhfJ2DCBHZYuuZNPxSgGI5eVpg&#10;bv3AO7rtYyUShEOOGuoYu1zKYGpyGKa+I07e2fcOY5J9JW2PQ4K7Vr4rlUmHDaeFGjta12Su+x+n&#10;4VLKrTcKzel4GjZ29v2VUau0fnkeV58gIo3xP/zX3lgNHyrL4PEmPQ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dOm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g93MYA&#10;AADdAAAADwAAAGRycy9kb3ducmV2LnhtbESPQWvCQBSE7wX/w/KE3upGK1aiq6gglEoPxiIen9ln&#10;EpJ9G3ZXjf/eLRR6HGbmG2a+7EwjbuR8ZVnBcJCAIM6trrhQ8HPYvk1B+ICssbFMCh7kYbnovcwx&#10;1fbOe7ploRARwj5FBWUIbSqlz0sy6Ae2JY7exTqDIUpXSO3wHuGmkaMkmUiDFceFElvalJTX2dUo&#10;OF13fPl+/1q5dTja7uDr0XlaK/Xa71YzEIG68B/+a39qBeNk8gG/b+ITkI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g93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0TfMQA&#10;AADdAAAADwAAAGRycy9kb3ducmV2LnhtbERPy2oCMRTdF/oP4Ra6q0lFRUejVEFwI9THQnfXye3M&#10;4ORmmqQ69uvNQnB5OO/JrLW1uJAPlWMNnx0Fgjh3puJCw363/BiCCBHZYO2YNNwowGz6+jLBzLgr&#10;b+iyjYVIIRwy1FDG2GRShrwki6HjGuLE/ThvMSboC2k8XlO4rWVXqYG0WHFqKLGhRUn5eftnNcxH&#10;w/nvd4/X/5vTkY6H07nf9Urr97f2awwiUhuf4od7ZTT01CDNTW/SE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E3zEAAAA3QAAAA8AAAAAAAAAAAAAAAAAmAIAAGRycy9k&#10;b3ducmV2LnhtbFBLBQYAAAAABAAEAPUAAACJAwAAAAA=&#10;" fillcolor="black" stroked="f"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1M5sUA&#10;AADd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8FgslvD7Jj8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Uz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mTVMMA&#10;AADdAAAADwAAAGRycy9kb3ducmV2LnhtbERPz2vCMBS+D/wfwhO8zdQxnKtGEdlEd9FVYTs+mmdT&#10;bF5KE2v1rzeHwY4f3+/ZorOVaKnxpWMFo2ECgjh3uuRCwfHw+TwB4QOyxsoxKbiRh8W89zTDVLsr&#10;f1ObhULEEPYpKjAh1KmUPjdk0Q9dTRy5k2sshgibQuoGrzHcVvIlScbSYsmxwWBNK0P5ObtYBX60&#10;+vj5svf39ndteJdtzXhfGKUG/W45BRGoC//iP/dGK3hN3uL++CY+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mTV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015F4" w:rsidRDefault="002015F4" w:rsidP="002015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15F4" w:rsidRDefault="002015F4" w:rsidP="002015F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5F4" w:rsidRDefault="002015F4" w:rsidP="002015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015F4" w:rsidRDefault="002015F4" w:rsidP="002015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15F4" w:rsidRDefault="002015F4" w:rsidP="002015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№105</w:t>
      </w:r>
    </w:p>
    <w:p w:rsidR="002015F4" w:rsidRDefault="002015F4" w:rsidP="002015F4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2015F4" w:rsidRDefault="002015F4" w:rsidP="002015F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015F4" w:rsidRDefault="002015F4" w:rsidP="002015F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015F4" w:rsidRDefault="002015F4" w:rsidP="002015F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2015F4" w:rsidRDefault="002015F4" w:rsidP="002015F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Кушніренко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В.О.</w:t>
      </w:r>
    </w:p>
    <w:p w:rsidR="002015F4" w:rsidRPr="00E663A3" w:rsidRDefault="002015F4" w:rsidP="002015F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2015F4" w:rsidRDefault="002015F4" w:rsidP="002015F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Кушніренко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В.О., </w:t>
      </w:r>
      <w:proofErr w:type="spellStart"/>
      <w:r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2015F4" w:rsidRDefault="002015F4" w:rsidP="002015F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ВИРІШИЛА:</w:t>
      </w:r>
    </w:p>
    <w:p w:rsidR="002015F4" w:rsidRDefault="002015F4" w:rsidP="002015F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</w:rPr>
        <w:t xml:space="preserve">        1. </w:t>
      </w:r>
      <w:proofErr w:type="spellStart"/>
      <w:r>
        <w:rPr>
          <w:rFonts w:ascii="Times New Roman" w:eastAsia="Times New Roman" w:hAnsi="Times New Roman" w:cs="Times New Roman"/>
          <w:sz w:val="24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Кушніренко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>іті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Олександрівні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0954B0">
        <w:rPr>
          <w:rFonts w:ascii="Times New Roman" w:eastAsia="Times New Roman" w:hAnsi="Times New Roman" w:cs="Times New Roman"/>
          <w:sz w:val="24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0,6000 га, 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с </w:t>
      </w:r>
      <w:proofErr w:type="spellStart"/>
      <w:r>
        <w:rPr>
          <w:rFonts w:ascii="Times New Roman" w:eastAsia="Times New Roman" w:hAnsi="Times New Roman" w:cs="Times New Roman"/>
          <w:sz w:val="24"/>
        </w:rPr>
        <w:t>Дідова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Гора.</w:t>
      </w:r>
    </w:p>
    <w:p w:rsidR="002015F4" w:rsidRDefault="002015F4" w:rsidP="002015F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</w:rPr>
        <w:t>Кушніренко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В.О.,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2015F4" w:rsidRDefault="002015F4" w:rsidP="002015F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015F4" w:rsidRDefault="002015F4" w:rsidP="002015F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015F4" w:rsidRDefault="002015F4" w:rsidP="002015F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2015F4" w:rsidRDefault="002015F4" w:rsidP="002015F4">
      <w:pPr>
        <w:rPr>
          <w:rFonts w:ascii="Times New Roman" w:eastAsia="Calibri" w:hAnsi="Times New Roman" w:cs="Times New Roman"/>
          <w:sz w:val="24"/>
        </w:rPr>
      </w:pPr>
    </w:p>
    <w:p w:rsidR="002015F4" w:rsidRDefault="002015F4" w:rsidP="002015F4">
      <w:pPr>
        <w:rPr>
          <w:rFonts w:ascii="Times New Roman" w:eastAsia="Calibri" w:hAnsi="Times New Roman" w:cs="Times New Roman"/>
          <w:sz w:val="24"/>
        </w:rPr>
      </w:pPr>
    </w:p>
    <w:p w:rsidR="00C067C4" w:rsidRPr="002015F4" w:rsidRDefault="002015F4" w:rsidP="002015F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МИХАЛЮК</w:t>
      </w:r>
    </w:p>
    <w:sectPr w:rsidR="00C067C4" w:rsidRPr="002015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2015F4"/>
    <w:rsid w:val="000954B0"/>
    <w:rsid w:val="00171A2E"/>
    <w:rsid w:val="002015F4"/>
    <w:rsid w:val="00304C90"/>
    <w:rsid w:val="00505B6D"/>
    <w:rsid w:val="006D3977"/>
    <w:rsid w:val="007D6C18"/>
    <w:rsid w:val="00C067C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5F4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015F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015F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015F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2020-12-01T06:30:00Z</dcterms:created>
  <dcterms:modified xsi:type="dcterms:W3CDTF">2020-12-01T07:39:00Z</dcterms:modified>
</cp:coreProperties>
</file>