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0B" w:rsidRDefault="00A7080B" w:rsidP="00A7080B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A7080B" w:rsidRDefault="00925770" w:rsidP="00A7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5770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7080B" w:rsidRDefault="00A7080B" w:rsidP="00A7080B"/>
    <w:p w:rsidR="00A7080B" w:rsidRDefault="00A7080B" w:rsidP="00A7080B"/>
    <w:p w:rsidR="00A7080B" w:rsidRDefault="00A7080B" w:rsidP="00A708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7080B" w:rsidRDefault="00A7080B" w:rsidP="00A708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7080B" w:rsidRDefault="00A7080B" w:rsidP="00A708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7080B" w:rsidRDefault="00A7080B" w:rsidP="00A708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7080B" w:rsidRDefault="00A7080B" w:rsidP="00A708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80B" w:rsidRDefault="00A7080B" w:rsidP="00A708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7080B" w:rsidRDefault="00A7080B" w:rsidP="00A7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80B" w:rsidRDefault="00A7080B" w:rsidP="00A708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7080B" w:rsidRDefault="00A7080B" w:rsidP="00A7080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A7080B" w:rsidRDefault="00A7080B" w:rsidP="00A7080B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7080B" w:rsidRDefault="00A7080B" w:rsidP="00A708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7080B" w:rsidRDefault="00A7080B" w:rsidP="00A708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7080B" w:rsidRDefault="00A7080B" w:rsidP="00A7080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7080B" w:rsidRDefault="00A7080B" w:rsidP="00A7080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Мельник Н.Г.</w:t>
      </w:r>
    </w:p>
    <w:p w:rsidR="00A7080B" w:rsidRDefault="00A7080B" w:rsidP="00A7080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080B" w:rsidRDefault="00A7080B" w:rsidP="00A7080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Мельник Н.Г., сільська   рада    </w:t>
      </w:r>
    </w:p>
    <w:p w:rsidR="00A7080B" w:rsidRDefault="00A7080B" w:rsidP="00A7080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7080B" w:rsidRDefault="00A7080B" w:rsidP="00A7080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Мельник Наталії Григорівні проект землеустрою щодо відведення земельної ділянки, для ведення особистого селянського господарства, площею 0.2288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080B" w:rsidRDefault="00A7080B" w:rsidP="00A708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Мельник Наталії Григорівні, яка зареєстрована за адресою: </w:t>
      </w:r>
      <w:r w:rsidR="009D3221" w:rsidRPr="009D3221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D4343E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="009D3221" w:rsidRPr="009D3221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0,2288 га, кадастровий номер: 6823986800:01:001:0068,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080B" w:rsidRDefault="00A7080B" w:rsidP="00A708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Мельник Н.Г., якій передана земельна ділянка у власність, посвідчити право власності  в установленому  законом порядку.</w:t>
      </w:r>
    </w:p>
    <w:p w:rsidR="00A7080B" w:rsidRPr="00A7080B" w:rsidRDefault="00A7080B" w:rsidP="00A7080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7080B" w:rsidRDefault="00A7080B" w:rsidP="00A7080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4B21" w:rsidRPr="00A7080B" w:rsidRDefault="00A7080B" w:rsidP="00A7080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474B21" w:rsidRPr="00A7080B" w:rsidSect="00A7080B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A7080B"/>
    <w:rsid w:val="00065702"/>
    <w:rsid w:val="001C3FA6"/>
    <w:rsid w:val="00474B21"/>
    <w:rsid w:val="0080608A"/>
    <w:rsid w:val="00925770"/>
    <w:rsid w:val="009D3221"/>
    <w:rsid w:val="00A7080B"/>
    <w:rsid w:val="00B83D0E"/>
    <w:rsid w:val="00D4343E"/>
    <w:rsid w:val="00E4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0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0</TotalTime>
  <Pages>1</Pages>
  <Words>1180</Words>
  <Characters>673</Characters>
  <Application>Microsoft Office Word</Application>
  <DocSecurity>0</DocSecurity>
  <Lines>5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2020-04-22T05:31:00Z</dcterms:created>
  <dcterms:modified xsi:type="dcterms:W3CDTF">2020-04-22T05:41:00Z</dcterms:modified>
</cp:coreProperties>
</file>