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5320" w:rsidRPr="000209E7" w:rsidRDefault="001B5320" w:rsidP="001B5320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0209E7">
        <w:rPr>
          <w:rFonts w:ascii="Times New Roman" w:eastAsia="Calibri" w:hAnsi="Times New Roman" w:cs="Times New Roman"/>
          <w:color w:val="FF0000"/>
        </w:rPr>
        <w:t>ПРОЕКТ</w:t>
      </w:r>
    </w:p>
    <w:p w:rsidR="001B5320" w:rsidRPr="000209E7" w:rsidRDefault="001B5320" w:rsidP="001B5320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1B5320" w:rsidRPr="000209E7" w:rsidRDefault="00C96F9B" w:rsidP="001B532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C96F9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xfrb4A&#10;AADcAAAADwAAAGRycy9kb3ducmV2LnhtbERPyQrCMBC9C/5DGMGbpiouVKOIqHgQxO0+NGNbbCal&#10;iVr/3giCt3m8dWaL2hTiSZXLLSvodSMQxInVOacKLudNZwLCeWSNhWVS8CYHi3mzMcNY2xcf6Xny&#10;qQgh7GJUkHlfxlK6JCODrmtL4sDdbGXQB1ilUlf4CuGmkP0oGkmDOYeGDEtaZZTcTw+jwA62u/01&#10;7R8Hax57Xh4mt2u9V6rdqpdTEJ5q/xf/3Dsd5g/H8H0mXC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sX62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VwMgA&#10;AADcAAAADwAAAGRycy9kb3ducmV2LnhtbESPzUsDMRDF74L/QxjBS7FZBfuxbVqksH4dhNZCr8Nm&#10;3KxuJksS27V/vXMQvM3w3rz3m+V68J06UkxtYAO34wIUcR1sy42B/Xt1MwOVMrLFLjAZ+KEE69Xl&#10;xRJLG068peMuN0pCOJVowOXcl1qn2pHHNA49sWgfIXrMssZG24gnCfedviuKifbYsjQ47GnjqP7a&#10;fXsDn9WbO2ym58c4mm/pPKpen7qXiTHXV8PDAlSmIf+b/66freDfC608Ix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o1XA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lU8QA&#10;AADcAAAADwAAAGRycy9kb3ducmV2LnhtbESP3YrCMBCF7wXfIcyCN6KpiuJ2jSKLyuJN8ecBhmZs&#10;yjaT0mRtfXsjLHg3wzlzvjOrTWcrcafGl44VTMYJCOLc6ZILBdfLfrQE4QOyxsoxKXiQh82631th&#10;ql3LJ7qfQyFiCPsUFZgQ6lRKnxuy6MeuJo7azTUWQ1ybQuoG2xhuKzlNkoW0WHIkGKzp21D+e/6z&#10;EZLNMDve2sv+0GGLu6Ph4fak1OCj236BCNSFt/n/+kfH+vNPeD0TJ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VJVP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ofrMQA&#10;AADcAAAADwAAAGRycy9kb3ducmV2LnhtbESPQUvEQAyF74L/YYjgzZ26aJW6s4usCiJ42FUQb6GT&#10;bYudzDATt/Xfm4PgLeG9vPdltZnDaI6UyxDZweWiAkPcRj9w5+D97eniFkwRZI9jZHLwQwU269OT&#10;FTY+Tryj4146oyFcGnTQi6TG2tL2FLAsYiJW7RBzQNE1d9ZnnDQ8jHZZVbUNOLA29Jho21P7tf8O&#10;Dl6nx/RyU18f0me+Wtry4OVjK86dn833d2CEZvk3/10/e8WvFV+f0Qns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aH6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/j6MQA&#10;AADcAAAADwAAAGRycy9kb3ducmV2LnhtbESP0WrCQBBF34X+wzKCL1I3sRBK6iqhVJG8iNoPGLJj&#10;NpidDdmtiX/vFgTfZrh37rmz2oy2FTfqfeNYQbpIQBBXTjdcK/g9b98/QfiArLF1TAru5GGzfpus&#10;MNdu4CPdTqEWMYR9jgpMCF0upa8MWfQL1xFH7eJ6iyGufS11j0MMt61cJkkmLTYcCQY7+jZUXU9/&#10;NkIOH3goL8N5uxtxwJ/S8Lw4KjWbjsUXiEBjeJmf13sd62cp/D8TJ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P4+j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kQMIA&#10;AADcAAAADwAAAGRycy9kb3ducmV2LnhtbERPTUvDQBC9C/6HZQRvdmPQWGK3pbQVRPBgFYq3ITtN&#10;gtnZZXfaxH/vCoK3ebzPWawmN6gzxdR7NnA7K0ARN9723Br4eH+6mYNKgmxx8EwGvinBanl5scDa&#10;+pHf6LyXVuUQTjUa6ERCrXVqOnKYZj4QZ+7oo0PJMLbaRhxzuBt0WRSVdthzbugw0Kaj5mt/cgZe&#10;x114eajuj+Ez3pU6ba0cNmLM9dW0fgQlNMm/+M/9bPP8qoTfZ/IFe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CRA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N9ysIA&#10;AADcAAAADwAAAGRycy9kb3ducmV2LnhtbERP32vCMBB+H/g/hBP2MjR1MpFqFB2ECQ5kTvD1aM62&#10;2FxKktnuvzfCYG/38f285bq3jbiRD7VjBZNxBoK4cKbmUsHpW4/mIEJENtg4JgW/FGC9GjwtMTeu&#10;4y+6HWMpUgiHHBVUMba5lKGoyGIYu5Y4cRfnLcYEfSmNxy6F20a+ZtlMWqw5NVTY0ntFxfX4YxVs&#10;D1059S/Ftnf7y8f5TWujP7VSz8N+swARqY//4j/3zqT5syk8nk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M33K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BO8AA&#10;AADcAAAADwAAAGRycy9kb3ducmV2LnhtbERP24rCMBB9X/Afwgi+raniilSjiEthWXzx8gFDMzbV&#10;ZlKSWOvfb4QF3+ZwrrPa9LYRHflQO1YwGWcgiEuna64UnE/F5wJEiMgaG8ek4EkBNuvBxwpz7R58&#10;oO4YK5FCOOSowMTY5lKG0pDFMHYtceIuzluMCfpKao+PFG4bOc2yubRYc2ow2NLOUHk73q2C4ne6&#10;72537Qu37WeWvsx18W2UGg377RJEpD6+xf/uH53mz2fweiZd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HYBO8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AJcIA&#10;AADcAAAADwAAAGRycy9kb3ducmV2LnhtbERP32vCMBB+F/wfwgl7GZq6oUg1ig7CBhvInODr0Zxt&#10;sbmUJLPdf78Igm/38f281aa3jbiSD7VjBdNJBoK4cKbmUsHxR48XIEJENtg4JgV/FGCzHg5WmBvX&#10;8TddD7EUKYRDjgqqGNtcylBUZDFMXEucuLPzFmOCvpTGY5fCbSNfsmwuLdacGips6a2i4nL4tQp2&#10;+6589c/Frnef5/fTTGujv7RST6N+uwQRqY8P8d39YdL8+Qxuz6QL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kAl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g618EA&#10;AADcAAAADwAAAGRycy9kb3ducmV2LnhtbERP3WrCMBS+H+wdwhl4N1PFFelMRZSCyG7m9gCH5qyp&#10;bU5KEmt9ezMY7O58fL9ns51sL0byoXWsYDHPQBDXTrfcKPj+ql7XIEJE1tg7JgV3CrAtn582WGh3&#10;408az7ERKYRDgQpMjEMhZagNWQxzNxAn7sd5izFB30jt8ZbCbS+XWZZLiy2nBoMD7Q3V3flqFVSn&#10;5cfYXbWv3G5aWXozl/XBKDV7mXbvICJN8V/85z7qND/P4feZdIEs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oOtf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qj78A&#10;AADcAAAADwAAAGRycy9kb3ducmV2LnhtbERP24rCMBB9F/yHMMK+aequN2pTWQQXfbT6AUMztsVm&#10;Upto699vBMG3OZzrJJve1OJBrassK5hOIhDEudUVFwrOp914BcJ5ZI21ZVLwJAebdDhIMNa24yM9&#10;Ml+IEMIuRgWl900spctLMugmtiEO3MW2Bn2AbSF1i10IN7X8jqKFNFhxaCixoW1J+TW7GwWzZ/d3&#10;y+bXaKcNTQ8/zYF9Plfqa9T/rkF46v1H/HbvdZi/WMLrmXCBT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T+qP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NiMMA&#10;AADcAAAADwAAAGRycy9kb3ducmV2LnhtbESPT4vCQAzF7wt+hyHC3tapHopWRxFFWfak9c85dGJb&#10;7GRKZ9T67TeHhb0lvJf3flmseteoJ3Wh9mxgPEpAERfe1lwaOJ92X1NQISJbbDyTgTcFWC0HHwvM&#10;rH/xkZ55LJWEcMjQQBVjm2kdioochpFviUW7+c5hlLUrte3wJeGu0ZMkSbXDmqWhwpY2FRX3/OEM&#10;PNLr5My3H3vIt+/9bLtbB30pjfkc9us5qEh9/Df/XX9bwU+FVp6RCf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uNiM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5PAcQA&#10;AADcAAAADwAAAGRycy9kb3ducmV2LnhtbERPTWvCQBC9C/0PyxS86aZVgqbZiBYK1YOirQdv0+w0&#10;SZudTbNbjf/eFQRv83ifk846U4sjta6yrOBpGIEgzq2uuFDw+fE2mIBwHlljbZkUnMnBLHvopZho&#10;e+ItHXe+ECGEXYIKSu+bREqXl2TQDW1DHLhv2xr0AbaF1C2eQrip5XMUxdJgxaGhxIZeS8p/d/9G&#10;wX4ziaebxXL8s1p/4cjov4OuYqX6j938BYSnzt/FN/e7DvPjKVyfCRfI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eTwH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x5OsUA&#10;AADcAAAADwAAAGRycy9kb3ducmV2LnhtbESPQWvCQBCF7wX/wzJCb3WjFpU0G7GVWvGkttDrkB2T&#10;YHY2ZLca++udQ6G3Gd6b977Jlr1r1IW6UHs2MB4loIgLb2suDXx9vj8tQIWIbLHxTAZuFGCZDx4y&#10;TK2/8oEux1gqCeGQooEqxjbVOhQVOQwj3xKLdvKdwyhrV2rb4VXCXaMnSTLTDmuWhgpbequoOB9/&#10;nIHf2Tfuw8fkdT21kW7Pi43f7TfGPA771QuoSH38N/9db63gzwVfnpEJd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Hk6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ehT8EA&#10;AADcAAAADwAAAGRycy9kb3ducmV2LnhtbERPzYrCMBC+L/gOYQRva6roqtUosih4c60+wNCMabGZ&#10;1Car1ac3Cwve5uP7ncWqtZW4UeNLxwoG/QQEce50yUbB6bj9nILwAVlj5ZgUPMjDatn5WGCq3Z0P&#10;dMuCETGEfYoKihDqVEqfF2TR911NHLmzayyGCBsjdYP3GG4rOUySL2mx5NhQYE3fBeWX7NcquLrh&#10;WLfZBveXzeynNGZ0fR5GSvW67XoOIlAb3uJ/907H+ZMB/D0TL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XoU/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itb8MA&#10;AADcAAAADwAAAGRycy9kb3ducmV2LnhtbERPyW7CMBC9V+IfrKnErTgFsTTFRG0lpFwDHHqc2kOS&#10;Nh6H2A2Br8dIlXqbp7fOOhtsI3rqfO1YwfMkAUGsnam5VHDYb59WIHxANtg4JgUX8pBtRg9rTI07&#10;c0H9LpQihrBPUUEVQptK6XVFFv3EtcSRO7rOYoiwK6Xp8BzDbSOnSbKQFmuODRW29FGR/tn9WgV5&#10;/UXzhT6+2NW7Lj6vpzBbfhulxo/D2yuIQEP4F/+5cxPnL6dwfyZe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itb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S008QA&#10;AADcAAAADwAAAGRycy9kb3ducmV2LnhtbERP0WrCQBB8F/oPxxb6phcttDbmIioIFltBW+rrkltz&#10;wdxeyJ0x/r1XKPRtdmdnZieb97YWHbW+cqxgPEpAEBdOV1wq+P5aD6cgfEDWWDsmBTfyMM8fBhmm&#10;2l15T90hlCKasE9RgQmhSaX0hSGLfuQa4sidXGsxxLEtpW7xGs1tLSdJ8iItVhwTDDa0MlScDxer&#10;oMPdLTma5efbe/VRTHbLn62Oe/X02C9mIAL14f/4T73R8f3XZ/gtExH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EtNP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mZqcEA&#10;AADcAAAADwAAAGRycy9kb3ducmV2LnhtbERPTUvDQBC9C/0PyxS82U2DqMRuSylUPGrsweOYnWbT&#10;ZmfC7tpEf70rCN7m8T5ntZl8ry4UYidsYLkoQBE3YjtuDRze9jcPoGJCttgLk4EvirBZz65WWFkZ&#10;+ZUudWpVDuFYoQGX0lBpHRtHHuNCBuLMHSV4TBmGVtuAYw73vS6L4k577Dg3OBxo56g515/ewPjU&#10;fJzK47t132GQff0ip7IXY67n0/YRVKIp/Yv/3M82z7+/hd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5man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xE8MA&#10;AADcAAAADwAAAGRycy9kb3ducmV2LnhtbERP22rCQBB9L/gPywh9qxuFVomuIdUKpVTE2/uYHZPo&#10;7mzIbjX9+26h0Lc5nOvMss4acaPW144VDAcJCOLC6ZpLBYf96mkCwgdkjcYxKfgmD9m89zDDVLs7&#10;b+m2C6WIIexTVFCF0KRS+qIii37gGuLInV1rMUTYllK3eI/h1shRkrxIizXHhgobWlRUXHdfVsFq&#10;szSX0XqbH2VYvI1PZvLxuvxU6rHf5VMQgbrwL/5zv+s4f/wMv8/EC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pxE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cz8IA&#10;AADcAAAADwAAAGRycy9kb3ducmV2LnhtbERPTYvCMBC9C/6HMAteZE1VdKVrFBFEBYVdFfY6NrNt&#10;sZmUJtb6740geJvH+5zpvDGFqKlyuWUF/V4EgjixOudUwem4+pyAcB5ZY2GZFNzJwXzWbk0x1vbG&#10;v1QffCpCCLsYFWTel7GULsnIoOvZkjhw/7Yy6AOsUqkrvIVwU8hBFI2lwZxDQ4YlLTNKLoerUVD/&#10;7M7ppnbl9jLputHwvF7v9Z9SnY9m8Q3CU+Pf4pd7o8P8rzE8nw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JzP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K4JMQA&#10;AADcAAAADwAAAGRycy9kb3ducmV2LnhtbERPTWvCQBC9F/oflil4q5uKVpu6CVUQvAjV9lBvY3aa&#10;BLOzcXfV2F/fFQRv83ifM80704gTOV9bVvDST0AQF1bXXCr4/lo8T0D4gKyxsUwKLuQhzx4fpphq&#10;e+Y1nTahFDGEfYoKqhDaVEpfVGTQ921LHLlf6wyGCF0ptcNzDDeNHCTJqzRYc2yosKV5RcV+czQK&#10;Zm+T2eFzyKu/9W5L25/dfjRwiVK9p+7jHUSgLtzFN/dSx/njMVyfiR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uCTEAAAA3AAAAA8AAAAAAAAAAAAAAAAAmAIAAGRycy9k&#10;b3ducmV2LnhtbFBLBQYAAAAABAAEAPUAAACJAwAAAAA=&#10;" fillcolor="black" stroked="f"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+NTscA&#10;AADcAAAADwAAAGRycy9kb3ducmV2LnhtbESPT0/DMAzF70h8h8hI3FjKJMrULZsYfyQkxqGDw46m&#10;MW3UxqmasHb79PiAxM3We37v59Vm8p060hBdYAO3swwUcRWs49rA58fLzQJUTMgWu8Bk4EQRNuvL&#10;ixUWNoxc0nGfaiUhHAs00KTUF1rHqiGPcRZ6YtG+w+AxyTrU2g44Srjv9DzLcu3RsTQ02NNjQ1W7&#10;//EGDm+5W5SO5l+78/bZ7u7a7ftTa8z11fSwBJVoSv/mv+tXK/j3QivPyAR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7vjU7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4CO8MA&#10;AADcAAAADwAAAGRycy9kb3ducmV2LnhtbERPO2/CMBDeK/EfrEPqVhw6tBAwCFEhunQoD7Ge4iMO&#10;ic/BNhD49XWlSt3u0/e86byzjbiSD5VjBcNBBoK4cLriUsFuu3oZgQgRWWPjmBTcKcB81nuaYq7d&#10;jb/puomlSCEcclRgYmxzKUNhyGIYuJY4cUfnLcYEfSm1x1sKt418zbI3abHi1GCwpaWhot5crAK/&#10;OHzUD77s6+zxdQ/rU3ceoVHqud8tJiAidfFf/Of+1Gn++xh+n0kX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4CO8MAAADc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yEmcYA&#10;AADcAAAADwAAAGRycy9kb3ducmV2LnhtbESPzWrDQAyE74G+w6JCL6FZN4c2cbMJpRAoJBTy8wCq&#10;V7VNd7XGqyROnr46FHqTmNHMp8VqiMGcqc9tYgdPkwIMcZV8y7WD42H9OAOTBdljSEwOrpRhtbwb&#10;LbD06cI7Ou+lNhrCuUQHjUhXWpurhiLmSeqIVftOfUTRta+t7/Gi4THYaVE824gta0ODHb03VP3s&#10;T9FBmH6F+eYlb+V6tNviFmU3/vTOPdwPb69ghAb5N/9df3jFnym+PqMT2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yEmcYAAADc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2ACcIA&#10;AADcAAAADwAAAGRycy9kb3ducmV2LnhtbERPTWsCMRC9C/6HMEJvblYPRVajtBVhLz24VbyOm3Gz&#10;NJksm1S3/fVGEHqbx/uc1WZwVlypD61nBbMsB0Fce91yo+DwtZsuQISIrNF6JgW/FGCzHo9WWGh/&#10;4z1dq9iIFMKhQAUmxq6QMtSGHIbMd8SJu/jeYUywb6Tu8ZbCnZXzPH+VDltODQY7+jBUf1c/TsG2&#10;6uz8UJr3cDp+ns+2/NvRaavUy2R4W4KINMR/8dNd6jR/MYPHM+kC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YAJwgAAANw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FgOsAA&#10;AADcAAAADwAAAGRycy9kb3ducmV2LnhtbERPTYvCMBC9C/sfwix402Q9qFSjyLKC4EnXHrwNydhW&#10;m0lpsrb+eyMIe5vH+5zlune1uFMbKs8avsYKBLHxtuJCw+l3O5qDCBHZYu2ZNDwowHr1MVhiZn3H&#10;B7ofYyFSCIcMNZQxNpmUwZTkMIx9Q5y4i28dxgTbQtoWuxTuajlRaiodVpwaSmzouyRzO/45Ddet&#10;3Huj0OSnvNvZ2flnSrXSevjZbxYgIvXxX/x272yaP5/A65l0gV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cFgO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fRt8EA&#10;AADcAAAADwAAAGRycy9kb3ducmV2LnhtbERPS4vCMBC+L/gfwgje1nQVpFSjuIKwrHjwgXgcm7Et&#10;bSYliVr/vREW9jYf33Nmi8404k7OV5YVfA0TEMS51RUXCo6H9WcKwgdkjY1lUvAkD4t572OGmbYP&#10;3tF9HwoRQ9hnqKAMoc2k9HlJBv3QtsSRu1pnMEToCqkdPmK4aeQoSSbSYMWxocSWViXl9f5mFJxv&#10;G75ux79L9x1Otjv4enRJa6UG/W45BRGoC//iP/ePjvPTMbyfiR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X0bfBAAAA3A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WdMMA&#10;AADcAAAADwAAAGRycy9kb3ducmV2LnhtbERPS2sCMRC+C/6HMEJvmlW0bLdG0UKhF8HXod7GzXR3&#10;cTPZJqmu/vpGELzNx/ec6bw1tTiT85VlBcNBAoI4t7riQsF+99lPQfiArLG2TAqu5GE+63ammGl7&#10;4Q2dt6EQMYR9hgrKEJpMSp+XZNAPbEMcuR/rDIYIXSG1w0sMN7UcJcmrNFhxbCixoY+S8tP2zyhY&#10;vqXL3/WYV7fN8UCH7+NpMnKJUi+9dvEOIlAbnuKH+0vH+ekY7s/EC+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VWdMMAAADcAAAADwAAAAAAAAAAAAAAAACYAgAAZHJzL2Rv&#10;d25yZXYueG1sUEsFBgAAAAAEAAQA9QAAAIgDAAAAAA==&#10;" fillcolor="black" stroked="f"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H+zsIA&#10;AADcAAAADwAAAGRycy9kb3ducmV2LnhtbERP30vDMBB+F/wfwgm+uVTFMWrTUQai7KnbFF9vzdkU&#10;m0tJYtb990YQ9nYf38+r1rMdRSIfBscK7hcFCOLO6YF7Be+Hl7sViBCRNY6OScGZAqzr66sKS+1O&#10;vKO0j73IIRxKVGBinEopQ2fIYli4iThzX85bjBn6XmqPpxxuR/lQFEtpceDcYHCijaHue/9jFaTj&#10;pm0e02cyu61veu/a149jq9Ttzdw8g4g0x4v43/2m8/zVE/w9ky+Q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f7OwgAAANw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HnO8MA&#10;AADcAAAADwAAAGRycy9kb3ducmV2LnhtbERPTWvCQBC9C/0PyxS86UYPQVNXKVJFvdimhfY4ZKfZ&#10;0OxsyK4x+uvdguBtHu9zFqve1qKj1leOFUzGCQjiwumKSwVfn5vRDIQPyBprx6TgQh5Wy6fBAjPt&#10;zvxBXR5KEUPYZ6jAhNBkUvrCkEU/dg1x5H5dazFE2JZSt3iO4baW0yRJpcWKY4PBhtaGir/8ZBX4&#10;yfrt+2Cv8+5na/iY7036Xhqlhs/96wuIQH14iO/unY7zZyn8PxMv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HnO8MAAADc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B5320" w:rsidRPr="000209E7" w:rsidRDefault="001B5320" w:rsidP="001B5320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B5320" w:rsidRPr="000209E7" w:rsidRDefault="001B5320" w:rsidP="001B532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1B5320" w:rsidRPr="000209E7" w:rsidRDefault="001B5320" w:rsidP="001B532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1B5320" w:rsidRPr="000209E7" w:rsidRDefault="001B5320" w:rsidP="001B532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B5320" w:rsidRPr="000209E7" w:rsidRDefault="001B5320" w:rsidP="001B532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УКРАЇНА</w:t>
      </w:r>
    </w:p>
    <w:p w:rsidR="001B5320" w:rsidRPr="000209E7" w:rsidRDefault="001B5320" w:rsidP="001B532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КРУПЕЦЬКА СІЛЬСЬКА РАДА</w:t>
      </w:r>
    </w:p>
    <w:p w:rsidR="001B5320" w:rsidRPr="000209E7" w:rsidRDefault="001B5320" w:rsidP="001B532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СЛАВУТСЬКОГО РАЙОНУ</w:t>
      </w:r>
    </w:p>
    <w:p w:rsidR="001B5320" w:rsidRPr="000209E7" w:rsidRDefault="001B5320" w:rsidP="001B532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ХМЕЛЬНИЦЬКОЇ ОБЛАСТІ</w:t>
      </w:r>
    </w:p>
    <w:p w:rsidR="001B5320" w:rsidRPr="000209E7" w:rsidRDefault="001B5320" w:rsidP="001B5320">
      <w:pPr>
        <w:spacing w:after="0" w:line="240" w:lineRule="auto"/>
        <w:rPr>
          <w:rFonts w:ascii="Times New Roman" w:eastAsia="Calibri" w:hAnsi="Times New Roman" w:cs="Times New Roman"/>
        </w:rPr>
      </w:pPr>
      <w:r w:rsidRPr="000209E7">
        <w:rPr>
          <w:rFonts w:ascii="Times New Roman" w:eastAsia="Calibri" w:hAnsi="Times New Roman" w:cs="Times New Roman"/>
        </w:rPr>
        <w:t xml:space="preserve"> </w:t>
      </w:r>
      <w:r w:rsidR="00C96F9B" w:rsidRPr="00C96F9B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aJS70A&#10;AADcAAAADwAAAGRycy9kb3ducmV2LnhtbERPSwrCMBDdC94hjOBOUyuoVKOIqLgQxN9+aMa22ExK&#10;E7Xe3giCu3m878wWjSnFk2pXWFYw6EcgiFOrC84UXM6b3gSE88gaS8uk4E0OFvN2a4aJti8+0vPk&#10;MxFC2CWoIPe+SqR0aU4GXd9WxIG72dqgD7DOpK7xFcJNKeMoGkmDBYeGHCta5ZTeTw+jwA63u/01&#10;i4/DNY89Lw+T27XZK9XtNMspCE+N/4t/7p0O8+MRfJ8JF8j5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SaJS7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qyz8QA&#10;AADcAAAADwAAAGRycy9kb3ducmV2LnhtbERPTWsCMRC9C/0PYQpeRLP1oHVrlCKsrR4KWsHrsJlu&#10;VjeTJUl1669vhEJv83ifM192thEX8qF2rOBplIEgLp2uuVJw+CyGzyBCRNbYOCYFPxRguXjozTHX&#10;7so7uuxjJVIIhxwVmBjbXMpQGrIYRq4lTtyX8xZjgr6S2uM1hdtGjrNsIi3WnBoMtrQyVJ7331bB&#10;qfgwx9X0tvaD2Y5ug2L71mwmSvUfu9cXEJG6+C/+c7/rNH88hfsz6QK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6ss/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/ztcIA&#10;AADcAAAADwAAAGRycy9kb3ducmV2LnhtbESPzYrCMBDH74LvEEbwIpquwrJUo4isi3gRdR9gaMam&#10;2ExKk7X17Z2DsLcZ5v/xm9Wm97V6UBurwAY+Zhko4iLYiksDv9f99AtUTMgW68Bk4EkRNuvhYIW5&#10;DR2f6XFJpZIQjjkacCk1udaxcOQxzkJDLLdbaD0mWdtS2xY7Cfe1nmfZp/ZYsTQ4bGjnqLhf/ryU&#10;nBZ4Ot666/6nxw6/j44n27Mx41G/XYJK1Kd/8dt9sII/F1p5Rib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X/O1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oP8cMA&#10;AADcAAAADwAAAGRycy9kb3ducmV2LnhtbERPTUsDMRC9C/6HMIXebLaLVl2bFqkKIvRgLRRvw2a6&#10;u7iZhGTaXf+9EQRv83ifs1yPrldniqnzbGA+K0AR19523BjYf7xc3YFKgmyx90wGvinBenV5scTK&#10;+oHf6byTRuUQThUaaEVCpXWqW3KYZj4QZ+7oo0PJMDbaRhxyuOt1WRQL7bDj3NBioE1L9dfu5Axs&#10;h+fwdru4OYbPeF3q9GTlsBFjppPx8QGU0Cj/4j/3q83zy3v4fSZ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oP8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pbsIA&#10;AADcAAAADwAAAGRycy9kb3ducmV2LnhtbESPzYrCMBDH74LvEEbwIpqugkg1isi6LF7EjwcYmrEp&#10;NpPSZG337XcOC95mmP/Hbza73tfqRW2sAhv4mGWgiItgKy4N3G/H6QpUTMgW68Bk4Jci7LbDwQZz&#10;Gzq+0OuaSiUhHHM04FJqcq1j4chjnIWGWG6P0HpMsralti12Eu5rPc+ypfZYsTQ4bOjgqHhef7yU&#10;nBd4Pj262/Grxw4/T44n+4sx41G/X4NK1Ke3+N/9bQV/IfjyjEy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8Glu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WVKsMA&#10;AADcAAAADwAAAGRycy9kb3ducmV2LnhtbERPTUsDMRC9C/0PYQq92WxbrbI2LVIriNBDqyDehs10&#10;d3EzCcm0u/57Iwje5vE+Z7UZXKcuFFPr2cBsWoAirrxtuTbw/vZ8fQ8qCbLFzjMZ+KYEm/XoaoWl&#10;9T0f6HKUWuUQTiUaaERCqXWqGnKYpj4QZ+7ko0PJMNbaRuxzuOv0vCiW2mHLuaHBQNuGqq/j2RnY&#10;97vwere8PYXPeDPX6cnKx1aMmYyHxwdQQoP8i//cLzbPX8zg95l8gV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WVK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z3TMIA&#10;AADcAAAADwAAAGRycy9kb3ducmV2LnhtbERP32vCMBB+H/g/hBN8GZpO2ZBqFB0EBxvIVPD1aM62&#10;2FxKEm3975fBYG/38f285bq3jbiTD7VjBS+TDARx4UzNpYLTUY/nIEJENtg4JgUPCrBeDZ6WmBvX&#10;8TfdD7EUKYRDjgqqGNtcylBUZDFMXEucuIvzFmOCvpTGY5fCbSOnWfYmLdacGips6b2i4nq4WQXb&#10;fVfO/HOx7d3nZXd+1droL63UaNhvFiAi9fFf/Of+MGn+bAq/z6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zPdM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y2UsAA&#10;AADcAAAADwAAAGRycy9kb3ducmV2LnhtbERPzYrCMBC+L/gOYQRva6ruilSjiFKQZS+rPsDQjE21&#10;mZQk1vr2ZmFhb/Px/c5q09tGdORD7VjBZJyBIC6drrlScD4V7wsQISJrbByTgicF2KwHbyvMtXvw&#10;D3XHWIkUwiFHBSbGNpcylIYshrFriRN3cd5iTNBXUnt8pHDbyGmWzaXFmlODwZZ2hsrb8W4VFF/T&#10;7+52175w2/7D0qe5LvZGqdGw3y5BROrjv/jPfdBp/mwGv8+kC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Cy2Us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Ko8MA&#10;AADcAAAADwAAAGRycy9kb3ducmV2LnhtbERP22oCMRB9L/gPYYS+FM22VpHVKFoILVQQL+DrsBl3&#10;FzeTJUnd7d83hULf5nCus1z3thF38qF2rOB5nIEgLpypuVRwPunRHESIyAYbx6TgmwKsV4OHJebG&#10;dXyg+zGWIoVwyFFBFWObSxmKiiyGsWuJE3d13mJM0JfSeOxSuG3kS5bNpMWaU0OFLb1VVNyOX1bB&#10;dt+VE/9UbHv3eX2/TLU2eqeVehz2mwWISH38F/+5P0yaP3mF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nKo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mLvcAA&#10;AADcAAAADwAAAGRycy9kb3ducmV2LnhtbERPzYrCMBC+L/gOYQRva6quItUoohRk2cuqDzA0Y1Nt&#10;JiWJtb79ZmFhb/Px/c5629tGdORD7VjBZJyBIC6drrlScDkX70sQISJrbByTghcF2G4Gb2vMtXvy&#10;N3WnWIkUwiFHBSbGNpcylIYshrFriRN3dd5iTNBXUnt8pnDbyGmWLaTFmlODwZb2hsr76WEVFJ/T&#10;r+7+0L5wu/7D0tzclgej1GjY71YgIvXxX/znPuo0fzaH32fSBX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mLvc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BgCbwA&#10;AADcAAAADwAAAGRycy9kb3ducmV2LnhtbERPSwrCMBDdC94hjOBOU79INYoIii6tHmBoxrbYTGoT&#10;bb29EQR383jfWW1aU4oX1a6wrGA0jEAQp1YXnCm4XvaDBQjnkTWWlknBmxxs1t3OCmNtGz7TK/GZ&#10;CCHsYlSQe1/FUro0J4NuaCviwN1sbdAHWGdS19iEcFPKcRTNpcGCQ0OOFe1ySu/J0yiYvpvDI5nd&#10;o702NDpNqhP7dKZUv9dulyA8tf4v/rmPOsyfzOH7TLhArj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0sGAJ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c258IA&#10;AADcAAAADwAAAGRycy9kb3ducmV2LnhtbERPS2vCQBC+C/6HZYTe6qYKtk2ziigppSdNbc9DdvKg&#10;2dmQXfP4992C4G0+vucku9E0oqfO1ZYVPC0jEMS51TWXCi5f6eMLCOeRNTaWScFEDnbb+SzBWNuB&#10;z9RnvhQhhF2MCirv21hKl1dk0C1tSxy4wnYGfYBdKXWHQwg3jVxF0UYarDk0VNjSoaL8N7saBdfN&#10;z+rCxac+Zcfp/fWY7p38LpV6WIz7NxCeRn8X39wfOsxfP8P/M+EC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Nzbn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HFh8cA&#10;AADcAAAADwAAAGRycy9kb3ducmV2LnhtbESPQU/CQBCF7yb+h82QeJMtQhqsLARJTMQDRISDt6E7&#10;tJXubOmuUP89cyDxNpP35r1vJrPO1epMbag8Gxj0E1DEubcVFwa2X2+PY1AhIlusPZOBPwowm97f&#10;TTCz/sKfdN7EQkkIhwwNlDE2mdYhL8lh6PuGWLSDbx1GWdtC2xYvEu5q/ZQkqXZYsTSU2NCipPy4&#10;+XUGdutx+rx+XY5+PlZ7HDp7+rZVasxDr5u/gIrUxX/z7frdCv5QaOUZmUBP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hxYf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xpZ8MA&#10;AADcAAAADwAAAGRycy9kb3ducmV2LnhtbERPTWvCQBC9C/0PyxR6001NkTS6SqvUiqfUCl6H7JiE&#10;ZmdDdhuT/npXEHqbx/ucxao3teiodZVlBc+TCARxbnXFhYLj98c4AeE8ssbaMikYyMFq+TBaYKrt&#10;hb+oO/hChBB2KSoovW9SKV1ekkE3sQ1x4M62NegDbAupW7yEcFPLaRTNpMGKQ0OJDa1Lyn8Ov0bB&#10;3+yEmfucvm9i7Wl4SbZ2n22Venrs3+YgPPX+X3x373SYH7/C7ZlwgV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xpZ8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OacQA&#10;AADcAAAADwAAAGRycy9kb3ducmV2LnhtbESPQW/CMAyF70j8h8iTuNF0qJu2joAQAmm3jW4/wGq8&#10;tKJxShOg49fjw6TdbL3n9z4v16Pv1IWG2AY28JjloIjrYFt2Br6/9vMXUDEhW+wCk4FfirBeTSdL&#10;LG248oEuVXJKQjiWaKBJqS+1jnVDHmMWemLRfsLgMck6OG0HvEq47/Qiz5+1x5alocGetg3Vx+rs&#10;DZzC4smO1Q4/jrvXz9a54nQ7FMbMHsbNG6hEY/o3/12/W8EvBF+ekQn0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3zmn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b5pcIA&#10;AADcAAAADwAAAGRycy9kb3ducmV2LnhtbERPyW7CMBC9V+o/WFOJW+OkLVsag1okJK4sB46DPSRp&#10;43EaG0j79bgSErd5eusU89424kydrx0ryJIUBLF2puZSwW67fJ6A8AHZYOOYFPySh/ns8aHA3LgL&#10;r+m8CaWIIexzVFCF0OZSel2RRZ+4ljhyR9dZDBF2pTQdXmK4beRLmo6kxZpjQ4UtLSrS35uTVbCq&#10;DzQc6ePUTj71ev/3E17HX0apwVP/8Q4iUB/u4pt7ZeL8twz+n4kX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hvml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Tb9cMA&#10;AADcAAAADwAAAGRycy9kb3ducmV2LnhtbERP0WrCQBB8F/oPxxZ800uDFBs9RQuFSlWoin1dcttc&#10;MLcXcmeMf+8Jgm+zOzszO9N5ZyvRUuNLxwrehgkI4tzpkgsFh/3XYAzCB2SNlWNScCUP89lLb4qZ&#10;dhf+pXYXChFN2GeowIRQZ1L63JBFP3Q1ceT+XWMxxLEppG7wEs1tJdMkeZcWS44JBmv6NJSfdmer&#10;oMXtNfkzy83Hqlzn6XZ5/NFxr/qv3WICIlAXnscP9beO749SuJeJCO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Tb9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zLYMEA&#10;AADcAAAADwAAAGRycy9kb3ducmV2LnhtbERPTUvDQBC9C/0PyxS82U2jiMRuSylUPGrsweOYnWbT&#10;ZmfC7tpEf70rCN7m8T5ntZl8ry4UYidsYLkoQBE3YjtuDRze9jcPoGJCttgLk4EvirBZz65WWFkZ&#10;+ZUudWpVDuFYoQGX0lBpHRtHHuNCBuLMHSV4TBmGVtuAYw73vS6L4l577Dg3OBxo56g515/ewPjU&#10;fJzK47t132GQff0ip7IXY67n0/YRVKIp/Yv/3M82z7+7hd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8y2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eNcIA&#10;AADcAAAADwAAAGRycy9kb3ducmV2LnhtbERP22oCMRB9F/oPYQq+abYiKlujeAURpWjb9+lmurtt&#10;Mlk2Ude/N4Lg2xzOdcbTxhpxptqXjhW8dRMQxJnTJecKvj7XnREIH5A1Gsek4EoeppOX1hhT7S58&#10;oPMx5CKGsE9RQRFClUrps4Is+q6riCP362qLIcI6l7rGSwy3RvaSZCAtlhwbCqxoUVD2fzxZBeuP&#10;pfnr7Q+zbxkWq+GPGW3ny51S7ddm9g4iUBOe4od7o+P8fh/uz8QL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6h41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bIBcIA&#10;AADcAAAADwAAAGRycy9kb3ducmV2LnhtbERP24rCMBB9F/yHMAu+yJp6W6RrFBFEBYVdFfZ1bGbb&#10;YjMpTaz1740g+DaHc53pvDGFqKlyuWUF/V4EgjixOudUwem4+pyAcB5ZY2GZFNzJwXzWbk0x1vbG&#10;v1QffCpCCLsYFWTel7GULsnIoOvZkjhw/7Yy6AOsUqkrvIVwU8hBFH1JgzmHhgxLWmaUXA5Xo6D+&#10;2Z3TTe3K7WXSdePheb3e6z+lOh/N4huEp8a/xS/3Rof5ozE8nw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JsgF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LXAsQA&#10;AADcAAAADwAAAGRycy9kb3ducmV2LnhtbERPTWsCMRC9C/6HMII3N1tRsVujqCB4Eartod7GzXR3&#10;cTNZk6hrf31TEHqbx/uc2aI1tbiR85VlBS9JCoI4t7riQsHnx2YwBeEDssbaMil4kIfFvNuZYabt&#10;nfd0O4RCxBD2GSooQ2gyKX1ekkGf2IY4ct/WGQwRukJqh/cYbmo5TNOJNFhxbCixoXVJ+flwNQpW&#10;r9PV5X3Eu5/96UjHr9N5PHSpUv1eu3wDEagN/+Kne6vj/NEE/p6JF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i1wLEAAAA3AAAAA8AAAAAAAAAAAAAAAAAmAIAAGRycy9k&#10;b3ducmV2LnhtbFBLBQYAAAAABAAEAPUAAACJAwAAAAA=&#10;" fillcolor="black" stroked="f"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TgcQA&#10;AADcAAAADwAAAGRycy9kb3ducmV2LnhtbERPS2sCMRC+F/wPYQRvNatYla1RtA8QqgdtDz2Om3E3&#10;7GaybFJd/fVGKHibj+85s0VrK3GixhvHCgb9BARx5rThXMHP9+fzFIQPyBorx6TgQh4W887TDFPt&#10;zryj0z7kIoawT1FBEUKdSumzgiz6vquJI3d0jcUQYZNL3eA5httKDpNkLC0ajg0F1vRWUFbu/6yC&#10;36+xme4MDQ+b6+pDb17K1fa9VKrXbZevIAK14SH+d691nD+awP2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c04HEAAAA3A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5tHcYA&#10;AADcAAAADwAAAGRycy9kb3ducmV2LnhtbESPT0/DMAzF70j7DpEncWPpEJqmsmyamBBcOOwP4mo1&#10;piltnJJkW7dPjw9Iu9l6z+/9vFgNvlMniqkJbGA6KUARV8E2XBs47F8f5qBSRrbYBSYDF0qwWo7u&#10;FljacOYtnXa5VhLCqUQDLue+1DpVjjymSeiJRfsO0WOWNdbaRjxLuO/0Y1HMtMeGpcFhTy+OqnZ3&#10;9Abi+mvTXvn42RbXj0t6+xl+5+iMuR8P62dQmYZ8M/9fv1vBfxJaeUYm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5tHcYAAADc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+XnsIA&#10;AADcAAAADwAAAGRycy9kb3ducmV2LnhtbERP22oCMRB9L/gPYQq+FM1WStXVKFIoCErByweMm3F3&#10;aTJZNlNd/fqmUPBtDuc682XnnbpQG+vABl6HGSjiItiaSwPHw+dgAioKskUXmAzcKMJy0XuaY27D&#10;lXd02UupUgjHHA1UIk2udSwq8hiHoSFO3Dm0HiXBttS2xWsK906Psuxde6w5NVTY0EdFxff+xxtw&#10;o5ObbsZxK7ej3mZ3L7uXL2tM/7lbzUAJdfIQ/7vXNs1/m8LfM+kCv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35eewgAAANw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EJ1cUA&#10;AADcAAAADwAAAGRycy9kb3ducmV2LnhtbESPQWvDMAyF74P9B6PBbqvTwsZI65Z2pZDLDstaelVj&#10;NQ615RB7bbZfPx0Gu0m8p/c+LVZj8OpKQ+oiG5hOClDETbQdtwb2n7unV1ApI1v0kcnANyVYLe/v&#10;FljaeOMPuta5VRLCqUQDLue+1Do1jgKmSeyJRTvHIWCWdWi1HfAm4cHrWVG86IAdS4PDnt4cNZf6&#10;KxjY1r2f7Su3ScfD++nkq58dHbfGPD6M6zmoTGP+N/9dV1bwnwVf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sQnV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PSCsAA&#10;AADcAAAADwAAAGRycy9kb3ducmV2LnhtbERPS4vCMBC+C/sfwizsTROFValGWRYFwZOvg7chGdtq&#10;MylN1nb/vREEb/PxPWe+7Fwl7tSE0rOG4UCBIDbelpxrOB7W/SmIEJEtVp5Jwz8FWC4+enPMrG95&#10;R/d9zEUK4ZChhiLGOpMymIIchoGviRN38Y3DmGCTS9tgm8JdJUdKjaXDklNDgTX9FmRu+z+n4bqW&#10;W28UmtPx1G7s5LwaU6W0/vrsfmYgInXxLX65NzbN/x7C85l0gV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3PSC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Ya8MA&#10;AADcAAAADwAAAGRycy9kb3ducmV2LnhtbERPTWvCQBC9C/0PyxR6001TKpK6CbYgiMWDWkqP0+yY&#10;hGRnw+6q8d+7guBtHu9z5sVgOnEi5xvLCl4nCQji0uqGKwU/++V4BsIHZI2dZVJwIQ9F/jSaY6bt&#10;mbd02oVKxBD2GSqoQ+gzKX1Zk0E/sT1x5A7WGQwRukpqh+cYbjqZJslUGmw4NtTY01dNZbs7GgV/&#10;x28+bN7WC/cZfu2w9236P2uVenkeFh8gAg3hIb67VzrOf0/h9ky8QO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tYa8MAAADc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iR8QA&#10;AADcAAAADwAAAGRycy9kb3ducmV2LnhtbERPS2sCMRC+C/0PYQreNFutoluj1ILQi+DroLdxM91d&#10;3Ey2SdS1v74RBG/z8T1nMmtMJS7kfGlZwVs3AUGcWV1yrmC3XXRGIHxA1lhZJgU38jCbvrQmmGp7&#10;5TVdNiEXMYR9igqKEOpUSp8VZNB3bU0cuR/rDIYIXS61w2sMN5XsJclQGiw5NhRY01dB2WlzNgrm&#10;49H8d/XOy7/18UCH/fE06LlEqfZr8/kBIlATnuKH+1vH+YM+3J+JF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M4kfEAAAA3AAAAA8AAAAAAAAAAAAAAAAAmAIAAGRycy9k&#10;b3ducmV2LnhtbFBLBQYAAAAABAAEAPUAAACJAwAAAAA=&#10;" fillcolor="black" stroked="f"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13EsIA&#10;AADcAAAADwAAAGRycy9kb3ducmV2LnhtbERPS2sCMRC+F/ofwhR6q1n7QlajLEJp6Wm1itdxM24W&#10;N5MlSeP23zeFgrf5+J6zWI22F4l86BwrmE4KEMSN0x23CnZfbw8zECEia+wdk4IfCrBa3t4ssNTu&#10;whtK29iKHMKhRAUmxqGUMjSGLIaJG4gzd3LeYszQt1J7vORw28vHoniVFjvODQYHWhtqzttvqyAd&#10;13X1lA7JbD591XpXv++PtVL3d2M1BxFpjFfxv/tD5/kvz/D3TL5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TXcSwgAAANw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NVC8MA&#10;AADcAAAADwAAAGRycy9kb3ducmV2LnhtbERPTWvCQBC9F/oflin0ZjYKShtdpUgt1Us1FfQ4ZMds&#10;MDsbstsY/fXdgtDbPN7nzBa9rUVHra8cKxgmKQjiwumKSwX779XgBYQPyBprx6TgSh4W88eHGWba&#10;XXhHXR5KEUPYZ6jAhNBkUvrCkEWfuIY4cifXWgwRtqXULV5iuK3lKE0n0mLFscFgQ0tDxTn/sQr8&#10;cPl+2Njba3f8MPyVr81kWxqlnp/6tymIQH34F9/dnzrOH4/h75l4gZ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NVC8MAAADc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B5320" w:rsidRDefault="001B5320" w:rsidP="001B53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B5320" w:rsidRPr="000209E7" w:rsidRDefault="001B5320" w:rsidP="001B532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0209E7">
        <w:rPr>
          <w:rFonts w:ascii="Times New Roman" w:eastAsia="Calibri" w:hAnsi="Times New Roman" w:cs="Times New Roman"/>
          <w:b/>
        </w:rPr>
        <w:t>Р</w:t>
      </w:r>
      <w:proofErr w:type="gramEnd"/>
      <w:r w:rsidRPr="000209E7">
        <w:rPr>
          <w:rFonts w:ascii="Times New Roman" w:eastAsia="Calibri" w:hAnsi="Times New Roman" w:cs="Times New Roman"/>
          <w:b/>
        </w:rPr>
        <w:t>ІШЕННЯ</w:t>
      </w:r>
    </w:p>
    <w:p w:rsidR="001B5320" w:rsidRPr="000209E7" w:rsidRDefault="001B5320" w:rsidP="001B532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09E7">
        <w:rPr>
          <w:rFonts w:ascii="Times New Roman" w:eastAsia="Calibri" w:hAnsi="Times New Roman" w:cs="Times New Roman"/>
        </w:rPr>
        <w:t xml:space="preserve">   Х___ </w:t>
      </w:r>
      <w:r w:rsidRPr="000209E7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сесії</w:t>
      </w:r>
      <w:proofErr w:type="spellEnd"/>
      <w:r w:rsidRPr="000209E7">
        <w:rPr>
          <w:rFonts w:ascii="Times New Roman" w:eastAsia="Calibri" w:hAnsi="Times New Roman" w:cs="Times New Roman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</w:rPr>
        <w:t xml:space="preserve"> ради   </w:t>
      </w:r>
      <w:r w:rsidRPr="000209E7">
        <w:rPr>
          <w:rFonts w:ascii="Times New Roman" w:eastAsia="Calibri" w:hAnsi="Times New Roman" w:cs="Times New Roman"/>
          <w:lang w:val="en-US"/>
        </w:rPr>
        <w:t>VII</w:t>
      </w:r>
      <w:r w:rsidRPr="000209E7">
        <w:rPr>
          <w:rFonts w:ascii="Times New Roman" w:eastAsia="Calibri" w:hAnsi="Times New Roman" w:cs="Times New Roman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скликання</w:t>
      </w:r>
      <w:proofErr w:type="spellEnd"/>
    </w:p>
    <w:p w:rsidR="001B5320" w:rsidRPr="000209E7" w:rsidRDefault="001B5320" w:rsidP="001B5320">
      <w:pPr>
        <w:spacing w:after="0" w:line="240" w:lineRule="auto"/>
        <w:rPr>
          <w:rFonts w:ascii="Times New Roman" w:eastAsia="Calibri" w:hAnsi="Times New Roman" w:cs="Times New Roman"/>
        </w:rPr>
      </w:pPr>
    </w:p>
    <w:p w:rsidR="001B5320" w:rsidRPr="000209E7" w:rsidRDefault="001B5320" w:rsidP="001B532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      __.01. 2020р.                      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                                             №___  </w:t>
      </w:r>
    </w:p>
    <w:p w:rsidR="001B5320" w:rsidRPr="000209E7" w:rsidRDefault="001B5320" w:rsidP="001B532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1B5320" w:rsidRPr="000209E7" w:rsidRDefault="001B5320" w:rsidP="001B532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1B5320" w:rsidRPr="000209E7" w:rsidRDefault="001B5320" w:rsidP="001B532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1B5320" w:rsidRPr="000209E7" w:rsidRDefault="001B5320" w:rsidP="001B532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1B5320" w:rsidRPr="000209E7" w:rsidRDefault="001B5320" w:rsidP="001B532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 w:rsidRPr="000209E7">
        <w:rPr>
          <w:rFonts w:ascii="Times New Roman" w:eastAsia="Calibri" w:hAnsi="Times New Roman" w:cs="Times New Roman"/>
          <w:b/>
          <w:sz w:val="24"/>
          <w:lang w:val="uk-UA"/>
        </w:rPr>
        <w:t>Микульський</w:t>
      </w:r>
      <w:proofErr w:type="spellEnd"/>
      <w:r w:rsidRPr="000209E7">
        <w:rPr>
          <w:rFonts w:ascii="Times New Roman" w:eastAsia="Calibri" w:hAnsi="Times New Roman" w:cs="Times New Roman"/>
          <w:b/>
          <w:sz w:val="24"/>
          <w:lang w:val="uk-UA"/>
        </w:rPr>
        <w:t xml:space="preserve"> В.В.</w:t>
      </w:r>
    </w:p>
    <w:p w:rsidR="001B5320" w:rsidRPr="000209E7" w:rsidRDefault="001B5320" w:rsidP="001B532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1B5320" w:rsidRPr="000209E7" w:rsidRDefault="001B5320" w:rsidP="001B532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B5320" w:rsidRPr="000209E7" w:rsidRDefault="001B5320" w:rsidP="001B532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0209E7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0209E7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0209E7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  <w:lang w:val="uk-UA"/>
        </w:rPr>
        <w:t>Микульського</w:t>
      </w:r>
      <w:proofErr w:type="spellEnd"/>
      <w:r w:rsidRPr="000209E7">
        <w:rPr>
          <w:rFonts w:ascii="Times New Roman" w:eastAsia="Calibri" w:hAnsi="Times New Roman" w:cs="Times New Roman"/>
          <w:sz w:val="24"/>
          <w:lang w:val="uk-UA"/>
        </w:rPr>
        <w:t xml:space="preserve"> В.В.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рада </w:t>
      </w:r>
    </w:p>
    <w:p w:rsidR="001B5320" w:rsidRPr="000209E7" w:rsidRDefault="001B5320" w:rsidP="001B532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>ВИРІШИЛА:</w:t>
      </w:r>
    </w:p>
    <w:p w:rsidR="001B5320" w:rsidRPr="000209E7" w:rsidRDefault="001B5320" w:rsidP="001B532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5320" w:rsidRPr="000209E7" w:rsidRDefault="001B5320" w:rsidP="001B532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  <w:lang w:val="uk-UA"/>
        </w:rPr>
        <w:t>Микульському</w:t>
      </w:r>
      <w:proofErr w:type="spellEnd"/>
      <w:r w:rsidRPr="000209E7">
        <w:rPr>
          <w:rFonts w:ascii="Times New Roman" w:eastAsia="Calibri" w:hAnsi="Times New Roman" w:cs="Times New Roman"/>
          <w:sz w:val="24"/>
          <w:lang w:val="uk-UA"/>
        </w:rPr>
        <w:t xml:space="preserve"> Василю Васильовичу, який зареєстрований за адресою: </w:t>
      </w:r>
      <w:r w:rsidR="006D72E3" w:rsidRPr="006D72E3">
        <w:rPr>
          <w:rFonts w:ascii="Times New Roman" w:eastAsia="Calibri" w:hAnsi="Times New Roman" w:cs="Times New Roman"/>
          <w:sz w:val="24"/>
        </w:rPr>
        <w:t>_________________</w:t>
      </w:r>
      <w:r w:rsidRPr="000209E7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0209E7">
        <w:rPr>
          <w:rFonts w:ascii="Times New Roman" w:eastAsia="Calibri" w:hAnsi="Times New Roman" w:cs="Times New Roman"/>
          <w:sz w:val="24"/>
        </w:rPr>
        <w:t xml:space="preserve">0,35 га, </w:t>
      </w:r>
      <w:r w:rsidRPr="000209E7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 с</w:t>
      </w:r>
      <w:proofErr w:type="gramStart"/>
      <w:r w:rsidRPr="000209E7">
        <w:rPr>
          <w:rFonts w:ascii="Times New Roman" w:eastAsia="Calibri" w:hAnsi="Times New Roman" w:cs="Times New Roman"/>
          <w:sz w:val="24"/>
        </w:rPr>
        <w:t>.</w:t>
      </w:r>
      <w:proofErr w:type="spellStart"/>
      <w:r w:rsidRPr="000209E7">
        <w:rPr>
          <w:rFonts w:ascii="Times New Roman" w:eastAsia="Calibri" w:hAnsi="Times New Roman" w:cs="Times New Roman"/>
          <w:sz w:val="24"/>
          <w:lang w:val="uk-UA"/>
        </w:rPr>
        <w:t>К</w:t>
      </w:r>
      <w:proofErr w:type="gramEnd"/>
      <w:r w:rsidRPr="000209E7">
        <w:rPr>
          <w:rFonts w:ascii="Times New Roman" w:eastAsia="Calibri" w:hAnsi="Times New Roman" w:cs="Times New Roman"/>
          <w:sz w:val="24"/>
          <w:lang w:val="uk-UA"/>
        </w:rPr>
        <w:t>олом’є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по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. </w:t>
      </w:r>
      <w:r w:rsidRPr="000209E7">
        <w:rPr>
          <w:rFonts w:ascii="Times New Roman" w:eastAsia="Calibri" w:hAnsi="Times New Roman" w:cs="Times New Roman"/>
          <w:sz w:val="24"/>
          <w:lang w:val="uk-UA"/>
        </w:rPr>
        <w:t>Миру у районі будинку №103</w:t>
      </w:r>
      <w:r w:rsidRPr="000209E7">
        <w:rPr>
          <w:rFonts w:ascii="Times New Roman" w:eastAsia="Calibri" w:hAnsi="Times New Roman" w:cs="Times New Roman"/>
          <w:sz w:val="24"/>
        </w:rPr>
        <w:t>.</w:t>
      </w:r>
    </w:p>
    <w:p w:rsidR="001B5320" w:rsidRPr="000209E7" w:rsidRDefault="001B5320" w:rsidP="001B532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2</w:t>
      </w:r>
      <w:r w:rsidRPr="000209E7">
        <w:rPr>
          <w:rFonts w:ascii="Times New Roman" w:eastAsia="Calibri" w:hAnsi="Times New Roman" w:cs="Times New Roman"/>
          <w:sz w:val="24"/>
          <w:lang w:val="uk-UA"/>
        </w:rPr>
        <w:t xml:space="preserve">. </w:t>
      </w:r>
      <w:proofErr w:type="spellStart"/>
      <w:r w:rsidRPr="000209E7">
        <w:rPr>
          <w:rFonts w:ascii="Times New Roman" w:eastAsia="Calibri" w:hAnsi="Times New Roman" w:cs="Times New Roman"/>
          <w:sz w:val="24"/>
          <w:lang w:val="uk-UA"/>
        </w:rPr>
        <w:t>Микульському</w:t>
      </w:r>
      <w:proofErr w:type="spellEnd"/>
      <w:r w:rsidRPr="000209E7">
        <w:rPr>
          <w:rFonts w:ascii="Times New Roman" w:eastAsia="Calibri" w:hAnsi="Times New Roman" w:cs="Times New Roman"/>
          <w:sz w:val="24"/>
          <w:lang w:val="uk-UA"/>
        </w:rPr>
        <w:t xml:space="preserve"> В.В.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ради.</w:t>
      </w:r>
    </w:p>
    <w:p w:rsidR="001B5320" w:rsidRPr="000209E7" w:rsidRDefault="001B5320" w:rsidP="001B532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3. Контроль за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виконанням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цього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0209E7">
        <w:rPr>
          <w:rFonts w:ascii="Times New Roman" w:eastAsia="Calibri" w:hAnsi="Times New Roman" w:cs="Times New Roman"/>
          <w:sz w:val="24"/>
        </w:rPr>
        <w:t>р</w:t>
      </w:r>
      <w:proofErr w:type="gramEnd"/>
      <w:r w:rsidRPr="000209E7">
        <w:rPr>
          <w:rFonts w:ascii="Times New Roman" w:eastAsia="Calibri" w:hAnsi="Times New Roman" w:cs="Times New Roman"/>
          <w:sz w:val="24"/>
        </w:rPr>
        <w:t>ішення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покласти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постійну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комісію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ради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питань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земельних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відносин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природокористування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планування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архітектури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охорони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пам’яток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історичного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 благоустрою (Денисюк Т.В.)</w:t>
      </w:r>
    </w:p>
    <w:p w:rsidR="001B5320" w:rsidRPr="000209E7" w:rsidRDefault="001B5320" w:rsidP="001B532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5320" w:rsidRPr="000209E7" w:rsidRDefault="001B5320" w:rsidP="001B532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5320" w:rsidRPr="000209E7" w:rsidRDefault="001B5320" w:rsidP="001B532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5320" w:rsidRPr="000209E7" w:rsidRDefault="001B5320" w:rsidP="001B532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5320" w:rsidRPr="000209E7" w:rsidRDefault="001B5320" w:rsidP="001B532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5320" w:rsidRPr="000209E7" w:rsidRDefault="001B5320" w:rsidP="001B532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5320" w:rsidRPr="000209E7" w:rsidRDefault="001B5320" w:rsidP="001B532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голова                                                                                         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В.А.Михалюк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</w:p>
    <w:p w:rsidR="001B5320" w:rsidRPr="000209E7" w:rsidRDefault="001B5320" w:rsidP="001B532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0C4BF6" w:rsidRDefault="000C4BF6"/>
    <w:sectPr w:rsidR="000C4BF6" w:rsidSect="000C4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B5320"/>
    <w:rsid w:val="000C4BF6"/>
    <w:rsid w:val="00171A2E"/>
    <w:rsid w:val="001B5320"/>
    <w:rsid w:val="00304C90"/>
    <w:rsid w:val="00505B6D"/>
    <w:rsid w:val="006D3977"/>
    <w:rsid w:val="006D72E3"/>
    <w:rsid w:val="007D6C18"/>
    <w:rsid w:val="008D4DF8"/>
    <w:rsid w:val="00942EAF"/>
    <w:rsid w:val="00C96F9B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320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234</Words>
  <Characters>1337</Characters>
  <Application>Microsoft Office Word</Application>
  <DocSecurity>0</DocSecurity>
  <Lines>11</Lines>
  <Paragraphs>3</Paragraphs>
  <ScaleCrop>false</ScaleCrop>
  <Company>Microsoft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2020-01-13T07:01:00Z</dcterms:created>
  <dcterms:modified xsi:type="dcterms:W3CDTF">2020-01-13T07:27:00Z</dcterms:modified>
</cp:coreProperties>
</file>