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340" w:rsidRPr="0081108E" w:rsidRDefault="00B84340" w:rsidP="00B843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84340" w:rsidRPr="0081108E" w:rsidRDefault="00B84340" w:rsidP="00B843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84340" w:rsidRPr="0081108E" w:rsidRDefault="00794DA7" w:rsidP="00B8434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366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2AdwX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KbbYB3BdwAAYFkEAA4AAAAAAAAAAAAAAAAALgIA&#10;AGRycy9lMm9Eb2MueG1sUEsBAi0AFAAGAAgAAAAhAJ7TZG3dAAAABgEAAA8AAAAAAAAAAAAAAAAA&#10;G3oAAGRycy9kb3ducmV2LnhtbFBLBQYAAAAABAAEAPMAAAAlew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wvL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6N4N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CnC8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FWbckA&#10;AADeAAAADwAAAGRycy9kb3ducmV2LnhtbESPT0sDMRDF74LfIYzgpdisFrZ1bVqksP47CK2C12Ez&#10;blY3kyWJ7baf3jkI3mZ4b977zXI9+l7tKaYusIHraQGKuAm249bA+1t9tQCVMrLFPjAZOFKC9er8&#10;bImVDQfe0n6XWyUhnCo04HIeKq1T48hjmoaBWLTPED1mWWOrbcSDhPte3xRFqT12LA0OB9o4ar53&#10;P97AV/3qPjbz00Oc3G7pNKlfHvvn0pjLi/H+DlSmMf+b/66frOAXs1J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lFWb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5X98YA&#10;AADeAAAADwAAAGRycy9kb3ducmV2LnhtbESP0WrCQBBF3wv9h2WEvhTd1IDY6CqhGBFfRO0HDNkx&#10;G8zOhuw2Sf/eFQp9m+HeuefOejvaRvTU+dqxgo9ZAoK4dLrmSsH3tZguQfiArLFxTAp+ycN28/qy&#10;xky7gc/UX0IlYgj7DBWYENpMSl8asuhnriWO2s11FkNcu0rqDocYbhs5T5KFtFhzJBhs6ctQeb/8&#10;2Ag5pXg63oZrsR9xwN3R8Ht+VuptMuYrEIHG8G/+uz7oWD9JF5/wfCfOID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5X9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l9jcYA&#10;AADeAAAADwAAAGRycy9kb3ducmV2LnhtbESPQUsDQQyF74L/YYjgzc5atZW10yJVQYQerIJ4Czvp&#10;7uJOZpiJ3fXfm4PgLSEv771vtZnCYI6USx/ZweWsAkPcRN9z6+D97eniFkwRZI9DZHLwQwU269OT&#10;FdY+jvxKx720Rk241OigE0m1taXpKGCZxUSst0PMAUXX3FqfcVTzMNh5VS1swJ41ocNE246ar/13&#10;cLAbH9PLcnFzSJ/5em7Lg5ePrTh3fjbd34ERmuRf/Pf97LV+dbVU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l9j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HNLMUA&#10;AADeAAAADwAAAGRycy9kb3ducmV2LnhtbESP0YrCMBBF34X9hzDCvsiauoIu3UaRRUV8EXU/YGim&#10;TbGZlCba+vdGEHyb4d6550627G0tbtT6yrGCyTgBQZw7XXGp4P+8+foB4QOyxtoxKbiTh+XiY5Bh&#10;ql3HR7qdQiliCPsUFZgQmlRKnxuy6MeuIY5a4VqLIa5tKXWLXQy3tfxOkpm0WHEkGGzoz1B+OV1t&#10;hBymeNgX3Xmz7bHD9d7waHVU6nPYr35BBOrD2/y63ulYP5nOJ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c0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dGYcQA&#10;AADeAAAADwAAAGRycy9kb3ducmV2LnhtbERPTUsDMRC9C/6HMII3m3XVtqxNi9QKIvTQKhRvw2a6&#10;u7iZhGTaXf+9EQRv83ifs1iNrldniqnzbOB2UoAirr3tuDHw8f5yMweVBNli75kMfFOC1fLyYoGV&#10;9QPv6LyXRuUQThUaaEVCpXWqW3KYJj4QZ+7oo0PJMDbaRhxyuOt1WRRT7bDj3NBioHVL9df+5Axs&#10;h014m00fjuEz3pc6PVs5rMWY66vx6RGU0Cj/4j/3q83zi7tZCb/v5Bv0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3Rm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7+E8UA&#10;AADeAAAADwAAAGRycy9kb3ducmV2LnhtbERP32vCMBB+H/g/hBv4MjSdZZtUo+ggOJgwpoKvR3O2&#10;Zc2lJNF2//0yGOztPr6ft1wPthU38qFxrOBxmoEgLp1puFJwOurJHESIyAZbx6TgmwKsV6O7JRbG&#10;9fxJt0OsRArhUKCCOsaukDKUNVkMU9cRJ+7ivMWYoK+k8dincNvKWZY9S4sNp4YaO3qtqfw6XK2C&#10;7Udf5f6h3A7u/bI7P2lt9F4rNb4fNgsQkYb4L/5zv5k0P8tf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v4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csmMIA&#10;AADeAAAADwAAAGRycy9kb3ducmV2LnhtbERPzWoCMRC+F3yHMEJvNau1VVajiGVBSi9VH2DYjJvV&#10;zWRJ4rp9e1MQvM3H9zvLdW8b0ZEPtWMF41EGgrh0uuZKwfFQvM1BhIissXFMCv4owHo1eFlirt2N&#10;f6nbx0qkEA45KjAxtrmUoTRkMYxcS5y4k/MWY4K+ktrjLYXbRk6y7FNarDk1GGxpa6i87K9WQfE9&#10;+ekuV+0Lt+mnlj7Mef5llHod9psFiEh9fIof7p1O87P32RT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ZyyY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vD/MUA&#10;AADeAAAADwAAAGRycy9kb3ducmV2LnhtbERP32vCMBB+H/g/hBP2MjRVcUpnFBWCgw3GVPD1aM62&#10;rLmUJLP1v18Gg73dx/fzVpveNuJGPtSOFUzGGQjiwpmaSwXnkx4tQYSIbLBxTAruFGCzHjysMDeu&#10;40+6HWMpUgiHHBVUMba5lKGoyGIYu5Y4cVfnLcYEfSmNxy6F20ZOs+xZWqw5NVTY0r6i4uv4bRXs&#10;Prpy5p+KXe/erofLXGuj37VSj8N++wIiUh//xX/uV5PmZ7PFHH7fS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G8P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kXdMMA&#10;AADeAAAADwAAAGRycy9kb3ducmV2LnhtbERP22oCMRB9L/QfwhR8q1kvtbIaRZQFkb7U9gOGzbhZ&#10;3UyWJK7bv28Ewbc5nOss171tREc+1I4VjIYZCOLS6ZorBb8/xfscRIjIGhvHpOCPAqxXry9LzLW7&#10;8Td1x1iJFMIhRwUmxjaXMpSGLIaha4kTd3LeYkzQV1J7vKVw28hxls2kxZpTg8GWtobKy/FqFRSH&#10;8Vd3uWpfuE0/tfRhzvOdUWrw1m8WICL18Sl+uPc6zc8mnzO4v5Nu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kXd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sB8EA&#10;AADeAAAADwAAAGRycy9kb3ducmV2LnhtbERP24rCMBB9F/Yfwiz4ponXLtUoi+Cij9b9gKEZ22Iz&#10;6TbR1r/fCIJvczjXWW97W4s7tb5yrGEyViCIc2cqLjT8nvejLxA+IBusHZOGB3nYbj4Ga0yN6/hE&#10;9ywUIoawT1FDGUKTSunzkiz6sWuII3dxrcUQYVtI02IXw20tp0otpcWKY0OJDe1Kyq/ZzWqYP7qf&#10;v2xxVXtjaXKcNUcO+ULr4Wf/vQIRqA9v8ct9MHG+miUJPN+JN8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57LA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u2sUA&#10;AADeAAAADwAAAGRycy9kb3ducmV2LnhtbESPQWvCQBCF74X+h2UEb3WjgtrUVaSiiCdN1fOQHZPQ&#10;7GzIrhr/vXMo9DbDe/PeN/Nl52p1pzZUng0MBwko4tzbigsDp5/NxwxUiMgWa89k4EkBlov3tzmm&#10;1j/4SPcsFkpCOKRooIyxSbUOeUkOw8A3xKJdfeswytoW2rb4kHBX61GSTLTDiqWhxIa+S8p/s5sz&#10;cJtcRie+7u0hWz+3n+vNKuhzYUy/162+QEXq4r/573pnBT8ZT4VX3pEZ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5q7a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W7XMYA&#10;AADeAAAADwAAAGRycy9kb3ducmV2LnhtbERPTWvCQBC9C/0PyxS86aZVokZXaQuC7UEx2kNvY3aa&#10;pM3OptlV47/vCoK3ebzPmS1aU4kTNa60rOCpH4EgzqwuOVew3y17YxDOI2usLJOCCzlYzB86M0y0&#10;PfOWTqnPRQhhl6CCwvs6kdJlBRl0fVsTB+7bNgZ9gE0udYPnEG4q+RxFsTRYcmgosKa3grLf9GgU&#10;fG7G8WTz+j78+VgfcGD035cuY6W6j+3LFISn1t/FN/dKh/nRYDSB6zvhBj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W7X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P1cscA&#10;AADeAAAADwAAAGRycy9kb3ducmV2LnhtbESPT2vCQBDF74V+h2WE3upGLRKia2iV2uLJP4Veh+yY&#10;hGZnQ3ZrYj995yB4m2HevPd+y3xwjbpQF2rPBibjBBRx4W3NpYGv0/tzCipEZIuNZzJwpQD56vFh&#10;iZn1PR/ocoylEhMOGRqoYmwzrUNRkcMw9i2x3M6+cxhl7UptO+zF3DV6miRz7bBmSaiwpXVFxc/x&#10;1xn4m3/jPnxM3zYzG+n6km79br815mk0vC5ARRriXXz7/rRSP5m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T9X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Y5R8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g/eV7N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mOU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jB28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xkkPb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jB2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dl8UA&#10;AADeAAAADwAAAGRycy9kb3ducmV2LnhtbERP0WoCMRB8F/oPYYW+aaJCsadRtFBoqRWqoq/LZb0c&#10;XjbHJT3Pv2+Egm+zOzszO/Nl5yrRUhNKzxpGQwWCOPem5ELDYf8+mIIIEdlg5Zk03CjAcvHUm2Nm&#10;/JV/qN3FQiQTDhlqsDHWmZQht+QwDH1NnLizbxzGNDaFNA1ek7mr5FipF+mw5JRgsaY3S/ll9+s0&#10;tLi9qZNdf79+lpt8vF0fv0za6+d+t5qBiNTFx/G/+sOk99VkOo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pZ2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Haec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l8sV3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EHae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Vv9cUA&#10;AADeAAAADwAAAGRycy9kb3ducmV2LnhtbERP22oCMRB9L/gPYQTfalalumyNYr1AKUrx0vfpZrq7&#10;Npksm6jbv28KQt/mcK4znbfWiCs1vnKsYNBPQBDnTldcKDgdN48pCB+QNRrHpOCHPMxnnYcpZtrd&#10;eE/XQyhEDGGfoYIyhDqT0uclWfR9VxNH7ss1FkOETSF1g7cYbo0cJslYWqw4NpRY07Kk/PtwsQo2&#10;7ytzHu72iw8ZluvJp0nfXlZbpXrddvEMIlAb/sV396uO85NR+gR/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9W/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EsFsQA&#10;AADeAAAADwAAAGRycy9kb3ducmV2LnhtbERPTYvCMBC9C/6HMIKXRVMVpVSjiCC6oLCrgtexGdti&#10;MylNtnb//UZY8DaP9zmLVWtK0VDtCssKRsMIBHFqdcGZgst5O4hBOI+ssbRMCn7JwWrZ7Sww0fbJ&#10;39ScfCZCCLsEFeTeV4mULs3JoBvaijhwd1sb9AHWmdQ1PkO4KeU4imbSYMGhIceKNjmlj9OPUdB8&#10;HW7ZvnHV5yP+cNPJbbc76qtS/V67noPw1Pq3+N+912F+NIln8Hon3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RLB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H3kMYA&#10;AADeAAAADwAAAGRycy9kb3ducmV2LnhtbERPS2sCMRC+C/0PYYTeNNE+XLdGqYVCLwVfB72Nm+nu&#10;4mayTVLd9tc3hYK3+fieM1t0thFn8qF2rGE0VCCIC2dqLjXstq+DDESIyAYbx6ThmwIs5je9GebG&#10;XXhN500sRQrhkKOGKsY2lzIUFVkMQ9cSJ+7DeYsxQV9K4/GSwm0jx0o9Sos1p4YKW3qpqDhtvqyG&#10;5TRbfq7u+f1nfTzQYX88PYy90vq23z0/gYjUxav43/1m0nx1l03g7510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H3kMYAAADeAAAADwAAAAAAAAAAAAAAAACYAgAAZHJz&#10;L2Rvd25yZXYueG1sUEsFBgAAAAAEAAQA9QAAAIsDAAAAAA==&#10;" fillcolor="black" stroked="f"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1t4skA&#10;AADeAAAADwAAAGRycy9kb3ducmV2LnhtbESPT2/CMAzF70j7DpEn7QYpTKCqEBDsjzRp7ADbgaPX&#10;eG3UxqmaDMo+/XyYtJut9/zez6vN4Ft1pj66wAamkwwUcRms48rAx/vzOAcVE7LFNjAZuFKEzfpm&#10;tMLChgsf6HxMlZIQjgUaqFPqCq1jWZPHOAkdsWhfofeYZO0rbXu8SLhv9SzLFtqjY2mosaOHmsrm&#10;+O0NnF4XLj84mn3uf3ZPdj9vdm+PjTF3t8N2CSrRkP7Nf9cvVvCz+1x45R2ZQa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q1t4skAAADe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OlS8QA&#10;AADeAAAADwAAAGRycy9kb3ducmV2LnhtbERPTU8CMRC9m/gfmjHhJq2QkHWlECIhePEgaLxOtuN2&#10;3e10bQss/HpqYuJtXt7nzJeD68SRQmw8a3gYKxDElTcN1xre95v7AkRMyAY7z6ThTBGWi9ubOZbG&#10;n/iNjrtUixzCsUQNNqW+lDJWlhzGse+JM/flg8OUYailCXjK4a6TE6Vm0mHDucFiT8+WqnZ3cBrC&#10;6nPdXvjw0arL6zluv4efAq3Wo7th9QQi0ZD+xX/uF5Pnq2nxCL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zpU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sQMYA&#10;AADeAAAADwAAAGRycy9kb3ducmV2LnhtbESP0UoDQQxF3wX/YYjgi9gZK1i77bSIIAgWobUfEHfS&#10;3cWZzLIT261fbx4E3xJyc+89y/WYojnSULrMHu4mDgxxnUPHjYf9x8vtI5giyAFjZvJwpgLr1eXF&#10;EquQT7yl404aoyZcKvTQivSVtaVuKWGZ5J5Yb4c8JBRdh8aGAU9qnqKdOvdgE3asCS329NxS/bX7&#10;Th7i9DPO32ZlI+e93bifJNub9+D99dX4tAAjNMq/+O/7NWh9dz9XAMX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EsQMYAAADe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3IgcQA&#10;AADeAAAADwAAAGRycy9kb3ducmV2LnhtbERPTWsCMRC9F/wPYQRvNauCtKtRtCLsxYNbxeu4mW6W&#10;JpNlk+q2v94UCr3N433Oct07K27Uhcazgsk4A0Fced1wreD0vn9+AREiskbrmRR8U4D1avC0xFz7&#10;Ox/pVsZapBAOOSowMba5lKEy5DCMfUucuA/fOYwJdrXUHd5TuLNymmVz6bDh1GCwpTdD1Wf55RTs&#10;ytZOT4XZhsv5cL3a4mdPl51So2G/WYCI1Md/8Z+70Gl+NnudwO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9yIH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rkwMMA&#10;AADeAAAADwAAAGRycy9kb3ducmV2LnhtbERPS2sCMRC+F/ofwhS81aQr2Loal1IUhJ58HXobknF3&#10;7WaybKK7/ntTEHqbj+85i2JwjbhSF2rPGt7GCgSx8bbmUsNhv379ABEissXGM2m4UYBi+fy0wNz6&#10;nrd03cVSpBAOOWqoYmxzKYOpyGEY+5Y4cSffOYwJdqW0HfYp3DUyU2oqHdacGips6asi87u7OA3n&#10;tfz2RqE5Ho79xr7/rKbUKK1HL8PnHESkIf6LH+6NTfPVZJbB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rkw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6yPMQA&#10;AADeAAAADwAAAGRycy9kb3ducmV2LnhtbERPTYvCMBC9C/sfwix401QLi1ajuAuCKB5Wl8Xj2Ixt&#10;aTMpSdT67zfCgrd5vM+ZLzvTiBs5X1lWMBomIIhzqysuFPwc14MJCB+QNTaWScGDPCwXb705Ztre&#10;+Ztuh1CIGMI+QwVlCG0mpc9LMuiHtiWO3MU6gyFCV0jt8B7DTSPHSfIhDVYcG0ps6aukvD5cjYLT&#10;dceXfbpduc/wa7ujr8fnSa1U/71bzUAE6sJL/O/e6Dg/SacpPN+JN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Osjz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r/OsUA&#10;AADeAAAADwAAAGRycy9kb3ducmV2LnhtbERPS2sCMRC+C/0PYQRvmvgquhqlFgq9FKr1oLdxM+4u&#10;bibbJNVtf31TEHqbj+85y3Vra3ElHyrHGoYDBYI4d6biQsP+46U/AxEissHaMWn4pgDr1UNniZlx&#10;N97SdRcLkUI4ZKihjLHJpAx5SRbDwDXEiTs7bzEm6AtpPN5SuK3lSKlHabHi1FBiQ88l5Zfdl9Ww&#10;mc82n+8TfvvZno50PJwu05FXWve67dMCRKQ2/ovv7leT5qvxfAJ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+v86xQAAAN4AAAAPAAAAAAAAAAAAAAAAAJgCAABkcnMv&#10;ZG93bnJldi54bWxQSwUGAAAAAAQABAD1AAAAigMAAAAA&#10;" fillcolor="black" stroked="f"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BRC8QA&#10;AADeAAAADwAAAGRycy9kb3ducmV2LnhtbERPTUsDMRC9C/6HMEJvNqtFsdumZSlIi6dttfQ63Yyb&#10;xc1kSWK6/fdGELzN433Ocj3aXiTyoXOs4GFagCBunO64VfDx/nr/AiJEZI29Y1JwpQDr1e3NEkvt&#10;LryndIityCEcSlRgYhxKKUNjyGKYuoE4c5/OW4wZ+lZqj5ccbnv5WBTP0mLHucHgQBtDzdfh2ypI&#10;501dzdIpmf2br1rv6u3xXCs1uRurBYhIY/wX/7l3Os8vZvMn+H0n3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AUQv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6LdcUA&#10;AADeAAAADwAAAGRycy9kb3ducmV2LnhtbERPTWvCQBC9F/oflil4qxsrBI2uUqQV9dI2FfQ4ZKfZ&#10;0OxsyK4x+uvdgtDbPN7nzJe9rUVHra8cKxgNExDEhdMVlwr23+/PExA+IGusHZOCC3lYLh4f5php&#10;d+Yv6vJQihjCPkMFJoQmk9IXhiz6oWuII/fjWoshwraUusVzDLe1fEmSVFqsODYYbGhlqPjNT1aB&#10;H63eDjt7nXbHteGPfGvSz9IoNXjqX2cgAvXhX3x3b3Scn4ynK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fot1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84340" w:rsidRPr="0081108E" w:rsidRDefault="00B84340" w:rsidP="00B84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84340" w:rsidRPr="0081108E" w:rsidRDefault="00B84340" w:rsidP="00B84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84340" w:rsidRPr="0081108E" w:rsidRDefault="00B84340" w:rsidP="00B84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84340" w:rsidRPr="0081108E" w:rsidRDefault="00B84340" w:rsidP="00B843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84340" w:rsidRPr="0081108E" w:rsidRDefault="00B84340" w:rsidP="00B8434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B84340" w:rsidRPr="0081108E" w:rsidRDefault="00B84340" w:rsidP="00B8434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84340" w:rsidRPr="0081108E" w:rsidRDefault="00B84340" w:rsidP="00B8434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84340" w:rsidRPr="0081108E" w:rsidRDefault="00B84340" w:rsidP="00B8434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84340" w:rsidRPr="0081108E" w:rsidRDefault="00B84340" w:rsidP="00B8434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84340" w:rsidRPr="0081108E" w:rsidRDefault="00B84340" w:rsidP="00B84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94DA7">
        <w:rPr>
          <w:noProof/>
        </w:rPr>
        <w:pict>
          <v:group id="Группа 10397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D89sJ8/ngAAHhZBAAOAAAAAAAAAAAAAAAAAC4CAABkcnMvZTJvRG9jLnhtbFBLAQIt&#10;ABQABgAIAAAAIQDfzpAw4gAAAA0BAAAPAAAAAAAAAAAAAAAAAFh7AABkcnMvZG93bnJldi54bWxQ&#10;SwUGAAAAAAQABADzAAAAZ3w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CU6cUA&#10;AADeAAAADwAAAGRycy9kb3ducmV2LnhtbESPT4vCQAzF7wt+hyGCt3WqhVWro4jo4kEQ/91DJ7bF&#10;TqZ0Ru1++81hYW8J7+W9XxarztXqRW2oPBsYDRNQxLm3FRcGrpfd5xRUiMgWa89k4IcCrJa9jwVm&#10;1r/5RK9zLJSEcMjQQBljk2kd8pIchqFviEW7+9ZhlLUttG3xLeGu1uMk+dIOK5aGEhvalJQ/zk9n&#10;wKff+8OtGJ/SLU8ir4/T+607GDPod+s5qEhd/Df/Xe+t4CfpTHjlHZ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JTp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D0cYA&#10;AADeAAAADwAAAGRycy9kb3ducmV2LnhtbERPS2sCMRC+F/ofwgheRLO1YLurUYqwfR0KPsDrsBk3&#10;azeTJUl1669vCoXe5uN7zmLV21acyYfGsYK7SQaCuHK64VrBfleOH0GEiKyxdUwKvinAanl7s8BC&#10;uwtv6LyNtUghHApUYGLsCilDZchimLiOOHFH5y3GBH0ttcdLCretnGbZTFpsODUY7GhtqPrcflkF&#10;p/LDHNYP12c/yjd0HZXvL+3bTKnhoH+ag4jUx3/xn/tVp/nZfZ7D7zvpBr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MiD0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HWr8UA&#10;AADeAAAADwAAAGRycy9kb3ducmV2LnhtbESPQWsCMRCF74X+hzCFXkpNWqWU1ShSVIoXUfsDhs24&#10;WdxMlk1013/fOQjeZpj33jdvthhCo67UpTqyhY+RAUVcRldzZeHvuH7/BpUyssMmMlm4UYLF/Plp&#10;hoWLPe/pesiVkhBOBVrwObeF1qn0FDCNYksst1PsAmZZu0q7DnsJD43+NOZLB6xZCB5b+vFUng+X&#10;IJDdGHfbU39cbwbscbX1/LbcW/v6MiynoDIN+SG+u3+dvG8mRgpIHZlB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Qda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lmDsQA&#10;AADeAAAADwAAAGRycy9kb3ducmV2LnhtbERPTUsDMRC9C/0PYQRvNmmpVdampVQFKXiwCuJt2Ex3&#10;FzeTkIzd9d83guBtHu9zVpvR9+pEKXeBLcymBhRxHVzHjYX3t6frO1BZkB32gcnCD2XYrCcXK6xc&#10;GPiVTgdpVAnhXKGFViRWWue6JY95GiJx4Y4heZQCU6NdwqGE+17PjVlqjx2XhhYj7Vqqvw7f3sLL&#10;8Bj3t8ubY/xMi7nOD04+dmLt1eW4vQclNMq/+M/97Mp8szAz+H2n3KD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JZg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/tQ8UA&#10;AADeAAAADwAAAGRycy9kb3ducmV2LnhtbESP3YrCMBCF74V9hzALeyNrsiqyVKPIoiLeiD8PMDRj&#10;U2wmpYm2+/ZGELyb4Zw535nZonOVuFMTSs8afgYKBHHuTcmFhvNp/f0LIkRkg5Vn0vBPARbzj94M&#10;M+NbPtD9GAuRQjhkqMHGWGdShtySwzDwNXHSLr5xGNPaFNI02KZwV8mhUhPpsOREsFjTn6X8ery5&#10;BNmPcL+7tKf1psMWVzvL/eVB66/PbjkFEamLb/PremtSfTVWQ3i+k2a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3+1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dd4sQA&#10;AADeAAAADwAAAGRycy9kb3ducmV2LnhtbERPTUsDMRC9C/0PYQRvNrHWKmvTUqpCETxYBfE2bKa7&#10;i5tJSMbu+u9NQfA2j/c5y/Xoe3WklLvAFq6mBhRxHVzHjYX3t6fLO1BZkB32gcnCD2VYryZnS6xc&#10;GPiVjntpVAnhXKGFViRWWue6JY95GiJx4Q4heZQCU6NdwqGE+17PjFlojx2XhhYjbVuqv/bf3sLL&#10;8Bifbxc3h/iZ5jOdH5x8bMXai/Nxcw9KaJR/8Z9758p8MzfXcHqn3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XXe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Yf8UA&#10;AADeAAAADwAAAGRycy9kb3ducmV2LnhtbERP20oDMRB9F/yHMEJfpE2stZS1abFCqGBBegFfh810&#10;d3EzWZK0u/69EQTf5nCus1wPrhVXCrHxrOFhokAQl942XGk4Hc14ASImZIutZ9LwTRHWq9ubJRbW&#10;97yn6yFVIodwLFBDnVJXSBnLmhzGie+IM3f2wWHKMFTSBuxzuGvlVKm5dNhwbqixo9eayq/DxWnY&#10;fPTVY7gvN4N/P28/n4yxZme0Ht0NL88gEg3pX/znfrN5vpqpGfy+k2+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9h/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c3G8IA&#10;AADeAAAADwAAAGRycy9kb3ducmV2LnhtbERPzWoCMRC+F/oOYQrealJRka1RpGWhiBe1DzBsxs3q&#10;ZrIkcV3f3giF3ubj+53lenCt6CnExrOGj7ECQVx503Ct4fdYvi9AxIRssPVMGu4UYb16fVliYfyN&#10;99QfUi1yCMcCNdiUukLKWFlyGMe+I87cyQeHKcNQSxPwlsNdKydKzaXDhnODxY6+LFWXw9VpKLeT&#10;XX+5mlD6zTB1NLPnxbfVevQ2bD5BJBrSv/jP/WPyfDVVM3i+k2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/hzc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Xjk8UA&#10;AADeAAAADwAAAGRycy9kb3ducmV2LnhtbERP20oDMRB9F/yHMEJfpE20WsratFghVLAgvUBfh810&#10;d3EzWZK0u/69EQTf5nCus1gNrhVXCrHxrOFhokAQl942XGk4Hsx4DiImZIutZ9LwTRFWy9ubBRbW&#10;97yj6z5VIodwLFBDnVJXSBnLmhzGie+IM3f2wWHKMFTSBuxzuGvlo1Iz6bDh3FBjR281lV/7i9Ow&#10;/uyrabgv14P/OG9Oz8ZYszVaj+6G1xcQiYb0L/5zv9s8Xz2pGfy+k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ZeO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kM98IA&#10;AADeAAAADwAAAGRycy9kb3ducmV2LnhtbERPzWoCMRC+F/oOYQreaqLYVrZGkZYFKV6qfYBhM92s&#10;biZLEtf17Y0geJuP73cWq8G1oqcQG88aJmMFgrjypuFaw9++fJ2DiAnZYOuZNFwowmr5/LTAwvgz&#10;/1K/S7XIIRwL1GBT6gopY2XJYRz7jjhz/z44TBmGWpqA5xzuWjlV6l06bDg3WOzoy1J13J2chvJn&#10;uu2PJxNKvx5mjt7sYf5ttR69DOtPEImG9BDf3RuT56uZ+oD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GQz3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gGbcQA&#10;AADeAAAADwAAAGRycy9kb3ducmV2LnhtbESPzWrDQAyE74G+w6JCb8lufilu1qYUEppjnTyA8Kq2&#10;iVfrejex8/bVodCbxIxmPu2LyXfqTkNsA1tYLgwo4iq4lmsLl/Nh/goqJmSHXWCy8KAIRf4022Pm&#10;wshfdC9TrSSEY4YWmpT6TOtYNeQxLkJPLNp3GDwmWYdauwFHCfedXhmz0x5bloYGe/poqLqWN29h&#10;8xiPP+X2ag7O0/K07k+cqq21L8/T+xuoRFP6N/9dfzrBNxsjvPKOzK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IBm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a1WcIA&#10;AADeAAAADwAAAGRycy9kb3ducmV2LnhtbERPTYvCMBC9C/sfwizsTZMVEVuNIivK4kmru+ehGdti&#10;MylN1PrvjSB4m8f7nNmis7W4Uusrxxq+BwoEce5MxYWG42Hdn4DwAdlg7Zg03MnDYv7Rm2Fq3I33&#10;dM1CIWII+xQ1lCE0qZQ+L8miH7iGOHIn11oMEbaFNC3eYrit5VCpsbRYcWwosaGfkvJzdrEaLuP/&#10;4ZFPW7PLVvdNslovvfwrtP767JZTEIG68Ba/3L8mzlcjlcDznXiD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BrV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6BMgA&#10;AADeAAAADwAAAGRycy9kb3ducmV2LnhtbESPQU/CQBCF7yT8h82QeIMtShosLARNTJSDRJQDt6E7&#10;tIXubO2uUP69czDxNpN589775svO1epCbag8GxiPElDEubcVFwa+Pl+GU1AhIlusPZOBGwVYLvq9&#10;OWbWX/mDLttYKDHhkKGBMsYm0zrkJTkMI98Qy+3oW4dR1rbQtsWrmLta3ydJqh1WLAklNvRcUn7e&#10;/jgDu800fdw8vU1O6/cDPjj7vbdVaszdoFvNQEXq4r/47/vVSv1kMhYAwZEZ9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ijoE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8IC8QA&#10;AADeAAAADwAAAGRycy9kb3ducmV2LnhtbERPTWvCQBC9F/wPywi91U00iKSuohZT6SlqodchO02C&#10;2dmQ3WrSX98VCt7m8T5nue5NI67UudqygngSgSAurK65VPB53r8sQDiPrLGxTAoGcrBejZ6WmGp7&#10;4yNdT74UIYRdigoq79tUSldUZNBNbEscuG/bGfQBdqXUHd5CuGnkNIrm0mDNoaHClnYVFZfTj1Hw&#10;O//C3L1Pt28z7WlIFpn9yDOlnsf95hWEp94/xP/ugw7zoySO4f5Ou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/CA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/0sMA&#10;AADeAAAADwAAAGRycy9kb3ducmV2LnhtbERPzWrCQBC+C77DMoI3szGkUlNXEbHQmzX1AYbsdBPM&#10;zsbsVmOf3i0UvM3H9zurzWBbcaXeN44VzJMUBHHldMNGwenrffYKwgdkja1jUnAnD5v1eLTCQrsb&#10;H+laBiNiCPsCFdQhdIWUvqrJok9cRxy5b9dbDBH2RuoebzHctjJL04W02HBsqLGjXU3VufyxCi4u&#10;e9FDucfDeb/8bIzJL7/HXKnpZNi+gQg0hKf43/2h4/w0n2fw9068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T/0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Q8osQA&#10;AADeAAAADwAAAGRycy9kb3ducmV2LnhtbERPyW7CMBC9V+o/WFOpt8ahUJaAQYCExBXKgeNgD0kg&#10;HqexC4Gvr5GQepunt85k1tpKXKjxpWMFnSQFQaydKTlXsPtefQxB+IBssHJMCm7kYTZ9fZlgZtyV&#10;N3TZhlzEEPYZKihCqDMpvS7Iok9cTRy5o2sshgibXJoGrzHcVvIzTfvSYsmxocCalgXp8/bXKliX&#10;B/rq6+PIDhd6s7//hO7gZJR6f2vnYxCB2vAvfrrXJs5Pe50uPN6JN8j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kPK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xdAcUA&#10;AADeAAAADwAAAGRycy9kb3ducmV2LnhtbERP0WoCMRB8F/oPYQu+aaKI1NMoVRAsWkFb7Oty2V6O&#10;XjbHJT3PvzeFgm+zOzszO4tV5yrRUhNKzxpGQwWCOPem5ELD58d28AIiRGSDlWfScKMAq+VTb4GZ&#10;8Vc+UXuOhUgmHDLUYGOsMylDbslhGPqaOHHfvnEY09gU0jR4TeaukmOlptJhySnBYk0bS/nP+ddp&#10;aPF4U192/T57Kw/5+Li+7E3a6/5z9zoHEamLj+N/9c6k99VkNIG/OgmD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7F0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0nAMMA&#10;AADeAAAADwAAAGRycy9kb3ducmV2LnhtbERPTUvDQBC9C/0PyxS82U1DFYndllKo9KjRg8cxO82m&#10;ZmfC7tpEf70rCN7m8T5nvZ18ry4UYidsYLkoQBE3YjtuDby+HG7uQcWEbLEXJgNfFGG7mV2tsbIy&#10;8jNd6tSqHMKxQgMupaHSOjaOPMaFDMSZO0nwmDIMrbYBxxzue10WxZ322HFucDjQ3lHzUX96A+Nj&#10;834uT2/WfYdBDvWTnMtejLmeT7sHUImm9C/+cx9tnl+slr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0nA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epYMQA&#10;AADeAAAADwAAAGRycy9kb3ducmV2LnhtbERP22oCMRB9F/yHMELfNKsUK1ujeIUiLaJt38fNuLua&#10;TJZNquvfG6Hg2xzOdcbTxhpxodqXjhX0ewkI4szpknMFP9/r7giED8gajWNScCMP00m7NcZUuyvv&#10;6LIPuYgh7FNUUIRQpVL6rCCLvucq4sgdXW0xRFjnUtd4jeHWyEGSDKXFkmNDgRUtCsrO+z+rYL1d&#10;mtPgazf7lWGxejuY0Wa+/FTqpdPM3kEEasJT/O/+0HF+8tofwu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HqW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3Rb8YA&#10;AADeAAAADwAAAGRycy9kb3ducmV2LnhtbERPTWvCQBC9F/oflil4KbrRWpXUVUpBYsGCRsHrmJ0m&#10;wexsyK5J+u+7QqG3ebzPWa57U4mWGldaVjAeRSCIM6tLzhWcjpvhAoTzyBory6TghxysV48PS4y1&#10;7fhAbepzEULYxaig8L6OpXRZQQbdyNbEgfu2jUEfYJNL3WAXwk0lJ1E0kwZLDg0F1vRRUHZNb0ZB&#10;u99d8m3r6s/r4tm9vlyS5EuflRo89e9vIDz1/l/8597qMD+ajudwfyfc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3Rb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47AMgA&#10;AADeAAAADwAAAGRycy9kb3ducmV2LnhtbESPQU8CMRCF7yb8h2ZMvEkLQQMLhYCJiRcTQQ9yG7bj&#10;7obtdG0rLPx652DibSbvzXvfLFa9b9WJYmoCWxgNDSjiMriGKwsf78/3U1ApIztsA5OFCyVYLQc3&#10;CyxcOPOWTrtcKQnhVKCFOueu0DqVNXlMw9ARi/YVoscsa6y0i3iWcN/qsTGP2mPD0lBjR081lcfd&#10;j7ewmU03328Tfr1uD3vafx6OD+NorL277ddzUJn6/G/+u35xgm8mI+GVd2QG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zjsAyAAAAN4AAAAPAAAAAAAAAAAAAAAAAJgCAABk&#10;cnMvZG93bnJldi54bWxQSwUGAAAAAAQABAD1AAAAjQMAAAAA&#10;" fillcolor="black" stroked="f"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GQm8YA&#10;AADeAAAADwAAAGRycy9kb3ducmV2LnhtbERPS2sCMRC+C/0PYQRvmlWs6NYotbUg1B58HDxON+Nu&#10;2M1k2URd++sbodDbfHzPmS9bW4krNd44VjAcJCCIM6cN5wqOh4/+FIQPyBorx6TgTh6Wi6fOHFPt&#10;bryj6z7kIoawT1FBEUKdSumzgiz6gauJI3d2jcUQYZNL3eAthttKjpJkIi0ajg0F1vRWUFbuL1bB&#10;6XNipjtDo+/tz2qtt8/l6uu9VKrXbV9fQARqw7/4z73RcX4yHs7g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GQm8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WeicYA&#10;AADeAAAADwAAAGRycy9kb3ducmV2LnhtbESPQUsDMRCF74L/IYzgzSYWKWVtWopF9OKhVfE6bMbN&#10;upvJNknbbX+9cxC8zTBv3nvfYjWGXh0p5TayhfuJAUVcR9dyY+Hj/fluDioXZId9ZLJwpgyr5fXV&#10;AisXT7yl4640Skw4V2jBlzJUWufaU8A8iQOx3L5jClhkTY12CU9iHno9NWamA7YsCR4HevJUd7tD&#10;sJDWX5vuwofPzlzezvnlZ9zP0Vt7ezOuH0EVGsu/+O/71Ul98zAVAMGR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Wei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NWcQA&#10;AADeAAAADwAAAGRycy9kb3ducmV2LnhtbERPbUsCQRD+HvQflgn6ErnrEVmXq0QgBEqg+QOm2+nu&#10;aHf2uB319Ne3guC3eXheZzofgld76lMb2cJ4ZEARV9G1XFvYfi8eX0AlQXboI5OFIyWYz25vpli6&#10;eOA17TdSqxzCqUQLjUhXap2qhgKmUeyIM/cb+4CSYV9r1+MhhwevC2OedcCWc0ODHX00VP1tdsGC&#10;L37863KSVnLc6pU5BVk/fDlr7++G9zdQQoNcxRf3p8vzzVMxh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4jVn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pSdMQA&#10;AADeAAAADwAAAGRycy9kb3ducmV2LnhtbERPTWvCQBC9F/wPyxR6q5uGIpK6SqsIuXhoTPE6ZqfZ&#10;0N3ZkN1q6q/vCoK3ebzPWaxGZ8WJhtB5VvAyzUAQN1533Cqo99vnOYgQkTVaz6TgjwKslpOHBRba&#10;n/mTTlVsRQrhUKACE2NfSBkaQw7D1PfEifv2g8OY4NBKPeA5hTsr8yybSYcdpwaDPa0NNT/Vr1Ow&#10;qXqb16X5CIev3fFoy8uWDhulnh7H9zcQkcZ4F9/cpU7zs9c8h+s76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6UnT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NF2cIA&#10;AADeAAAADwAAAGRycy9kb3ducmV2LnhtbERPS2sCMRC+C/6HMII3TdSiZWsUkQpCT74O3oZkurt1&#10;M1k2qbv9940geJuP7znLdecqcacmlJ41TMYKBLHxtuRcw/m0G72DCBHZYuWZNPxRgPWq31tiZn3L&#10;B7ofYy5SCIcMNRQx1pmUwRTkMIx9TZy4b984jAk2ubQNtincVXKq1Fw6LDk1FFjTtiBzO/46DT87&#10;+eWNQnM5X9q9XVw/51QprYeDbvMBIlIXX+Kne2/TfPU2ncHj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0XZ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IuysQA&#10;AADeAAAADwAAAGRycy9kb3ducmV2LnhtbERPTWvCQBC9F/oflhG81Y2pFIlugi0UitJDVUqPY3ZM&#10;QrKzYXfV+O+7guBtHu9zlsVgOnEm5xvLCqaTBARxaXXDlYL97vNlDsIHZI2dZVJwJQ9F/vy0xEzb&#10;C//QeRsqEUPYZ6igDqHPpPRlTQb9xPbEkTtaZzBE6CqpHV5iuOlkmiRv0mDDsaHGnj5qKtvtySj4&#10;O234+P26Xrn38GuHnW/Tw7xVajwaVgsQgYbwEN/dXzrOT2bpDG7vxBtk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yLsr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NeI8UA&#10;AADeAAAADwAAAGRycy9kb3ducmV2LnhtbERPTWsCMRC9C/6HMEJvmrho0dUotVDopaC2h3obN+Pu&#10;4mayTVLd9tc3gtDbPN7nLNedbcSFfKgdaxiPFAjiwpmaSw0f7y/DGYgQkQ02jknDDwVYr/q9JebG&#10;XXlHl30sRQrhkKOGKsY2lzIUFVkMI9cSJ+7kvMWYoC+l8XhN4baRmVKP0mLNqaHClp4rKs77b6th&#10;M59tvrYTfvvdHQ90+Dyep5lXWj8MuqcFiEhd/Bff3a8mzVeTbAq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14jxQAAAN4AAAAPAAAAAAAAAAAAAAAAAJgCAABkcnMv&#10;ZG93bnJldi54bWxQSwUGAAAAAAQABAD1AAAAigMAAAAA&#10;" fillcolor="black" stroked="f"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fL/sMA&#10;AADeAAAADwAAAGRycy9kb3ducmV2LnhtbERPS0sDMRC+C/6HMII3N2uVItumZSmI4mn7kF6nm+lm&#10;6WayJDFd/70RBG/z8T1nuZ7sIBL50DtW8FiUIIhbp3vuFBz2rw8vIEJE1jg4JgXfFGC9ur1ZYqXd&#10;lbeUdrETOYRDhQpMjGMlZWgNWQyFG4kzd3beYszQd1J7vOZwO8hZWc6lxZ5zg8GRNobay+7LKkin&#10;TVM/pWMy2w9fd941b5+nRqn7u6legIg0xX/xn/td5/nl82wOv+/kG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fL/s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cqbMUA&#10;AADeAAAADwAAAGRycy9kb3ducmV2LnhtbERPTWvCQBC9F/wPywi96UYpVqOrFGmlelHTQnscsmM2&#10;NDsbsmtM/fVuQehtHu9zFqvOVqKlxpeOFYyGCQji3OmSCwWfH2+DKQgfkDVWjknBL3lYLXsPC0y1&#10;u/CR2iwUIoawT1GBCaFOpfS5IYt+6GriyJ1cYzFE2BRSN3iJ4baS4ySZSIslxwaDNa0N5T/Z2Srw&#10;o/Xr185eZ+33xvA+25rJoTBKPfa7lzmIQF34F9/d7zrOT57Gz/D3TrxB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Jyps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4340" w:rsidRDefault="00B84340" w:rsidP="00B843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84340" w:rsidRPr="0081108E" w:rsidRDefault="00B84340" w:rsidP="00B843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B84340" w:rsidRPr="0081108E" w:rsidRDefault="00B84340" w:rsidP="00B843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B84340" w:rsidRPr="0081108E" w:rsidRDefault="00B84340" w:rsidP="00B8434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B84340" w:rsidRPr="0081108E" w:rsidRDefault="00B84340" w:rsidP="00B84340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84340" w:rsidRPr="0081108E" w:rsidRDefault="00B84340" w:rsidP="00B84340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B84340" w:rsidRDefault="00B84340" w:rsidP="00B84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О.Л.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О.Л.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84340" w:rsidRPr="001920C6" w:rsidRDefault="00B84340" w:rsidP="00B843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84340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Олегу Леонідовичу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794DA7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1387</w:t>
      </w:r>
      <w:r w:rsidRPr="001920C6">
        <w:rPr>
          <w:rFonts w:ascii="Times New Roman" w:eastAsia="Calibri" w:hAnsi="Times New Roman" w:cs="Times New Roman"/>
          <w:sz w:val="24"/>
        </w:rPr>
        <w:t xml:space="preserve">га,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рахунок земель запасу сільськогосподарського призначення (кадастровий номер 6823984000:03:013:0053),</w:t>
      </w:r>
      <w:r w:rsidRPr="001920C6">
        <w:rPr>
          <w:rFonts w:ascii="Times New Roman" w:eastAsia="Calibri" w:hAnsi="Times New Roman" w:cs="Times New Roman"/>
          <w:sz w:val="24"/>
        </w:rPr>
        <w:t xml:space="preserve">  яка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за межами населеного пункту села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Крупець.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О.Л.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B84340" w:rsidRPr="001920C6" w:rsidRDefault="00B84340" w:rsidP="00B843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84340" w:rsidRPr="00B84340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B84340" w:rsidRPr="001920C6" w:rsidRDefault="00B84340" w:rsidP="00B84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9D4" w:rsidRPr="00B84340" w:rsidRDefault="00B84340" w:rsidP="00B8434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D619D4" w:rsidRPr="00B843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84340"/>
    <w:rsid w:val="00171A2E"/>
    <w:rsid w:val="00304C90"/>
    <w:rsid w:val="00505B6D"/>
    <w:rsid w:val="006D3977"/>
    <w:rsid w:val="00794DA7"/>
    <w:rsid w:val="007D6C18"/>
    <w:rsid w:val="00B84340"/>
    <w:rsid w:val="00D1641A"/>
    <w:rsid w:val="00D6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340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2020-12-10T13:13:00Z</dcterms:created>
  <dcterms:modified xsi:type="dcterms:W3CDTF">2020-12-11T07:16:00Z</dcterms:modified>
</cp:coreProperties>
</file>