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10" w:rsidRDefault="009923D7" w:rsidP="008F35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923D7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F3510" w:rsidRDefault="008F3510" w:rsidP="008F3510"/>
    <w:p w:rsidR="008F3510" w:rsidRDefault="008F3510" w:rsidP="008F3510"/>
    <w:p w:rsidR="008F3510" w:rsidRDefault="008F3510" w:rsidP="008F35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F3510" w:rsidRDefault="008F3510" w:rsidP="008F35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F3510" w:rsidRDefault="008F3510" w:rsidP="008F35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F3510" w:rsidRDefault="008F3510" w:rsidP="008F35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F3510" w:rsidRDefault="008F3510" w:rsidP="008F35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510" w:rsidRDefault="008F3510" w:rsidP="008F3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8F3510" w:rsidRDefault="008F3510" w:rsidP="008F35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510" w:rsidRDefault="008F3510" w:rsidP="008F35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F3510" w:rsidRDefault="008F3510" w:rsidP="008F351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8F3510" w:rsidRDefault="008F3510" w:rsidP="008F3510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F3510" w:rsidRDefault="008F3510" w:rsidP="008F351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8F3510" w:rsidRDefault="008F3510" w:rsidP="008F351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технічної документації із землеустрою </w:t>
      </w:r>
    </w:p>
    <w:p w:rsidR="008F3510" w:rsidRDefault="008F3510" w:rsidP="008F351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щодо встановлення (відновлення) меж </w:t>
      </w:r>
    </w:p>
    <w:p w:rsidR="008F3510" w:rsidRDefault="008F3510" w:rsidP="008F351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 ділянки в натурі (на місцевості)</w:t>
      </w:r>
    </w:p>
    <w:p w:rsidR="008F3510" w:rsidRDefault="008F3510" w:rsidP="008F351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Чебан Г.М., Нікітчук О.М.</w:t>
      </w:r>
    </w:p>
    <w:p w:rsidR="008F3510" w:rsidRDefault="008F3510" w:rsidP="008F351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8F3510" w:rsidRDefault="008F3510" w:rsidP="008F351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Чебан Г.М., Нікітчук О.М.,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сільська рада</w:t>
      </w:r>
    </w:p>
    <w:p w:rsidR="008F3510" w:rsidRDefault="008F3510" w:rsidP="008F351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F3510" w:rsidRDefault="008F3510" w:rsidP="008F351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Чебан Галині Миколаївні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зареєстрована за адресою: </w:t>
      </w:r>
      <w:r w:rsidR="00C65334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Нікітчук Ользі Миколаївні, як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зареєстрована за адресою: </w:t>
      </w:r>
      <w:r w:rsidR="00C65334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с.Крупець, вул.Кринична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8F3510" w:rsidRDefault="008F3510" w:rsidP="008F351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 Чебан Г.М., Нікітчук О.М.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розробити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F3510" w:rsidRDefault="008F3510" w:rsidP="008F351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F3510" w:rsidRDefault="008F3510" w:rsidP="008F351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F3510" w:rsidRPr="008F3510" w:rsidRDefault="008F3510" w:rsidP="008F351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253488" w:rsidRPr="008F3510" w:rsidRDefault="008F3510" w:rsidP="008F351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Сільський  голова                                                                                            В.А.Михалюк </w:t>
      </w:r>
    </w:p>
    <w:sectPr w:rsidR="00253488" w:rsidRPr="008F3510" w:rsidSect="00253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attachedTemplate r:id="rId1"/>
  <w:defaultTabStop w:val="720"/>
  <w:characterSpacingControl w:val="doNotCompress"/>
  <w:compat>
    <w:useFELayout/>
  </w:compat>
  <w:rsids>
    <w:rsidRoot w:val="008F3510"/>
    <w:rsid w:val="00171A2E"/>
    <w:rsid w:val="00253488"/>
    <w:rsid w:val="00304C90"/>
    <w:rsid w:val="00505B6D"/>
    <w:rsid w:val="006D3977"/>
    <w:rsid w:val="007D6C18"/>
    <w:rsid w:val="008F3510"/>
    <w:rsid w:val="009923D7"/>
    <w:rsid w:val="00C65334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1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2020-03-04T08:36:00Z</dcterms:created>
  <dcterms:modified xsi:type="dcterms:W3CDTF">2020-03-04T08:45:00Z</dcterms:modified>
</cp:coreProperties>
</file>