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D5" w:rsidRPr="000A4F3E" w:rsidRDefault="000858D5" w:rsidP="000858D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8D5" w:rsidRDefault="000858D5" w:rsidP="000858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858D5" w:rsidRDefault="000858D5" w:rsidP="000858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858D5" w:rsidRPr="000A4F3E" w:rsidRDefault="000858D5" w:rsidP="000858D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58D5" w:rsidRPr="000A4F3E" w:rsidRDefault="000858D5" w:rsidP="000858D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58D5" w:rsidRPr="000A4F3E" w:rsidRDefault="000858D5" w:rsidP="000858D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58D5" w:rsidRPr="000A4F3E" w:rsidRDefault="000858D5" w:rsidP="000858D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58D5" w:rsidRPr="000A4F3E" w:rsidRDefault="000858D5" w:rsidP="000858D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858D5" w:rsidRPr="000A4F3E" w:rsidRDefault="000858D5" w:rsidP="000858D5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858D5" w:rsidRPr="000A4F3E" w:rsidRDefault="000858D5" w:rsidP="000858D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858D5" w:rsidRPr="000A4F3E" w:rsidRDefault="000858D5" w:rsidP="000858D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858D5" w:rsidRPr="000A4F3E" w:rsidRDefault="000858D5" w:rsidP="000858D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58D5" w:rsidRPr="000A4F3E" w:rsidRDefault="000858D5" w:rsidP="000858D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858D5" w:rsidRPr="000A4F3E" w:rsidRDefault="000858D5" w:rsidP="000858D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58D5" w:rsidRPr="000A4F3E" w:rsidRDefault="000858D5" w:rsidP="000858D5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858D5" w:rsidRPr="000A4F3E" w:rsidRDefault="000858D5" w:rsidP="000858D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58D5" w:rsidRPr="000A4F3E" w:rsidRDefault="000858D5" w:rsidP="000858D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№22</w:t>
      </w:r>
    </w:p>
    <w:p w:rsidR="000858D5" w:rsidRDefault="000858D5" w:rsidP="000858D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0858D5" w:rsidRPr="004B3F8C" w:rsidRDefault="000858D5" w:rsidP="000858D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B3F8C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4B3F8C">
        <w:rPr>
          <w:rFonts w:ascii="Times New Roman" w:eastAsia="Arial Unicode MS" w:hAnsi="Times New Roman"/>
          <w:b/>
          <w:color w:val="000000"/>
          <w:sz w:val="24"/>
          <w:szCs w:val="24"/>
        </w:rPr>
        <w:t>розгляд</w:t>
      </w:r>
      <w:proofErr w:type="spellEnd"/>
      <w:r w:rsidRPr="004B3F8C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Носолюка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В.А.</w:t>
      </w:r>
    </w:p>
    <w:p w:rsidR="000858D5" w:rsidRPr="004B3F8C" w:rsidRDefault="000858D5" w:rsidP="000858D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58D5" w:rsidRPr="004B3F8C" w:rsidRDefault="000858D5" w:rsidP="000858D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58D5" w:rsidRPr="004B3F8C" w:rsidRDefault="000858D5" w:rsidP="000858D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до</w:t>
      </w:r>
      <w:proofErr w:type="gram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пункту</w:t>
      </w:r>
      <w:proofErr w:type="gram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34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ст.141 </w:t>
      </w: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Закону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Носолюка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В.А.</w:t>
      </w: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 </w:t>
      </w:r>
    </w:p>
    <w:p w:rsidR="000858D5" w:rsidRPr="004B3F8C" w:rsidRDefault="000858D5" w:rsidP="000858D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0858D5" w:rsidRPr="004B3F8C" w:rsidRDefault="000858D5" w:rsidP="000858D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зв’язку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з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добровільною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відмовою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Носолюка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Василя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Анатолійовича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зареєстр</w:t>
      </w:r>
      <w:r>
        <w:rPr>
          <w:rFonts w:ascii="Times New Roman" w:eastAsia="Arial Unicode MS" w:hAnsi="Times New Roman"/>
          <w:color w:val="000000"/>
          <w:sz w:val="24"/>
          <w:szCs w:val="24"/>
        </w:rPr>
        <w:t>ований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725F0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припинити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користування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0,0400</w:t>
      </w: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Стригани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 та перевести в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землі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запасу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ради. </w:t>
      </w:r>
    </w:p>
    <w:p w:rsidR="000858D5" w:rsidRPr="004B3F8C" w:rsidRDefault="000858D5" w:rsidP="000858D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територій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4B3F8C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858D5" w:rsidRPr="004B3F8C" w:rsidRDefault="000858D5" w:rsidP="000858D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58D5" w:rsidRPr="004B3F8C" w:rsidRDefault="000858D5" w:rsidP="000858D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58D5" w:rsidRPr="004B3F8C" w:rsidRDefault="000858D5" w:rsidP="000858D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58D5" w:rsidRPr="004B3F8C" w:rsidRDefault="000858D5" w:rsidP="000858D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58D5" w:rsidRDefault="000858D5" w:rsidP="000858D5">
      <w:pPr>
        <w:rPr>
          <w:rFonts w:ascii="Times New Roman" w:hAnsi="Times New Roman"/>
          <w:sz w:val="24"/>
          <w:szCs w:val="24"/>
        </w:rPr>
      </w:pPr>
    </w:p>
    <w:p w:rsidR="000858D5" w:rsidRDefault="000858D5" w:rsidP="000858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/>
          <w:sz w:val="24"/>
          <w:szCs w:val="24"/>
        </w:rPr>
        <w:t xml:space="preserve"> МИХАЛЮК</w:t>
      </w:r>
    </w:p>
    <w:p w:rsidR="00495910" w:rsidRDefault="00495910"/>
    <w:sectPr w:rsidR="0049591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D5"/>
    <w:rsid w:val="000858D5"/>
    <w:rsid w:val="00171A2E"/>
    <w:rsid w:val="00304C90"/>
    <w:rsid w:val="00495910"/>
    <w:rsid w:val="00505B6D"/>
    <w:rsid w:val="006D3977"/>
    <w:rsid w:val="00725F0B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181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2020-09-01T13:49:00Z</dcterms:created>
  <dcterms:modified xsi:type="dcterms:W3CDTF">2020-09-01T15:29:00Z</dcterms:modified>
</cp:coreProperties>
</file>