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C96" w:rsidRPr="008D31FA" w:rsidRDefault="00085C96" w:rsidP="00085C96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5C96" w:rsidRDefault="00085C96" w:rsidP="00085C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5C96" w:rsidRDefault="00085C96" w:rsidP="00085C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85C96" w:rsidRPr="000A4F3E" w:rsidRDefault="00085C96" w:rsidP="00085C9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85C96" w:rsidRPr="000A4F3E" w:rsidRDefault="00085C96" w:rsidP="00085C9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85C96" w:rsidRPr="000A4F3E" w:rsidRDefault="00085C96" w:rsidP="00085C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C96" w:rsidRPr="000E440C" w:rsidRDefault="00085C96" w:rsidP="00085C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№63</w:t>
      </w:r>
    </w:p>
    <w:p w:rsidR="00085C96" w:rsidRPr="001869AA" w:rsidRDefault="00085C96" w:rsidP="00085C9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C96" w:rsidRPr="001869AA" w:rsidRDefault="00085C96" w:rsidP="00085C9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085C96" w:rsidRPr="001869AA" w:rsidRDefault="00085C96" w:rsidP="00085C9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085C96" w:rsidRPr="001869AA" w:rsidRDefault="00085C96" w:rsidP="00085C9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085C96" w:rsidRPr="001869AA" w:rsidRDefault="00085C96" w:rsidP="00085C9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Л.В.</w:t>
      </w:r>
    </w:p>
    <w:p w:rsidR="00085C96" w:rsidRPr="001869AA" w:rsidRDefault="00085C96" w:rsidP="00085C96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C96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</w:t>
      </w: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ВИРІШИЛА:</w:t>
      </w: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Вітрук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1869AA">
        <w:rPr>
          <w:rFonts w:ascii="Times New Roman" w:hAnsi="Times New Roman"/>
          <w:sz w:val="24"/>
        </w:rPr>
        <w:t xml:space="preserve"> за </w:t>
      </w:r>
      <w:proofErr w:type="spellStart"/>
      <w:r w:rsidRPr="001869AA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B11B2">
        <w:rPr>
          <w:rFonts w:ascii="Times New Roman" w:hAnsi="Times New Roman"/>
          <w:sz w:val="24"/>
          <w:lang w:val="en-US"/>
        </w:rPr>
        <w:t>_______________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1B11B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0,2500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га,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6823984700:01:003:0039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для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присадибна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Олейнюка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 16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.</w:t>
      </w: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</w:t>
      </w: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85C96" w:rsidRPr="001869AA" w:rsidRDefault="00085C96" w:rsidP="00085C9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C96" w:rsidRPr="001869AA" w:rsidRDefault="00085C96" w:rsidP="00085C9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85C96" w:rsidRPr="001869AA" w:rsidRDefault="00085C96" w:rsidP="00085C9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3B6E" w:rsidRPr="00085C96" w:rsidRDefault="00085C96" w:rsidP="00085C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голова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0B3B6E" w:rsidRPr="00085C9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5C96"/>
    <w:rsid w:val="00085C96"/>
    <w:rsid w:val="000B3B6E"/>
    <w:rsid w:val="00171A2E"/>
    <w:rsid w:val="001B11B2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85C9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85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85C9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85C9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85C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85C9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262</Words>
  <Characters>1499</Characters>
  <Application>Microsoft Office Word</Application>
  <DocSecurity>0</DocSecurity>
  <Lines>12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2020-09-01T14:17:00Z</dcterms:created>
  <dcterms:modified xsi:type="dcterms:W3CDTF">2020-09-01T15:46:00Z</dcterms:modified>
</cp:coreProperties>
</file>