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749" w:rsidRPr="00D815F3" w:rsidRDefault="00004749" w:rsidP="00004749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004749" w:rsidRPr="001869AA" w:rsidRDefault="00004749" w:rsidP="00004749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0080" name="Группа 10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008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0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0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6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6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6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6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6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6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7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7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7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102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bK1cMA&#10;AADeAAAADwAAAGRycy9kb3ducmV2LnhtbERPTWvCQBC9F/wPywje6q4JtCG6ShCVHISirfchOybB&#10;7GzIrpr++26h0Ns83uesNqPtxIMG3zrWsJgrEMSVMy3XGr4+968ZCB+QDXaOScM3edisJy8rzI17&#10;8oke51CLGMI+Rw1NCH0upa8asujnrieO3NUNFkOEQy3NgM8YbjuZKPUmLbYcGxrsadtQdTvfrQaX&#10;HsrjpU5O6Y7fAxcf2fUyHrWeTcdiCSLQGP7Ff+7SxPlKZQv4fSfe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bK1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DmAcUA&#10;AADeAAAADwAAAGRycy9kb3ducmV2LnhtbERPS2sCMRC+C/6HMIIXqUk9qN0aRYTt61DQFnodNtPN&#10;1s1kSaJu/fVNodDbfHzPWW1614ozhdh41nA7VSCIK28arjW8v5U3SxAxIRtsPZOGb4qwWQ8HKyyM&#10;v/CezodUixzCsUANNqWukDJWlhzGqe+IM/fpg8OUYailCXjJ4a6VM6Xm0mHDucFiRztL1fFwchq+&#10;ylf7sVtcH8Lkbk/XSfny2D7PtR6P+u09iER9+hf/uZ9Mnq/Ucga/7+Qb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kOYB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/nm8YA&#10;AADeAAAADwAAAGRycy9kb3ducmV2LnhtbESPwWrDMBBE74X+g9hCL6WRGkMwTpQQQhKKLyFxP2Cx&#10;NpaJtTKWGrt/XxUKue0ys/NmV5vJdeJOQ2g9a/iYKRDEtTctNxq+qsN7DiJEZIOdZ9LwQwE26+en&#10;FRbGj3ym+yU2IoVwKFCDjbEvpAy1JYdh5nvipF394DCmdWikGXBM4a6Tc6UW0mHLiWCxp52l+nb5&#10;dglyyvBUXsfqcJxwxH1p+W171vr1ZdouQUSa4sP8f/1pUn2l8gz+3kkz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/nm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Jq1cQA&#10;AADeAAAADwAAAGRycy9kb3ducmV2LnhtbERPTUsDMRC9C/0PYQRvNrHUWtampVQFKXiwCuJt2Ex3&#10;FzeTkIzd9d83guBtHu9zVpvR9+pEKXeBLdxMDSjiOriOGwvvb0/XS1BZkB32gcnCD2XYrCcXK6xc&#10;GPiVTgdpVAnhXKGFViRWWue6JY95GiJx4Y4heZQCU6NdwqGE+17PjFlojx2XhhYj7Vqqvw7f3sLL&#10;8Bj3d4vbY/xM85nOD04+dmLt1eW4vQclNMq/+M/97Mp8Y5Zz+H2n3KDX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iatX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radMYA&#10;AADeAAAADwAAAGRycy9kb3ducmV2LnhtbESPzWrDMBCE74G+g9hCL6GR0tAQ3CghlLoEX0x+HmCx&#10;NpaptTKWYrtvXxUKve0ys/PNbveTa8VAfWg8a1guFAjiypuGaw3XS/68AREissHWM2n4pgD73cNs&#10;i5nxI59oOMdapBAOGWqwMXaZlKGy5DAsfEectJvvHca09rU0PY4p3LXyRam1dNhwIljs6N1S9XW+&#10;uwQpV1gWt/GSf0444kdheX44af30OB3eQESa4r/57/poUn2lNq/w+06aQe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Wrad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xROcMA&#10;AADeAAAADwAAAGRycy9kb3ducmV2LnhtbERPTUsDMRC9C/6HMII3m1h0LdumRaqCCB5aBelt2Ex3&#10;FzeTkIzd9d8bQfA2j/c5q83kB3WilPvAFq5nBhRxE1zPrYX3t6erBagsyA6HwGThmzJs1udnK6xd&#10;GHlHp720qoRwrtFCJxJrrXPTkcc8C5G4cMeQPEqBqdUu4VjC/aDnxlTaY8+locNI246az/2Xt/A6&#10;PsaXu+r2GA/pZq7zg5OPrVh7eTHdL0EJTfIv/nM/uzLfmEUFv++UG/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xROc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XpS8UA&#10;AADeAAAADwAAAGRycy9kb3ducmV2LnhtbERP20oDMRB9F/yHMEJfpE20aMvatFghVLAgvUBfh810&#10;d3EzWZK0u/69EQTf5nCus1gNrhVXCrHxrOFhokAQl942XGk4Hsx4DiImZIutZ9LwTRFWy9ubBRbW&#10;97yj6z5VIodwLFBDnVJXSBnLmhzGie+IM3f2wWHKMFTSBuxzuGvlo1LP0mHDuaHGjt5qKr/2F6dh&#10;/dlX03Bfrgf/cd6cnoyxZmu0Ht0Nry8gEg3pX/znfrd5vlLzGfy+k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elL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o3xsUA&#10;AADeAAAADwAAAGRycy9kb3ducmV2LnhtbESPQUsDMRCF70L/Q5iCN5tYVJa1aSktCyJerP6AYTNu&#10;1m4mS5Ju13/vHARvM7w3732z2c1hUBOl3Ee2cL8yoIjb6HruLHx+NHcVqFyQHQ6RycIPZdhtFzcb&#10;rF288jtNp9IpCeFcowVfylhrnVtPAfMqjsSifcUUsMiaOu0SXiU8DHptzJMO2LM0eBzp4Kk9ny7B&#10;QvO6fpvOF5eauJ8fAj367+rorb1dzvtnUIXm8m/+u35xgm9MJbzyjsy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2jfG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bYosUA&#10;AADeAAAADwAAAGRycy9kb3ducmV2LnhtbERP20oDMRB9F/yHMEJfpE20KO3atFghVLAgvUBfh810&#10;d3EzWZK0u/69EQTf5nCus1gNrhVXCrHxrOFhokAQl942XGk4Hsx4BiImZIutZ9LwTRFWy9ubBRbW&#10;97yj6z5VIodwLFBDnVJXSBnLmhzGie+IM3f2wWHKMFTSBuxzuGvlo1LP0mHDuaHGjt5qKr/2F6dh&#10;/dlX03Bfrgf/cd6cnoyxZmu0Ht0Nry8gEg3pX/znfrd5vlKzOfy+k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ptii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WtHcUA&#10;AADeAAAADwAAAGRycy9kb3ducmV2LnhtbESPQUsDMRCF70L/Q5iCN5tYVNq1aSnKgogX2/6AYTNu&#10;1m4mS5Ju13/vHARvM8yb99632U2hVyOl3EW2cL8woIib6DpuLZyO9d0KVC7IDvvIZOGHMuy2s5sN&#10;Vi5e+ZPGQ2mVmHCu0IIvZai0zo2ngHkRB2K5fcUUsMiaWu0SXsU89HppzJMO2LEkeBzoxVNzPlyC&#10;hfp9+TGeLy7VcT89BHr036tXb+3tfNo/gyo0lX/x3/ebk/rGrAVAcG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da0d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WbsIA&#10;AADeAAAADwAAAGRycy9kb3ducmV2LnhtbERP3WrCMBS+H/gO4Qi7W5Nuc2g1yhAc83KdD3BIjm1p&#10;c1KbaOvbL4PB7s7H93s2u8l14kZDaDxryDMFgth423Cl4fR9eFqCCBHZYueZNNwpwG47e9hgYf3I&#10;X3QrYyVSCIcCNdQx9oWUwdTkMGS+J07c2Q8OY4JDJe2AYwp3nXxW6k06bDg11NjTvibTllen4fU+&#10;flzKRasO1lF+fOmPHM1C68f59L4GEWmK/+I/96dN85Va5fD7TrpB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95Zu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cetsMA&#10;AADeAAAADwAAAGRycy9kb3ducmV2LnhtbERPTWvCQBC9F/wPywi91V1zkJq6hlBRiqc2tT0P2XET&#10;mp0N2VXjv3cFobd5vM9ZFaPrxJmG0HrWMJ8pEMS1Ny1bDYfv7csriBCRDXaeScOVAhTrydMKc+Mv&#10;/EXnKlqRQjjkqKGJsc+lDHVDDsPM98SJO/rBYUxwsNIMeEnhrpOZUgvpsOXU0GBP7w3Vf9XJaTgt&#10;frMDH/fms9pcd8vNtgzyx2r9PB3LNxCRxvgvfrg/TJqv1DKD+zvpBr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cet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QLMMYA&#10;AADeAAAADwAAAGRycy9kb3ducmV2LnhtbERPTWsCMRC9F/wPYYTeamKVRbdGsYVC9aBo20Nv42bc&#10;Xd1MtptU139vBKG3ebzPmcxaW4kTNb50rKHfUyCIM2dKzjV8fb4/jUD4gGywckwaLuRhNu08TDA1&#10;7swbOm1DLmII+xQ1FCHUqZQ+K8ii77maOHJ711gMETa5NA2eY7it5LNSibRYcmwosKa3grLj9s9q&#10;+F6PkvH6dTE8LFc7HFjz+2PKROvHbjt/ARGoDf/iu/vDxPlKjQdweyfe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wQLM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E0MMA&#10;AADeAAAADwAAAGRycy9kb3ducmV2LnhtbERPTWsCMRC9C/0PYQq9aaIVWbdG0RateLIqeB02093F&#10;zWTZRF37640g9DaP9zmTWWsrcaHGl4419HsKBHHmTMm5hsN+2U1A+IBssHJMGm7kYTZ96UwwNe7K&#10;P3TZhVzEEPYpaihCqFMpfVaQRd9zNXHkfl1jMUTY5NI0eI3htpIDpUbSYsmxocCaPgvKTruz1fA3&#10;OuLWfw8WX+8m0G2YrNxmu9L67bWdf4AI1IZ/8dO9NnG+UuMhPN6JN8j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BQE0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HI5cMA&#10;AADeAAAADwAAAGRycy9kb3ducmV2LnhtbERP3WrCMBS+F/YO4Qi700RR0c5UxnDg3Wb1AQ7NWVra&#10;nNQm07qnXwYD787H93u2u8G14kp9qD1rmE0VCOLSm5qthvPpfbIGESKywdYzabhTgF3+NNpiZvyN&#10;j3QtohUphEOGGqoYu0zKUFbkMEx9R5y4L987jAn2VpoebynctXKu1Eo6rDk1VNjRW0VlU3w7DRc/&#10;X5qh2ONHs9981tYuLj/HhdbP4+H1BUSkIT7E/+6DSfOV2izh7510g8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HI5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8wecMA&#10;AADeAAAADwAAAGRycy9kb3ducmV2LnhtbERPPW/CMBDdK/U/WFeJrdgUNQ0Bg2glJFagQ8erfSSB&#10;+BxiF0J/PUaq1O2e3ufNFr1rxJm6UHvWMBoqEMTG25pLDZ+71XMOIkRki41n0nClAIv548MMC+sv&#10;vKHzNpYihXAoUEMVY1tIGUxFDsPQt8SJ2/vOYUywK6Xt8JLCXSNflMqkw5pTQ4UtfVRkjtsfp2Fd&#10;f9NrZvYTl7+bzdfvKY7fDlbrwVO/nIKI1Md/8Z97bdN8pSYZ3N9JN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w8we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JsNcUA&#10;AADeAAAADwAAAGRycy9kb3ducmV2LnhtbERPXWsCMRB8L/gfwgp9q4k+1HoaRYVCi63gB/q6XNbL&#10;4WVzXNLz/PdNoeDb7M7OzM5s0blKtNSE0rOG4UCBIM69KbnQcDy8v7yBCBHZYOWZNNwpwGLee5ph&#10;ZvyNd9TuYyGSCYcMNdgY60zKkFtyGAa+Jk7cxTcOYxqbQpoGb8ncVXKk1Kt0WHJKsFjT2lJ+3f84&#10;DS1u7+psV9+Tz/IrH21Xp41Je/3c75ZTEJG6+Dj+V3+Y9L5SkzH81UkY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Ymw1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An3cUA&#10;AADeAAAADwAAAGRycy9kb3ducmV2LnhtbESPQU/DMAyF70j8h8hI3FiyHhCUZROaNMQRCocdTeM1&#10;HY1TJWHt9uvxAYmbrff83ufVZg6DOlHKfWQLy4UBRdxG13Nn4fNjd/cAKhdkh0NksnCmDJv19dUK&#10;axcnfqdTUzolIZxrtOBLGWutc+spYF7EkVi0Q0wBi6yp0y7hJOFh0JUx9zpgz9LgcaStp/a7+QkW&#10;ppf261gd9s5f0hh3zVs8VkO09vZmfn4CVWgu/+a/61cn+MY8Cq+8IzP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8Cfd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SSUcQA&#10;AADeAAAADwAAAGRycy9kb3ducmV2LnhtbERPS2sCMRC+F/wPYQRvNakHH1uj+ASRStG29+lmurua&#10;TJZN1O2/bwqF3ubje8503jorbtSEyrOGp74CQZx7U3Gh4f1t+zgGESKyQeuZNHxTgPms8zDFzPg7&#10;H+l2ioVIIRwy1FDGWGdShrwkh6Hva+LEffnGYUywKaRp8J7CnZUDpYbSYcWpocSaViXll9PVadi+&#10;ru15cDguPmRcbUafdrxfrl+07nXbxTOISG38F/+5dybNV2oygd930g1y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EklH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N8QsgA&#10;AADeAAAADwAAAGRycy9kb3ducmV2LnhtbESPT2vCQBDF70K/wzJCL1J3bVEkdZVSKFqo4J9Cr2N2&#10;TILZ2ZDdxvTbdw6CtxnmzXvvt1j1vlYdtbEKbGEyNqCI8+AqLix8Hz+e5qBiQnZYByYLfxRhtXwY&#10;LDBz4cp76g6pUGLCMUMLZUpNpnXMS/IYx6Ehlts5tB6TrG2hXYtXMfe1fjZmpj1WLAklNvReUn45&#10;/HoL3e7rVGy62Hxe5qM4fTmt11v3Y+3jsH97BZWoT3fx7XvjpL6ZGAEQHJlBL/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8Y3xC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OnxMcA&#10;AADeAAAADwAAAGRycy9kb3ducmV2LnhtbERPTWsCMRC9F/ofwhS81UTRoqtRaqHQi1A/DnobN+Pu&#10;4mayTVJd/fVNQZB3meHNe2/edN7aWpzJh8qxhl5XgSDOnam40LDdfL6OQISIbLB2TBquFGA+e36a&#10;YmbchVd0XsdCJBMOGWooY2wyKUNeksXQdQ1x4o7OW4xp9YU0Hi/J3Nayr9SbtFhxSiixoY+S8tP6&#10;12pYjEeLn+8BL2+rw572u8Np2PdK685L+z4BEamNj+O7+suk91UC/NdJM8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Dp8THAAAA3gAAAA8AAAAAAAAAAAAAAAAAmAIAAGRy&#10;cy9kb3ducmV2LnhtbFBLBQYAAAAABAAEAPUAAACMAwAAAAA=&#10;" fillcolor="black" stroked="f"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jv/MYA&#10;AADeAAAADwAAAGRycy9kb3ducmV2LnhtbERPS2vCQBC+F/wPyxR6qxulDSG6Sn0UCurBx8HjNDtN&#10;lmRnQ3araX99Vyh4m4/vOdN5bxtxoc4bxwpGwwQEceG04VLB6fj+nIHwAVlj45gU/JCH+WzwMMVc&#10;uyvv6XIIpYgh7HNUUIXQ5lL6oiKLfuha4sh9uc5iiLArpe7wGsNtI8dJkkqLhmNDhS0tKyrqw7dV&#10;cN6kJtsbGn9ufxdrvX2tF7tVrdTTY/82ARGoD3fxv/tDx/nJKH2B2zvxBj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ijv/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YnVcQA&#10;AADeAAAADwAAAGRycy9kb3ducmV2LnhtbERPTWsCMRC9C/0PYQRvmlioyNYoYintxUO1pddhM27W&#10;3Uy2SdTVX98UCt7m8T5nsepdK84UYu1Zw3SiQBCX3tRcafjcv47nIGJCNth6Jg1XirBaPgwWWBh/&#10;4Q8671IlcgjHAjXYlLpCylhachgnviPO3MEHhynDUEkT8JLDXSsflZpJhzXnBosdbSyVze7kNIT1&#10;90tz49NXo27ba3w79j9ztFqPhv36GUSiPt3F/+53k+er6ewJ/t7JN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2J1X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UPacQA&#10;AADeAAAADwAAAGRycy9kb3ducmV2LnhtbERPzWoCMRC+C32HMAUvUhM9rO3WKKVQECqC1geYbqa7&#10;S5PJspnq2qdvCoK3+fh+Z7keglcn6lMb2cJsakARV9G1XFs4frw9PIJKguzQRyYLF0qwXt2Nlli6&#10;eOY9nQ5SqxzCqUQLjUhXap2qhgKmaeyIM/cV+4CSYV9r1+M5hwev58YUOmDLuaHBjl4bqr4PP8GC&#10;n3/6p/dF2srlqLfmN8h+snPWju+Hl2dQQoPcxFf3xuX5ZlYU8P9OvkG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VD2n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nrqMUA&#10;AADeAAAADwAAAGRycy9kb3ducmV2LnhtbERPPW/CMBDdK/EfrENiKw4MUKVxUAtCytKhKRXrEV/j&#10;qPY5ig2E/voaqVK3e3qfV2xGZ8WFhtB5VrCYZyCIG687bhUcPvaPTyBCRNZoPZOCGwXYlJOHAnPt&#10;r/xOlzq2IoVwyFGBibHPpQyNIYdh7nvixH35wWFMcGilHvCawp2VyyxbSYcdpwaDPW0NNd/12SnY&#10;1b1dHirzGo6fb6eTrX72dNwpNZuOL88gIo3xX/znrnSany1Wa7i/k26Q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Ceuo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PN7MUA&#10;AADeAAAADwAAAGRycy9kb3ducmV2LnhtbESPT2vDMAzF74N9B6PBbqvdHtKS1S1lrFDYaf1z2E3Y&#10;WpI1lkPsNum3rw6D3iTe03s/LddjaNWV+tREtjCdGFDELvqGKwvHw/ZtASplZI9tZLJwowTr1fPT&#10;EksfB/6m6z5XSkI4lWihzrkrtU6upoBpEjti0X5jHzDL2lfa9zhIeGj1zJhCB2xYGmrs6KMmd95f&#10;goW/rf6KzqA7HU/Dzs9/PgtqjbWvL+PmHVSmMT/M/9c7L/hmWgivvCMz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k83s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ebEMUA&#10;AADeAAAADwAAAGRycy9kb3ducmV2LnhtbERPTWvCQBC9C/0PyxR6040WQhpdQ1ooFEsP1SIex+yY&#10;hGRnw+6q8d93CwVv83ifsypG04sLOd9aVjCfJSCIK6tbrhX87N6nGQgfkDX2lknBjTwU64fJCnNt&#10;r/xNl22oRQxhn6OCJoQhl9JXDRn0MzsQR+5kncEQoauldniN4aaXiyRJpcGWY0ODA701VHXbs1Fw&#10;OH/y6et5U7rXsLfjzneLY9Yp9fQ4lksQgcZwF/+7P3Scn8zTF/h7J94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N5sQ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lxIskA&#10;AADeAAAADwAAAGRycy9kb3ducmV2LnhtbESPT08CMRDF7yZ8h2ZIvEkL8Q8sFAImJl5MBD3IbdgO&#10;uxu207WtsPrpnYOJt5nMm/feb7HqfavOFFMT2MJ4ZEARl8E1XFl4f3u6mYJKGdlhG5gsfFOC1XJw&#10;tcDChQtv6bzLlRITTgVaqHPuCq1TWZPHNAodsdyOIXrMssZKu4gXMfetnhhzrz02LAk1dvRYU3na&#10;fXkLm9l08/l6yy8/28Oe9h+H090kGmuvh/16DipTn//Ff9/PTuqb8YMACI7MoJ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QlxIskAAADeAAAADwAAAAAAAAAAAAAAAACYAgAA&#10;ZHJzL2Rvd25yZXYueG1sUEsFBgAAAAAEAAQA9QAAAI4DAAAAAA==&#10;" fillcolor="black" stroked="f"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PfE8MA&#10;AADeAAAADwAAAGRycy9kb3ducmV2LnhtbERPS0sDMRC+C/0PYQRvNrsKWrZNy1IoiqftQ7xON9PN&#10;4mayJDFd/70RBG/z8T1ntZnsIBL50DtWUM4LEMSt0z13Ck7H3f0CRIjIGgfHpOCbAmzWs5sVVtpd&#10;eU/pEDuRQzhUqMDEOFZShtaQxTB3I3HmLs5bjBn6TmqP1xxuB/lQFE/SYs+5weBIW0Pt5+HLKkjn&#10;bVM/po9k9m++7rxrXt7PjVJ3t1O9BBFpiv/iP/erzvOL8rmE33fyD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PfE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0FbcUA&#10;AADeAAAADwAAAGRycy9kb3ducmV2LnhtbERPTWvCQBC9F/oflil4q5t4UBtdpUhb1Es1FfQ4ZKfZ&#10;0OxsyK4x+uu7QqG3ebzPmS97W4uOWl85VpAOExDEhdMVlwoOX+/PUxA+IGusHZOCK3lYLh4f5php&#10;d+E9dXkoRQxhn6ECE0KTSekLQxb90DXEkft2rcUQYVtK3eIlhttajpJkLC1WHBsMNrQyVPzkZ6vA&#10;p6u349beXrrTh+HPfGPGu9IoNXjqX2cgAvXhX/znXus4P0knI7i/E2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jQVt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04749" w:rsidRPr="00D815F3" w:rsidRDefault="00004749" w:rsidP="0000474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004749" w:rsidRPr="001869AA" w:rsidRDefault="00004749" w:rsidP="0000474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004749" w:rsidRPr="001869AA" w:rsidRDefault="00004749" w:rsidP="0000474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004749" w:rsidRPr="001869AA" w:rsidRDefault="00004749" w:rsidP="0000474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004749" w:rsidRPr="00D815F3" w:rsidRDefault="00004749" w:rsidP="0000474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004749" w:rsidRPr="001869AA" w:rsidRDefault="00004749" w:rsidP="0000474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004749" w:rsidRPr="001869AA" w:rsidRDefault="00004749" w:rsidP="00004749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004749" w:rsidRPr="001869AA" w:rsidRDefault="00004749" w:rsidP="0000474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004749" w:rsidRPr="001869AA" w:rsidRDefault="00004749" w:rsidP="0000474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004749" w:rsidRPr="001869AA" w:rsidRDefault="00004749" w:rsidP="0000474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0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49" w:rsidRDefault="00004749" w:rsidP="00004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133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FUBdnYAABJZBAAOAAAAZHJzL2Uyb0RvYy54bWzsfe1uJrmx3v8AuYcX+mlgrGZ/92DHB/bO&#10;jhHASQz4zQVoJM1IiKR3Iml3xjk4QIBcQm4kd5BbOOeO8hRZZJOarqr27NrYIFwD2/KqVE1Wkexi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D3GFUBdnYAABJZBAAO&#10;AAAAAAAAAAAAAAAAAC4CAABkcnMvZTJvRG9jLnhtbFBLAQItABQABgAIAAAAIQDfzpAw4gAAAA0B&#10;AAAPAAAAAAAAAAAAAAAAANB4AABkcnMvZG93bnJldi54bWxQSwUGAAAAAAQABADzAAAA33k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04749" w:rsidRDefault="00004749" w:rsidP="00004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04749" w:rsidRDefault="00004749" w:rsidP="00004749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004749" w:rsidRPr="001869AA" w:rsidRDefault="00004749" w:rsidP="00004749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04749" w:rsidRDefault="00004749" w:rsidP="00004749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004749" w:rsidRPr="001869AA" w:rsidRDefault="00004749" w:rsidP="00004749">
      <w:pPr>
        <w:spacing w:after="0" w:line="240" w:lineRule="auto"/>
        <w:jc w:val="center"/>
        <w:rPr>
          <w:rFonts w:ascii="Times New Roman" w:hAnsi="Times New Roman"/>
        </w:rPr>
      </w:pPr>
    </w:p>
    <w:p w:rsidR="00004749" w:rsidRPr="00312454" w:rsidRDefault="00004749" w:rsidP="00004749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004749" w:rsidRPr="00A31AA4" w:rsidRDefault="00004749" w:rsidP="0000474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004749" w:rsidRPr="00A31AA4" w:rsidRDefault="00004749" w:rsidP="00004749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проекту землеустрою</w:t>
      </w:r>
    </w:p>
    <w:p w:rsidR="00004749" w:rsidRPr="00A31AA4" w:rsidRDefault="00004749" w:rsidP="00004749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щодо відведення земельної ділянки  та</w:t>
      </w:r>
    </w:p>
    <w:p w:rsidR="00004749" w:rsidRPr="00243225" w:rsidRDefault="00004749" w:rsidP="0000474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Семенчуку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П.С.</w:t>
      </w:r>
    </w:p>
    <w:p w:rsidR="00004749" w:rsidRPr="00A31AA4" w:rsidRDefault="00004749" w:rsidP="0000474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004749" w:rsidRPr="00A31AA4" w:rsidRDefault="00004749" w:rsidP="0000474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розглянувши заяву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Семенчука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П.С.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сільська   рада    </w:t>
      </w:r>
    </w:p>
    <w:p w:rsidR="00004749" w:rsidRPr="00A31AA4" w:rsidRDefault="00004749" w:rsidP="0000474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004749" w:rsidRPr="00A31AA4" w:rsidRDefault="00004749" w:rsidP="0000474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004749" w:rsidRPr="00A31AA4" w:rsidRDefault="00004749" w:rsidP="0000474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1.Затвердит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Семенчуку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Павлу Сергійовичу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проект землеустрою щодо відведення земельної ділянки,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(01.03)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>ведення  особистого селянського господарства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, за рахунок (16.00)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площею 2,0000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га, яка розташована 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рада за межами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с.Стригани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004749" w:rsidRDefault="00004749" w:rsidP="00004749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4E3D91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    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2.Передат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и 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Семенчуку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Павлу Сергійовичу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 я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кий зареєстрований за адресою: </w:t>
      </w:r>
      <w:r w:rsidR="00CD1671">
        <w:rPr>
          <w:rFonts w:ascii="Times New Roman" w:eastAsia="Arial Unicode MS" w:hAnsi="Times New Roman"/>
          <w:sz w:val="24"/>
          <w:szCs w:val="24"/>
          <w:lang w:val="en-US" w:eastAsia="uk-UA"/>
        </w:rPr>
        <w:t>________________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,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 ідентифікаційний номер </w:t>
      </w:r>
      <w:r w:rsidR="00CD1671">
        <w:rPr>
          <w:rFonts w:ascii="Times New Roman" w:eastAsia="Arial Unicode MS" w:hAnsi="Times New Roman"/>
          <w:sz w:val="24"/>
          <w:szCs w:val="24"/>
          <w:lang w:val="en-US" w:eastAsia="uk-UA"/>
        </w:rPr>
        <w:t>_________</w:t>
      </w:r>
      <w:bookmarkStart w:id="0" w:name="_GoBack"/>
      <w:bookmarkEnd w:id="0"/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у власність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земельну ділянку, площею 2,0000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 га, кадастровий номер: 6823984000:0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3:012:0204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(01.03)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>ведення  особистого селянського господарства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за рахунок (16.00)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яка розташована</w:t>
      </w:r>
      <w:r w:rsidRPr="00BB60A5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рада за межами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с.Стригани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004749" w:rsidRPr="00A31AA4" w:rsidRDefault="00004749" w:rsidP="00004749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Семенчуку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П.С., якому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004749" w:rsidRPr="00A31AA4" w:rsidRDefault="00004749" w:rsidP="00004749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004749" w:rsidRDefault="00004749" w:rsidP="0000474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004749" w:rsidRPr="00A31AA4" w:rsidRDefault="00004749" w:rsidP="0000474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004749" w:rsidRDefault="00004749" w:rsidP="0000474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DE0414" w:rsidRDefault="00DE0414"/>
    <w:sectPr w:rsidR="00DE041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749"/>
    <w:rsid w:val="00004749"/>
    <w:rsid w:val="00171A2E"/>
    <w:rsid w:val="00304C90"/>
    <w:rsid w:val="00505B6D"/>
    <w:rsid w:val="006D3977"/>
    <w:rsid w:val="007D6C18"/>
    <w:rsid w:val="00CD1671"/>
    <w:rsid w:val="00D1641A"/>
    <w:rsid w:val="00DE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49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49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331</Words>
  <Characters>1888</Characters>
  <Application>Microsoft Office Word</Application>
  <DocSecurity>0</DocSecurity>
  <Lines>15</Lines>
  <Paragraphs>4</Paragraphs>
  <ScaleCrop>false</ScaleCrop>
  <Company>Microsoft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2020-11-17T15:23:00Z</dcterms:created>
  <dcterms:modified xsi:type="dcterms:W3CDTF">2020-11-18T06:44:00Z</dcterms:modified>
</cp:coreProperties>
</file>