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B0" w:rsidRPr="0081108E" w:rsidRDefault="001844B0" w:rsidP="001844B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1844B0" w:rsidRPr="0081108E" w:rsidRDefault="001844B0" w:rsidP="001844B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844B0" w:rsidRPr="0081108E" w:rsidRDefault="005A6964" w:rsidP="001844B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3317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ZUUb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x6MwN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tGVFG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w1xM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CajB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HDXE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0m8EA&#10;AADdAAAADwAAAGRycy9kb3ducmV2LnhtbERPzWrCQBC+F3yHZYReSt1ooEh0FSm1iBcx9gGG7JgN&#10;ZmdDdjXp23cOQo8f3/96O/pWPaiPTWAD81kGirgKtuHawM9l/74EFROyxTYwGfilCNvN5GWNhQ0D&#10;n+lRplpJCMcCDbiUukLrWDnyGGehIxbuGnqPSWBfa9vjIOG+1Yss+9AeG5YGhx19Oqpu5d1LySnH&#10;0/E6XPbfIw74dXT8tjsb8zoddytQicb0L366D9ZAni9kv7yRJ6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SNJv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EoMYA&#10;AADdAAAADwAAAGRycy9kb3ducmV2LnhtbESPQUsDMRSE70L/Q3iCtzbbrVZZm5ZSFUTowSqIt8fm&#10;dXdx8xKSZ3f990YoeBxm5htmtRldr04UU+fZwHxWgCKuve24MfD+9jS9A5UE2WLvmQz8UILNenKx&#10;wsr6gV/pdJBGZQinCg20IqHSOtUtOUwzH4izd/TRoWQZG20jDhnuel0WxVI77DgvtBho11L9dfh2&#10;BvbDY3i5Xd4cw2e8LnV6sPKxE2OuLsftPSihUf7D5/azNbBYlHP4e5OfgF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VEo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bZkcQA&#10;AADdAAAADwAAAGRycy9kb3ducmV2LnhtbESP32rCMBTG7we+QziCN0NTLRtSjaXIHMMbsd0DHJpj&#10;U2xOSpPZ7u2XwWCXH9+fH98+n2wnHjT41rGC9SoBQVw73XKj4LM6LbcgfEDW2DkmBd/kIT/MnvaY&#10;aTfylR5laEQcYZ+hAhNCn0npa0MW/cr1xNG7ucFiiHJopB5wjOO2k5skeZUWW44Egz0dDdX38stG&#10;yCXFy/k2Vqf3CUd8Oxt+Lq5KLeZTsQMRaAr/4b/2h1aQpi8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G2Z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SURcYA&#10;AADdAAAADwAAAGRycy9kb3ducmV2LnhtbESPX0sDMRDE34V+h7AF32yuf5WzaSlVQQQfrIXi23LZ&#10;3h1eNiFZe+e3N4Lg4zAzv2HW28F16kIxtZ4NTCcFKOLK25ZrA8f3p5s7UEmQLXaeycA3JdhuRldr&#10;LK3v+Y0uB6lVhnAq0UAjEkqtU9WQwzTxgTh7Zx8dSpax1jZin+Gu07OiWGmHLeeFBgPtG6o+D1/O&#10;wGv/GF5uV8tz+IiLmU4PVk57MeZ6POzuQQkN8h/+az9bA/P5cgG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SUR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iRoMYA&#10;AADdAAAADwAAAGRycy9kb3ducmV2LnhtbESPX0vDMBTF3wW/Q7iCL7KlrnRIXTqcEBQUxubA10tz&#10;+webm5Jka/32RhB8PJxzfoez2c52EBfyoXes4H6ZgSCunem5VXD60IsHECEiGxwck4JvCrCtrq82&#10;WBo38YEux9iKBOFQooIuxrGUMtQdWQxLNxInr3HeYkzSt9J4nBLcDnKVZWtpsee00OFIzx3VX8ez&#10;VbDbT23u7+rd7N6al89Ca6PftVK3N/PTI4hIc/wP/7VfjYI8Lwr4fZOegK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9iRo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JVksQA&#10;AADdAAAADwAAAGRycy9kb3ducmV2LnhtbESP3WoCMRSE7wu+QzhC72pWrSKrUcSyUKQ3/jzAYXPc&#10;rG5OliSu27c3hYKXw8x8w6w2vW1ERz7UjhWMRxkI4tLpmisF51PxsQARIrLGxjEp+KUAm/XgbYW5&#10;dg8+UHeMlUgQDjkqMDG2uZShNGQxjFxLnLyL8xZjkr6S2uMjwW0jJ1k2lxZrTgsGW9oZKm/Hu1VQ&#10;7Cc/3e2ufeG2/aelmbkuvoxS78N+uwQRqY+v8H/7WyuYTmdz+Hu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yVZ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aqTMYA&#10;AADdAAAADwAAAGRycy9kb3ducmV2LnhtbESPUWvCMBSF34X9h3AHexkz1aIbnVFUCBMcDN1gr5fm&#10;2pY1NyXJbPfvjTDw8XDO+Q5nsRpsK87kQ+NYwWScgSAunWm4UvD1qZ9eQISIbLB1TAr+KMBqeTda&#10;YGFczwc6H2MlEoRDgQrqGLtCylDWZDGMXUecvJPzFmOSvpLGY5/gtpXTLJtLiw2nhRo72tZU/hx/&#10;rYLNR1/l/rHcDG5/evueaW30u1bq4X5Yv4KINMRb+L+9MwryfPYM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aqT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ke8AA&#10;AADdAAAADwAAAGRycy9kb3ducmV2LnhtbERPy4rCMBTdC/5DuMLsNPWJdIwiMxQGcePjAy7Nnaba&#10;3JQk1s7fTxaCy8N5b3a9bURHPtSOFUwnGQji0umaKwXXSzFegwgRWWPjmBT8UYDddjjYYK7dk0/U&#10;nWMlUgiHHBWYGNtcylAashgmriVO3K/zFmOCvpLa4zOF20bOsmwlLdacGgy29GWovJ8fVkFxmB27&#10;+0P7wu37haWlua2/jVIfo37/CSJSH9/il/tHK5jPl2lu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GFke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jbxsIA&#10;AADdAAAADwAAAGRycy9kb3ducmV2LnhtbESP0YrCMBRE3wX/IVzBN03dbkWrUURQ1kerH3Bprm2x&#10;ualN1ta/NwsLPg4zc4ZZb3tTiye1rrKsYDaNQBDnVldcKLheDpMFCOeRNdaWScGLHGw3w8EaU207&#10;PtMz84UIEHYpKii9b1IpXV6SQTe1DXHwbrY16INsC6lb7ALc1PIriubSYMVhocSG9iXl9+zXKPh+&#10;dcdHltyjgzY0O8XNiX2eKDUe9bsVCE+9/4T/2z9aQRwnS/h7E56A3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aNv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9A0cQA&#10;AADdAAAADwAAAGRycy9kb3ducmV2LnhtbESPQYvCMBSE78L+h/AWvGm6HortmhZRXMSTdt09P5pn&#10;W2xeShO1/nsjCB6HmfmGWeSDacWVetdYVvA1jUAQl1Y3XCk4/m4mcxDOI2tsLZOCOznIs4/RAlNt&#10;b3yga+ErESDsUlRQe9+lUrqyJoNuajvi4J1sb9AH2VdS93gLcNPKWRTF0mDDYaHGjlY1lefiYhRc&#10;4v/ZkU87vS/W959kvVk6+VcpNf4clt8gPA3+HX61t1pBEicxPN+EJ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PQN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aTcgA&#10;AADdAAAADwAAAGRycy9kb3ducmV2LnhtbESPT2vCQBTE70K/w/IK3nTTVlKTuootCOpB8d+ht9fs&#10;a5KafRuzq8Zv7xYKPQ4z8xtmNGlNJS7UuNKygqd+BII4s7rkXMF+N+sNQTiPrLGyTApu5GAyfuiM&#10;MNX2yhu6bH0uAoRdigoK7+tUSpcVZND1bU0cvG/bGPRBNrnUDV4D3FTyOYpiabDksFBgTR8FZcft&#10;2Sg4rIdxsn5fDH6Wqy98Mfr0qctYqe5jO30D4an1/+G/9lwrSOLkFX7fhCcgx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IJp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fMzMMA&#10;AADdAAAADwAAAGRycy9kb3ducmV2LnhtbERPTWvCQBC9C/0PyxR6002thJi6irYYS0+pFbwO2WkS&#10;mp0N2dUk/nr3UOjx8b5Xm8E04kqdqy0reJ5FIIgLq2suFZy+99MEhPPIGhvLpGAkB5v1w2SFqbY9&#10;f9H16EsRQtilqKDyvk2ldEVFBt3MtsSB+7GdQR9gV0rdYR/CTSPnURRLgzWHhgpbequo+D1ejIJb&#10;fMbcHea79xftaVwkmf3MM6WeHoftKwhPg/8X/7k/tIJlvAxzw5vw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8fMz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678UA&#10;AADdAAAADwAAAGRycy9kb3ducmV2LnhtbESPwWrDMBBE74H+g9hCb4nc4IbajWJKSKG31k4/YLG2&#10;som1si0lcfP1USGQ4zAzb5h1MdlOnGj0rWMFz4sEBHHtdMtGwc/+Y/4KwgdkjZ1jUvBHHorNw2yN&#10;uXZnLulUBSMihH2OCpoQ+lxKXzdk0S9cTxy9XzdaDFGORuoRzxFuO7lMkpW02HJcaLCnbUP1oTpa&#10;BYNbvuip2uHXYZd9t8akw6VMlXp6nN7fQASawj18a39qBdkqy+D/TX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zr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ODAMEA&#10;AADdAAAADwAAAGRycy9kb3ducmV2LnhtbERPuY7CMBDtV+IfrEHaDhxYcQUMgpVWouUoKAd7SALx&#10;OMQGAl+PC6Qtn949WzS2FHeqfeFYQa+bgCDWzhScKdjv/jpjED4gGywdk4IneVjMW18zTI178Ibu&#10;25CJGMI+RQV5CFUqpdc5WfRdVxFH7uRqiyHCOpOmxkcMt6XsJ8lQWiw4NuRY0W9O+rK9WQXr4kiD&#10;oT5N7HilN4fXNfyMzkap73aznIII1IR/8ce9NgomoyTuj2/iE5D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jgwD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bVb8IA&#10;AADdAAAADwAAAGRycy9kb3ducmV2LnhtbERPy2oCMRTdF/oP4Ra6q4kuWh2NUguFlqrgA91eJtfJ&#10;4ORmmKTj+PdGEFyeN2cy61wlWmpC6VlDv6dAEOfelFxo2G2/34YgQkQ2WHkmDRcKMJs+P00wM/7M&#10;a2o3sRCphEOGGmyMdSZlyC05DD1fEyft6BuHMcGmkKbBcyp3lRwo9S4dlpwWLNb0ZSk/bf6dhhZX&#10;F3Ww8+Xot1zkg9V8/2cSr19fus8xiEhdfJjv6R+jYfSh+nB7k56An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5tV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/1eMUA&#10;AADdAAAADwAAAGRycy9kb3ducmV2LnhtbESPzU7DMBCE70h9B2srcaNOc+An1K2qSkUcIfTAcYm3&#10;cdp4N7JNE3h6jITEcTQz32hWm8n36kIhdsIGlosCFHEjtuPWwOFtf3MPKiZki70wGfiiCJv17GqF&#10;lZWRX+lSp1ZlCMcKDbiUhkrr2DjyGBcyEGfvKMFjyjK02gYcM9z3uiyKW+2x47zgcKCdo+Zcf3oD&#10;41PzcSqP79Z9h0H29Yucyl6MuZ5P20dQiab0H/5rP1sDD3dF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D/V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WRMcA&#10;AADdAAAADwAAAGRycy9kb3ducmV2LnhtbESP3WoCMRSE74W+QzhC7zSrhapbo/hTQUpFVu396eZ0&#10;d2tysmxS3b59IxS8HGbmG2Y6b60RF2p85VjBoJ+AIM6drrhQcDpuemMQPiBrNI5JwS95mM8eOlNM&#10;tbtyRpdDKESEsE9RQRlCnUrp85Is+r6riaP35RqLIcqmkLrBa4RbI4dJ8iwtVhwXSqxpVVJ+PvxY&#10;BZv92nwPd9niQ4bV6+jTjN+W63elHrvt4gVEoDbcw//trVYwGSVPcHsTn4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oFk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ZDiccA&#10;AADdAAAADwAAAGRycy9kb3ducmV2LnhtbESPQWvCQBSE7wX/w/IEL1I32lo1uooIRQUFtQWvz+wz&#10;CWbfhuwa03/fLQg9DjPzDTNbNKYQNVUut6yg34tAECdW55wq+P76fB2DcB5ZY2GZFPyQg8W89TLD&#10;WNsHH6k++VQECLsYFWTel7GULsnIoOvZkjh4V1sZ9EFWqdQVPgLcFHIQRR/SYM5hIcOSVhklt9Pd&#10;KKgPu0u6qV25vY27bvh2Wa/3+qxUp90spyA8Nf4//GxvtILJKHqHvzfh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mQ4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a28cA&#10;AADdAAAADwAAAGRycy9kb3ducmV2LnhtbESPQWsCMRSE70L/Q3iCN00UtboapRYKvRSq9aC35+a5&#10;u7h52Sapbvvrm4LQ4zAz3zDLdWtrcSUfKscahgMFgjh3puJCw/7jpT8DESKywdoxafimAOvVQ2eJ&#10;mXE33tJ1FwuRIBwy1FDG2GRShrwki2HgGuLknZ23GJP0hTQebwluazlSaiotVpwWSmzouaT8svuy&#10;Gjbz2ebzfcxvP9vTkY6H02Uy8krrXrd9WoCI1Mb/8L39ajTMH9UE/t6k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LmtvHAAAA3QAAAA8AAAAAAAAAAAAAAAAAmAIAAGRy&#10;cy9kb3ducmV2LnhtbFBLBQYAAAAABAAEAPUAAACMAwAAAAA=&#10;" fillcolor="black" stroked="f"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HoscA&#10;AADdAAAADwAAAGRycy9kb3ducmV2LnhtbESPQWvCQBSE7wX/w/IK3uqmgtFGV9G2glB70Pbg8TX7&#10;mizJvg3ZrUZ/fVcQPA4z8w0zW3S2FkdqvXGs4HmQgCDOnTZcKPj+Wj9NQPiArLF2TArO5GEx7z3M&#10;MNPuxDs67kMhIoR9hgrKEJpMSp+XZNEPXEMcvV/XWgxRtoXULZ4i3NZymCSptGg4LpTY0GtJebX/&#10;swoOH6mZ7AwNf7aX1bvejqrV51ulVP+xW05BBOrCPXxrb7SCl3GSwvV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wx6L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cjMUA&#10;AADdAAAADwAAAGRycy9kb3ducmV2LnhtbESPQU8CMRSE7yb8h+aReIMWD4IrhRCM0YsHUOP1ZfvY&#10;Lrt9XdsCC7/ekpB4nMzMN5n5snetOFKItWcNk7ECQVx6U3Ol4evzdTQDEROywdYzaThThOVicDfH&#10;wvgTb+i4TZXIEI4FarApdYWUsbTkMI59R5y9nQ8OU5ahkibgKcNdKx+UepQOa84LFjtaWyqb7cFp&#10;CKufl+bCh+9GXT7O8W3f/87Qan0/7FfPIBL16T98a78bDU9TNYXrm/w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VyM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tTMIA&#10;AADdAAAADwAAAGRycy9kb3ducmV2LnhtbERPzWoCMRC+F/oOYQpeSk3qQevWKKVQKCgFVx9guhl3&#10;F5PJspnq6tObg9Djx/e/WA3BqxP1qY1s4XVsQBFX0bVcW9jvvl7eQCVBdugjk4ULJVgtHx8WWLh4&#10;5i2dSqlVDuFUoIVGpCu0TlVDAdM4dsSZO8Q+oGTY19r1eM7hweuJMVMdsOXc0GBHnw1Vx/IvWPCT&#10;Xz9fz9JGLnu9Mdcg2+cfZ+3oafh4ByU0yL/47v52FuYzk+fmN/kJ6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Em1M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Hk8YA&#10;AADdAAAADwAAAGRycy9kb3ducmV2LnhtbESPwW7CMBBE75X4B2uReitOOZSSYlBbhJQLB0Iqrku8&#10;jaPa6yh2IeXrMVIljqOZeaNZrAZnxYn60HpW8DzJQBDXXrfcKKj2m6dXECEia7SeScEfBVgtRw8L&#10;zLU/845OZWxEgnDIUYGJsculDLUhh2HiO+LkffveYUyyb6Tu8Zzgzspplr1Ihy2nBYMdfRqqf8pf&#10;p2BddnZaFeYjHL62x6MtLhs6rJV6HA/vbyAiDfEe/m8XWsF8ls3h9iY9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LHk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a3YsIA&#10;AADdAAAADwAAAGRycy9kb3ducmV2LnhtbERPPWvDMBDdA/0P4grdYskdnMaNEkppINApqT1kO6Sr&#10;7cQ6GUuN3X8fDYWOj/e92c2uFzcaQ+dZQ54pEMTG244bDdXXfvkCIkRki71n0vBLAXbbh8UGS+sn&#10;PtLtFBuRQjiUqKGNcSilDKYlhyHzA3Hivv3oMCY4NtKOOKVw18tnpQrpsOPU0OJA7y2Z6+nHabjs&#10;5ac3Ck1d1dPBrs4fBfVK66fH+e0VRKQ5/ov/3AerYb3K0/70Jj0B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prdi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w18YA&#10;AADdAAAADwAAAGRycy9kb3ducmV2LnhtbESPQWvCQBSE70L/w/IEb7qJQrXRVawgiKWHaiken9ln&#10;EpJ9G3ZXTf99tyB4HGbmG2ax6kwjbuR8ZVlBOkpAEOdWV1wo+D5uhzMQPiBrbCyTgl/ysFq+9BaY&#10;aXvnL7odQiEihH2GCsoQ2kxKn5dk0I9sSxy9i3UGQ5SukNrhPcJNI8dJ8ioNVhwXSmxpU1JeH65G&#10;wen6wZfPyX7t3sOP7Y6+Hp9ntVKDfreegwjUhWf40d5pBW/TNI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Ow1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uUcsgA&#10;AADdAAAADwAAAGRycy9kb3ducmV2LnhtbESPT2sCMRTE7wW/Q3iCt5p1qVVXo2ih0Euh/jno7bl5&#10;7i5uXtYk6tpP3xQKPQ4z8xtmtmhNLW7kfGVZwaCfgCDOra64ULDbvj+PQfiArLG2TAoe5GEx7zzN&#10;MNP2zmu6bUIhIoR9hgrKEJpMSp+XZND3bUMcvZN1BkOUrpDa4T3CTS3TJHmVBiuOCyU29FZSft5c&#10;jYLVZLy6fL3w5/f6eKDD/ngepi5Rqtdtl1MQgdrwH/5rf2gFk9Eghd838Qn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u5RyyAAAAN0AAAAPAAAAAAAAAAAAAAAAAJgCAABk&#10;cnMvZG93bnJldi54bWxQSwUGAAAAAAQABAD1AAAAjQMAAAAA&#10;" fillcolor="black" stroked="f"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L6MUA&#10;AADdAAAADwAAAGRycy9kb3ducmV2LnhtbESPQUsDMRSE74L/ITyhN5utBW3XpmUpSMXTtlV6fd08&#10;N4ublyWJ6frvjSD0OMzMN8xqM9peJPKhc6xgNi1AEDdOd9wqeD++3C9AhIissXdMCn4owGZ9e7PC&#10;UrsL7ykdYisyhEOJCkyMQyllaAxZDFM3EGfv03mLMUvfSu3xkuG2lw9F8SgtdpwXDA60NdR8Hb6t&#10;gnTe1tU8nZLZv/mq9a7efZxrpSZ3Y/UMItIYr+H/9qtWsHyaze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i8v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WzbscA&#10;AADdAAAADwAAAGRycy9kb3ducmV2LnhtbESPQWvCQBSE74X+h+UJ3uomIrZGVxFpi+3FGgU9PrLP&#10;bGj2bchuY+yv7xYKPQ4z8w2zWPW2Fh21vnKsIB0lIIgLpysuFRwPLw9PIHxA1lg7JgU38rBa3t8t&#10;MNPuynvq8lCKCGGfoQITQpNJ6QtDFv3INcTRu7jWYoiyLaVu8RrhtpbjJJlKixXHBYMNbQwVn/mX&#10;VeDTzfPp3X7PuvOr4V3+ZqYfpVFqOOjXcxCB+vAf/mtvtYLZYzqB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ls27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844B0" w:rsidRPr="0081108E" w:rsidRDefault="001844B0" w:rsidP="001844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844B0" w:rsidRPr="0081108E" w:rsidRDefault="001844B0" w:rsidP="001844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844B0" w:rsidRPr="0081108E" w:rsidRDefault="001844B0" w:rsidP="001844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844B0" w:rsidRPr="0081108E" w:rsidRDefault="001844B0" w:rsidP="001844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844B0" w:rsidRPr="0081108E" w:rsidRDefault="001844B0" w:rsidP="001844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1844B0" w:rsidRPr="0081108E" w:rsidRDefault="001844B0" w:rsidP="001844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1844B0" w:rsidRPr="0081108E" w:rsidRDefault="001844B0" w:rsidP="001844B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1844B0" w:rsidRPr="0081108E" w:rsidRDefault="001844B0" w:rsidP="001844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1844B0" w:rsidRPr="0081108E" w:rsidRDefault="001844B0" w:rsidP="001844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1844B0" w:rsidRPr="0081108E" w:rsidRDefault="001844B0" w:rsidP="001844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A6964">
        <w:rPr>
          <w:noProof/>
        </w:rPr>
        <w:pict>
          <v:group id="Группа 9715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fGxsEA&#10;AADd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uoN4f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nxs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2nU8cA&#10;AADdAAAADwAAAGRycy9kb3ducmV2LnhtbESPT2sCMRTE74V+h/AKXkSzenB1NUoRtv8Oglro9bF5&#10;brbdvCxJqls/fVMoeBxm5jfMatPbVpzJh8axgsk4A0FcOd1wreD9WI7mIEJE1tg6JgU/FGCzvr9b&#10;YaHdhfd0PsRaJAiHAhWYGLtCylAZshjGriNO3sl5izFJX0vt8ZLgtpXTLJtJiw2nBYMdbQ1VX4dv&#10;q+Cz3JmPbX598sPFnq7D8u25fZ0pNXjoH5cgIvXxFv5vv2gFi3ySw9+b9ATk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9p1P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pRXsEA&#10;AADdAAAADwAAAGRycy9kb3ducmV2LnhtbERPzWrCQBC+F3yHZQpeim60YNvUVURqES/izwMM2TEb&#10;mp0N2a2Jb+8cBI8f3/982ftaXamNVWADk3EGirgItuLSwPm0GX2CignZYh2YDNwownIxeJljbkPH&#10;B7oeU6kkhGOOBlxKTa51LBx5jOPQEAt3Ca3HJLAttW2xk3Bf62mWzbTHiqXBYUNrR8Xf8d9Lyf4d&#10;97tLd9r89tjhz87x2+pgzPC1X32DStSnp/jh3loDXx8T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6UV7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0hZcYA&#10;AADdAAAADwAAAGRycy9kb3ducmV2LnhtbESPX0sDMRDE34V+h7CCbzbXov1zNi2lKojgg22h+LZc&#10;tneHl01I1t757Y0g+DjMzG+Y1WZwnbpQTK1nA5NxAYq48rbl2sDx8Hy7AJUE2WLnmQx8U4LNenS1&#10;wtL6nt/pspdaZQinEg00IqHUOlUNOUxjH4izd/bRoWQZa20j9hnuOj0tipl22HJeaDDQrqHqc//l&#10;DLz1T+F1Prs/h494N9Xp0cppJ8bcXA/bB1BCg/yH/9ov1sByPlnC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0hZ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CX5cEA&#10;AADdAAAADwAAAGRycy9kb3ducmV2LnhtbERPzWrCQBC+F3yHZQpeim60YNvUVaRoES/izwMM2TEb&#10;mp0N2a2Jb+8cBI8f3/982ftaXamNVWADk3EGirgItuLSwPm0GX2CignZYh2YDNwownIxeJljbkPH&#10;B7oeU6kkhGOOBlxKTa51LBx5jOPQEAt3Ca3HJLAttW2xk3Bf62mWzbTHiqXBYUM/joq/47+Xkv07&#10;7neX7rT57bHD9c7x2+pgzPC1X32DStSnp/jh3loDXx9T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gl+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fn3sYA&#10;AADdAAAADwAAAGRycy9kb3ducmV2LnhtbESPQUsDMRSE70L/Q3iCN5vtoq2uTUupCkXowSqIt8fm&#10;dXdx8xKSZ3f9940geBxm5htmuR5dr04UU+fZwGxagCKuve24MfD+9nx9ByoJssXeMxn4oQTr1eRi&#10;iZX1A7/S6SCNyhBOFRpoRUKldapbcpimPhBn7+ijQ8kyNtpGHDLc9bosirl22HFeaDHQtqX66/Dt&#10;DOyHp/CymN8ew2e8KXV6tPKxFWOuLsfNAyihUf7Df+2dNXC/KG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fn3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Z18cA&#10;AADdAAAADwAAAGRycy9kb3ducmV2LnhtbESPUUvDMBSF3wX/Q7iCL7KlVtxcXTacEDZQGNuEvV6a&#10;u7bY3JQkrt2/XwTBx8M55zuc+XKwrTiTD41jBY/jDARx6UzDlYKvgx69gAgR2WDrmBRcKMBycXsz&#10;x8K4nnd03sdKJAiHAhXUMXaFlKGsyWIYu444eSfnLcYkfSWNxz7BbSvzLJtIiw2nhRo7eq+p/N7/&#10;WAWrbV89+YdyNbiP0/r4rLXRn1qp+7vh7RVEpCH+h//aG6NgNs1z+H2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F2d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mCcUA&#10;AADdAAAADwAAAGRycy9kb3ducmV2LnhtbESPUWvCMBSF3wf+h3CFvc3Uzk3tjCKOgoy9zPkDLs21&#10;6WxuShJr9++NMNjj4ZzzHc5qM9hW9ORD41jBdJKBIK6cbrhWcPwunxYgQkTW2DomBb8UYLMePayw&#10;0O7KX9QfYi0ShEOBCkyMXSFlqAxZDBPXESfv5LzFmKSvpfZ4TXDbyjzLXqXFhtOCwY52hqrz4WIV&#10;lB/5Z3++aF+67TCz9GJ+Fu9GqcfxsH0DEWmI/+G/9l4rWM7zZ7i/S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MSYJ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kOM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iYvg6f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g5D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Qb5sQA&#10;AADdAAAADwAAAGRycy9kb3ducmV2LnhtbESPUWvCMBSF3wf+h3CFvc3UMjetRhFHYYy9TP0Bl+ba&#10;VJubksTa/ftlIPh4OOd8h7PaDLYVPfnQOFYwnWQgiCunG64VHA/lyxxEiMgaW8ek4JcCbNajpxUW&#10;2t34h/p9rEWCcChQgYmxK6QMlSGLYeI64uSdnLcYk/S11B5vCW5bmWfZm7TYcFow2NHOUHXZX62C&#10;8iv/7i9X7Uu3HV4tzcx5/mGUeh4P2yWISEN8hO/tT61g8Z7P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UG+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Oft8MA&#10;AADdAAAADwAAAGRycy9kb3ducmV2LnhtbESP3YrCMBSE74V9h3AWvNPU393tNooIil5afYBDc7Yt&#10;bU66TbT17Y0geDnMzDdMsu5NLW7UutKygsk4AkGcWV1yruBy3o2+QTiPrLG2TAru5GC9+hgkGGvb&#10;8Yluqc9FgLCLUUHhfRNL6bKCDLqxbYiD92dbgz7INpe6xS7ATS2nUbSUBksOCwU2tC0oq9KrUTC/&#10;d/v/dFFFO21ocpw1R/bZQqnhZ7/5BeGp9+/wq33QCn6+pkt4vg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Of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0jMMMA&#10;AADdAAAADwAAAGRycy9kb3ducmV2LnhtbESPzarCMBSE9xd8h3AEd9fULvRajSKKIq689Wd9aI5t&#10;sTkpTdT69kYQXA4z8w0znbemEndqXGlZwaAfgSDOrC45V3A8rH//QDiPrLGyTAqe5GA+6/xMMdH2&#10;wf90T30uAoRdggoK7+tESpcVZND1bU0cvIttDPogm1zqBh8BbioZR9FQGiw5LBRY07Kg7JrejILb&#10;8Bwf+bLT+3T13IxX64WTp1ypXrddTEB4av03/GlvtYLxKB7B+014An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0jM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HIRcUA&#10;AADdAAAADwAAAGRycy9kb3ducmV2LnhtbERPPW/CMBDdK/EfrEPqVpxCFSDgRICERDuASsvAdsTX&#10;JG18TmMXwr/HA1LHp/c9zzpTizO1rrKs4HkQgSDOra64UPD5sX6agHAeWWNtmRRcyUGW9h7mmGh7&#10;4Xc6730hQgi7BBWU3jeJlC4vyaAb2IY4cF+2NegDbAupW7yEcFPLYRTF0mDFoaHEhlYl5T/7P6Pg&#10;sJvE093y9eX7bXvCkdG/R13FSj32u8UMhKfO/4vv7o1WMB0Pw9zwJjwBm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4chF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WvLcYA&#10;AADdAAAADwAAAGRycy9kb3ducmV2LnhtbESPW2vCQBSE3wX/w3IE33RjLF6iq9iWaumTN/D1kD0m&#10;wezZkN1q7K/vCoKPw8x8w8yXjSnFlWpXWFYw6EcgiFOrC84UHA9fvQkI55E1lpZJwZ0cLBft1hwT&#10;bW+8o+veZyJA2CWoIPe+SqR0aU4GXd9WxME729qgD7LOpK7xFuCmlHEUjaTBgsNCjhV95JRe9r9G&#10;wd/ohFu3id8/h9rT/W2ytj/btVLdTrOagfDU+Ff42f7WCqbjeAqPN+EJ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WvL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7D1cEA&#10;AADdAAAADwAAAGRycy9kb3ducmV2LnhtbERPS27CMBDdI/UO1lRiB075FVIMqhBI7IDQA4ziwYmI&#10;xyF2IXB6vEBi+fT+82VrK3GlxpeOFXz1ExDEudMlGwV/x01vCsIHZI2VY1JwJw/LxUdnjql2Nz7Q&#10;NQtGxBD2KSooQqhTKX1ekEXfdzVx5E6usRgibIzUDd5iuK3kIEkm0mLJsaHAmlYF5efs3yq4uMFY&#10;t9kad+f1bF8aM7o8DiOlup/t7w+IQG14i1/urVYw+x7G/fFNf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uw9X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PsJsYA&#10;AADdAAAADwAAAGRycy9kb3ducmV2LnhtbESPwW7CMBBE75X4B2uReisORQ0QMKitVCnXpD1wXOwl&#10;CcTrELuQ9usxUqUeRzPzRrPeDrYVF+p941jBdJKAINbONFwp+Pr8eFqA8AHZYOuYFPyQh+1m9LDG&#10;zLgrF3QpQyUihH2GCuoQukxKr2uy6CeuI47ewfUWQ5R9JU2P1wi3rXxOklRabDgu1NjRe036VH5b&#10;BXmzp5dUH5Z28aaL3e85zOZHo9TjeHhdgQg0hP/wXzs3Cpbz2RTub+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PsJ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iBpcIA&#10;AADdAAAADwAAAGRycy9kb3ducmV2LnhtbERPW2vCMBR+H/gfwhH2NlM7cLMaRQeDyVTwgr4emmNT&#10;bE5Kk9X67xdhsMfvzjedd7YSLTW+dKxgOEhAEOdOl1woOB4+X95B+ICssXJMCu7kYT7rPU0x0+7G&#10;O2r3oRCxhH2GCkwIdSalzw1Z9ANXE0ft4hqLIcKmkLrBWyy3lUyTZCQtlhwXDNb0YSi/7n+sgha3&#10;9+Rslpvxqlzn6XZ5+taRV8/9bjEBEagL/+a/9JdWMH57Te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WIG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+aXsUA&#10;AADdAAAADwAAAGRycy9kb3ducmV2LnhtbESPQUvDQBSE74L/YXmCN7sxBa2x21IKFY+a9uDxmX3N&#10;pmbfC7trE/31riB4HGbmG2a5nnyvzhRiJ2zgdlaAIm7EdtwaOOx3NwtQMSFb7IXJwBdFWK8uL5ZY&#10;WRn5lc51alWGcKzQgEtpqLSOjSOPcSYDcfaOEjymLEOrbcAxw32vy6K40x47zgsOB9o6aj7qT29g&#10;fGreT+XxzbrvMMiufpFT2Ysx11fT5hFUoin9h//az9bAw/18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5p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1EjccA&#10;AADdAAAADwAAAGRycy9kb3ducmV2LnhtbESP3WoCMRSE7wu+QziF3tVsbam6GsVqBRFF/Ls/3Zzu&#10;rk1Olk3U7ds3QsHLYWa+YYbjxhpxodqXjhW8tBMQxJnTJecKDvv5cw+ED8gajWNS8EsexqPWwxBT&#10;7a68pcsu5CJC2KeooAihSqX0WUEWfdtVxNH7drXFEGWdS13jNcKtkZ0keZcWS44LBVY0LSj72Z2t&#10;gvlmZk6d9XZylGH62f0yveXHbKXU02MzGYAI1IR7+L+90Ar63dc3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tRI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Ysr8cA&#10;AADdAAAADwAAAGRycy9kb3ducmV2LnhtbESPQWvCQBSE74X+h+UJvYhuWrFqzCoiFC0o1Fjo9SX7&#10;TILZtyG7jem/7xaEHoeZ+YZJ1r2pRUetqywreB5HIIhzqysuFHye30ZzEM4ja6wtk4IfcrBePT4k&#10;GGt74xN1qS9EgLCLUUHpfRNL6fKSDLqxbYiDd7GtQR9kW0jd4i3ATS1fouhVGqw4LJTY0Lak/Jp+&#10;GwXdxyEr9p1r3q/zoZtOst3uqL+Uehr0myUIT73/D9/be61gMZtM4e9Ne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GLK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OEcgA&#10;AADdAAAADwAAAGRycy9kb3ducmV2LnhtbESPT2sCMRTE74LfITyhN83WWv+sRqlCwUtBrQe9PTev&#10;u4ubl20SddtP3whCj8PM/IaZLRpTiSs5X1pW8NxLQBBnVpecK9h/vnfHIHxA1lhZJgU/5GExb7dm&#10;mGp74y1ddyEXEcI+RQVFCHUqpc8KMuh7tiaO3pd1BkOULpfa4S3CTSX7STKUBkuOCwXWtCooO+8u&#10;RsFyMl5+bwb88bs9Hel4OJ1f+y5R6qnTvE1BBGrCf/jRXmsFk9HLEO5v4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Nc4RyAAAAN0AAAAPAAAAAAAAAAAAAAAAAJgCAABk&#10;cnMvZG93bnJldi54bWxQSwUGAAAAAAQABAD1AAAAjQMAAAAA&#10;" fillcolor="black" stroked="f"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CohMgA&#10;AADdAAAADwAAAGRycy9kb3ducmV2LnhtbESPS2/CMBCE75X6H6ytxK04peIVMKgUKiEVDjwOHJd4&#10;SazE6yh2IeXX15Uq9TiamW8003lrK3GlxhvHCl66CQjizGnDuYLj4eN5BMIHZI2VY1LwTR7ms8eH&#10;Kaba3XhH133IRYSwT1FBEUKdSumzgiz6rquJo3dxjcUQZZNL3eAtwm0le0kykBYNx4UCa3ovKCv3&#10;X1bB6XNgRjtDvfPmvljpTb9cbJelUp2n9m0CIlAb/sN/7bVWMB6+DuH3TXwCcv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UKiE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CQ8MA&#10;AADdAAAADwAAAGRycy9kb3ducmV2LnhtbERPPW/CMBDdK/EfrENiKw4gtTRgEAKhdulQoGI9xdc4&#10;TXwOtoHAr6+HSoxP73u+7GwjLuRD5VjBaJiBIC6crrhUcNhvn6cgQkTW2DgmBTcKsFz0nuaYa3fl&#10;L7rsYilSCIccFZgY21zKUBiyGIauJU7cj/MWY4K+lNrjNYXbRo6z7EVarDg1GGxpbaiod2erwK+O&#10;m/rO5+86u3/ewvtvd5qiUWrQ71YzEJG6+BD/uz+0grfXSZqb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oCQ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ICasUA&#10;AADdAAAADwAAAGRycy9kb3ducmV2LnhtbESPUWvCQBCE34X+h2MLvki9aEGb1FOKUBAqgtYfsM1t&#10;k9C7vZDbauyv7wmCj8PMfMMsVr136kRdbAIbmIwzUMRlsA1XBo6f708voKIgW3SBycCFIqyWD4MF&#10;FjaceU+ng1QqQTgWaKAWaQutY1mTxzgOLXHyvkPnUZLsKm07PCe4d3qaZTPtseG0UGNL65rKn8Ov&#10;N+CmXy7/mMetXI56m/152Y921pjhY//2Ckqol3v41t5YA/n8OYfrm/QE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gJq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XzsMA&#10;AADdAAAADwAAAGRycy9kb3ducmV2LnhtbERPu27CMBTdK/UfrFupW3GKqhYCBvEQUpYODSDWS3yJ&#10;o9rXUWwg5evxUInx6Lyn895ZcaEuNJ4VvA8yEMSV1w3XCnbbzdsIRIjIGq1nUvBHAeaz56cp5tpf&#10;+YcuZaxFCuGQowITY5tLGSpDDsPAt8SJO/nOYUywq6Xu8JrCnZXDLPuUDhtODQZbWhmqfsuzU7Au&#10;WzvcFWYZDvvv49EWtw0d1kq9vvSLCYhIfXyI/92FVjD++kj7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LXz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95MUA&#10;AADdAAAADwAAAGRycy9kb3ducmV2LnhtbESPQWsCMRSE7wX/Q3iCt5pYitbVKCJdEHqq1YO3R/Lc&#10;Xd28LJt0d/33TaHQ4zAz3zDr7eBq0VEbKs8aZlMFgth4W3Gh4fSVP7+BCBHZYu2ZNDwowHYzelpj&#10;Zn3Pn9QdYyEShEOGGsoYm0zKYEpyGKa+IU7e1bcOY5JtIW2LfYK7Wr4oNZcOK04LJTa0L8ncj99O&#10;wy2XH94oNOfTuT/YxeV9TrXSejIedisQkYb4H/5rH6yG5eJ1B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T3k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IBvccA&#10;AADdAAAADwAAAGRycy9kb3ducmV2LnhtbESPT2vCQBTE7wW/w/KE3urGtPgnuootFErFQ1XE4zP7&#10;TEKyb8Puqum37wpCj8PM/IaZLzvTiCs5X1lWMBwkIIhzqysuFOx3ny8TED4ga2wsk4Jf8rBc9J7m&#10;mGl74x+6bkMhIoR9hgrKENpMSp+XZNAPbEscvbN1BkOUrpDa4S3CTSPTJBlJgxXHhRJb+igpr7cX&#10;o+B4WfN58/q9cu/hYLudr9PTpFbqud+tZiACdeE//Gh/aQXT8VsK9zfx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SAb3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Qe9M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yWjw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RB70yAAAAN0AAAAPAAAAAAAAAAAAAAAAAJgCAABk&#10;cnMvZG93bnJldi54bWxQSwUGAAAAAAQABAD1AAAAjQMAAAAA&#10;" fillcolor="black" stroked="f"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F8gcUA&#10;AADdAAAADwAAAGRycy9kb3ducmV2LnhtbESPQUsDMRSE74L/ITzBm82qxeratCwFUTxtW0uvr5vn&#10;ZnHzsiQx3f77RhB6HGbmG2a+HG0vEvnQOVZwPylAEDdOd9wq+Nq+3T2DCBFZY++YFJwowHJxfTXH&#10;UrsjryltYisyhEOJCkyMQyllaAxZDBM3EGfv23mLMUvfSu3xmOG2lw9F8SQtdpwXDA60MtT8bH6t&#10;gnRY1dVj2iez/vRV6139vjvUSt3ejNUriEhjvIT/2x9awctsOoW/N/kJyM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XyB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56McA&#10;AADdAAAADwAAAGRycy9kb3ducmV2LnhtbESPQWvCQBSE7wX/w/IEb3WjWK3RVURssb3UpgU9PrLP&#10;bDD7NmS3Me2vdwuFHoeZ+YZZrjtbiZYaXzpWMBomIIhzp0suFHx+PN0/gvABWWPlmBR8k4f1qne3&#10;xFS7K79Tm4VCRAj7FBWYEOpUSp8bsuiHriaO3tk1FkOUTSF1g9cIt5UcJ8lUWiw5LhisaWsov2Rf&#10;VoEfbXfHV/szb0/Pht+yFzM9FEapQb/bLEAE6sJ/+K+91wrms8kD/L6JT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aOe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844B0" w:rsidRDefault="001844B0" w:rsidP="00184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844B0" w:rsidRPr="0081108E" w:rsidRDefault="001844B0" w:rsidP="001844B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1844B0" w:rsidRPr="0081108E" w:rsidRDefault="001844B0" w:rsidP="001844B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1844B0" w:rsidRPr="0081108E" w:rsidRDefault="001844B0" w:rsidP="001844B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1844B0" w:rsidRPr="0081108E" w:rsidRDefault="001844B0" w:rsidP="001844B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A3261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>)</w:t>
      </w: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  <w:lang w:val="uk-UA"/>
        </w:rPr>
        <w:t>Клімчук</w:t>
      </w:r>
      <w:proofErr w:type="spellEnd"/>
      <w:r w:rsidRPr="00A32618">
        <w:rPr>
          <w:rFonts w:ascii="Times New Roman" w:eastAsia="Calibri" w:hAnsi="Times New Roman" w:cs="Times New Roman"/>
          <w:b/>
          <w:sz w:val="24"/>
          <w:lang w:val="uk-UA"/>
        </w:rPr>
        <w:t xml:space="preserve"> Л.В.</w:t>
      </w:r>
    </w:p>
    <w:p w:rsidR="001844B0" w:rsidRPr="00A32618" w:rsidRDefault="001844B0" w:rsidP="001844B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844B0" w:rsidRPr="00A32618" w:rsidRDefault="001844B0" w:rsidP="001844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  <w:lang w:val="uk-UA"/>
        </w:rPr>
        <w:t>Клімчук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Л.В.,</w:t>
      </w:r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рада</w:t>
      </w:r>
    </w:p>
    <w:p w:rsidR="001844B0" w:rsidRPr="00A32618" w:rsidRDefault="001844B0" w:rsidP="001844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>ВИРІШИЛА:</w:t>
      </w:r>
    </w:p>
    <w:p w:rsidR="001844B0" w:rsidRPr="00A32618" w:rsidRDefault="001844B0" w:rsidP="001844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844B0" w:rsidRPr="00A32618" w:rsidRDefault="001844B0" w:rsidP="001844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Клімчук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Людмилі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Володимирівні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яка зареєстрована за адресою: </w:t>
      </w:r>
      <w:r w:rsidR="005A6964">
        <w:rPr>
          <w:rFonts w:ascii="Times New Roman" w:eastAsia="Calibri" w:hAnsi="Times New Roman" w:cs="Times New Roman"/>
          <w:sz w:val="24"/>
          <w:lang w:val="en-US"/>
        </w:rPr>
        <w:t>____________________</w:t>
      </w:r>
      <w:bookmarkStart w:id="0" w:name="_GoBack"/>
      <w:bookmarkEnd w:id="0"/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0,1000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A32618">
        <w:rPr>
          <w:rFonts w:ascii="Times New Roman" w:eastAsia="Calibri" w:hAnsi="Times New Roman" w:cs="Times New Roman"/>
          <w:sz w:val="24"/>
          <w:lang w:val="uk-UA"/>
        </w:rPr>
        <w:t>с</w:t>
      </w:r>
      <w:proofErr w:type="gramStart"/>
      <w:r w:rsidRPr="00A32618">
        <w:rPr>
          <w:rFonts w:ascii="Times New Roman" w:eastAsia="Calibri" w:hAnsi="Times New Roman" w:cs="Times New Roman"/>
          <w:sz w:val="24"/>
          <w:lang w:val="uk-UA"/>
        </w:rPr>
        <w:t>.К</w:t>
      </w:r>
      <w:proofErr w:type="gramEnd"/>
      <w:r w:rsidRPr="00A32618">
        <w:rPr>
          <w:rFonts w:ascii="Times New Roman" w:eastAsia="Calibri" w:hAnsi="Times New Roman" w:cs="Times New Roman"/>
          <w:sz w:val="24"/>
          <w:lang w:val="uk-UA"/>
        </w:rPr>
        <w:t>олом’є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по </w:t>
      </w:r>
      <w:proofErr w:type="spellStart"/>
      <w:r w:rsidRPr="00A32618">
        <w:rPr>
          <w:rFonts w:ascii="Times New Roman" w:eastAsia="Calibri" w:hAnsi="Times New Roman" w:cs="Times New Roman"/>
          <w:sz w:val="24"/>
          <w:lang w:val="uk-UA"/>
        </w:rPr>
        <w:t>вул.Миру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>, 116.</w:t>
      </w:r>
    </w:p>
    <w:p w:rsidR="001844B0" w:rsidRPr="00A32618" w:rsidRDefault="001844B0" w:rsidP="001844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       2.Клімчук Л.В.,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844B0" w:rsidRPr="00A32618" w:rsidRDefault="001844B0" w:rsidP="001844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44B0" w:rsidRPr="00A32618" w:rsidRDefault="001844B0" w:rsidP="001844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844B0" w:rsidRPr="001844B0" w:rsidRDefault="001844B0" w:rsidP="001844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104F9B" w:rsidRPr="001844B0" w:rsidRDefault="001844B0" w:rsidP="001844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 МИХАЛЮК</w:t>
      </w:r>
    </w:p>
    <w:sectPr w:rsidR="00104F9B" w:rsidRPr="001844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844B0"/>
    <w:rsid w:val="00104F9B"/>
    <w:rsid w:val="00171A2E"/>
    <w:rsid w:val="001844B0"/>
    <w:rsid w:val="00304C90"/>
    <w:rsid w:val="00505B6D"/>
    <w:rsid w:val="005A6964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B0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>Microsoft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2020-12-10T13:19:00Z</dcterms:created>
  <dcterms:modified xsi:type="dcterms:W3CDTF">2020-12-11T07:22:00Z</dcterms:modified>
</cp:coreProperties>
</file>