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FD6" w:rsidRPr="00AF2E62" w:rsidRDefault="00365FD6" w:rsidP="00365FD6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65FD6" w:rsidRPr="00AF2E62" w:rsidRDefault="00365FD6" w:rsidP="00365F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97C96EB" wp14:editId="4BB692F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0307" name="Группа 10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03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5FD6" w:rsidRDefault="00365FD6" w:rsidP="00365FD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97C96EB" id="Группа 1030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Ps0uiJ9dgAAQVkE&#10;AA4AAAAAAAAAAAAAAAAALgIAAGRycy9lMm9Eb2MueG1sUEsBAi0AFAAGAAgAAAAhAJ7TZG3dAAAA&#10;BgEAAA8AAAAAAAAAAAAAAAAA13gAAGRycy9kb3ducmV2LnhtbFBLBQYAAAAABAAEAPMAAADheQAA&#10;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" fillcolor="black" stroked="f"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" fillcolor="black" stroked="f"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5FD6" w:rsidRDefault="00365FD6" w:rsidP="00365FD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65FD6" w:rsidRPr="00AF2E62" w:rsidRDefault="00365FD6" w:rsidP="00365FD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65FD6" w:rsidRPr="00AF2E62" w:rsidRDefault="00365FD6" w:rsidP="00365F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65FD6" w:rsidRPr="00AF2E62" w:rsidRDefault="00365FD6" w:rsidP="00365FD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365FD6" w:rsidRPr="00AF2E62" w:rsidRDefault="00365FD6" w:rsidP="00365FD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65FD6" w:rsidRPr="00AF2E62" w:rsidRDefault="00365FD6" w:rsidP="00365FD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Кравчук О.О.</w:t>
      </w: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Кравчук О.О.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65FD6" w:rsidRPr="00AF2E62" w:rsidRDefault="00365FD6" w:rsidP="00365F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65FD6" w:rsidRPr="00CC3FA7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53C7B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      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1. Надати Кравчук Олені Олександрівні, яка зареєстрована за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92769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0,1500га, для </w:t>
      </w: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на території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65FD6" w:rsidRPr="00CC3FA7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      2. Кравчук О.О.,  розробити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65FD6" w:rsidRPr="00CC3FA7" w:rsidRDefault="00365FD6" w:rsidP="00365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65FD6" w:rsidRPr="00AF2E62" w:rsidRDefault="00365FD6" w:rsidP="00365FD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3FA7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5FD6" w:rsidRPr="00AF2E62" w:rsidRDefault="00365FD6" w:rsidP="00365FD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5FD6" w:rsidRDefault="00365FD6" w:rsidP="00365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5FD6" w:rsidRDefault="00365FD6" w:rsidP="00365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5FD6" w:rsidRDefault="00365FD6" w:rsidP="00365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65FD6" w:rsidRDefault="00365FD6" w:rsidP="00365FD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4127" w:rsidRPr="00365FD6" w:rsidRDefault="00365FD6" w:rsidP="00365FD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sectPr w:rsidR="00094127" w:rsidRPr="00365FD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FD6"/>
    <w:rsid w:val="00094127"/>
    <w:rsid w:val="00292769"/>
    <w:rsid w:val="00365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FD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240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2021-06-22T08:03:00Z</dcterms:created>
  <dcterms:modified xsi:type="dcterms:W3CDTF">2021-06-22T12:55:00Z</dcterms:modified>
</cp:coreProperties>
</file>