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F89" w:rsidRPr="00CB71B2" w:rsidRDefault="00FF3F89" w:rsidP="00FF3F89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F3F89" w:rsidRPr="00CB71B2" w:rsidRDefault="00FF3F89" w:rsidP="00FF3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F3F89" w:rsidRPr="00CB71B2" w:rsidRDefault="00FF3F89" w:rsidP="00FF3F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" name="Групувати 94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3F89" w:rsidRDefault="00FF3F89" w:rsidP="00FF3F8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D+Jtu+&#10;9HgAAAhZBAAOAAAAAAAAAAAAAAAAAC4CAABkcnMvZTJvRG9jLnhtbFBLAQItABQABgAIAAAAIQCy&#10;HUyb4AAAAAoBAAAPAAAAAAAAAAAAAAAAAE57AABkcnMvZG93bnJldi54bWxQSwUGAAAAAAQABADz&#10;AAAAW3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" fillcolor="black" stroked="f"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3F89" w:rsidRDefault="00FF3F89" w:rsidP="00FF3F8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F3F89" w:rsidRPr="00CB71B2" w:rsidRDefault="00FF3F89" w:rsidP="00FF3F8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F3F89" w:rsidRPr="00CB71B2" w:rsidRDefault="00FF3F89" w:rsidP="00FF3F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22.04.2021 року                                            Крупець                                                 №___</w:t>
      </w:r>
    </w:p>
    <w:p w:rsidR="00FF3F89" w:rsidRPr="00CB71B2" w:rsidRDefault="00FF3F89" w:rsidP="00FF3F8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F3F89" w:rsidRPr="00CB71B2" w:rsidRDefault="00FF3F89" w:rsidP="00FF3F8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FF3F89" w:rsidRPr="00CB71B2" w:rsidRDefault="00FF3F89" w:rsidP="00FF3F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FF3F89" w:rsidRPr="00CB71B2" w:rsidRDefault="00FF3F89" w:rsidP="00FF3F8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F3F89" w:rsidRPr="00CB71B2" w:rsidRDefault="00FF3F89" w:rsidP="00FF3F8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proofErr w:type="spellStart"/>
      <w:r w:rsidRPr="00CB71B2">
        <w:rPr>
          <w:rFonts w:ascii="Times New Roman" w:eastAsia="Calibri" w:hAnsi="Times New Roman" w:cs="Times New Roman"/>
          <w:b/>
          <w:sz w:val="24"/>
          <w:szCs w:val="24"/>
        </w:rPr>
        <w:t>Бірюковій</w:t>
      </w:r>
      <w:proofErr w:type="spellEnd"/>
      <w:r w:rsidRPr="00CB71B2">
        <w:rPr>
          <w:rFonts w:ascii="Times New Roman" w:eastAsia="Calibri" w:hAnsi="Times New Roman" w:cs="Times New Roman"/>
          <w:b/>
          <w:sz w:val="24"/>
          <w:szCs w:val="24"/>
        </w:rPr>
        <w:t xml:space="preserve">  Л.Д.</w:t>
      </w: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1B2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Бірюкової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  </w:t>
      </w:r>
      <w:r w:rsidRPr="00CB71B2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F89" w:rsidRPr="00CB71B2" w:rsidRDefault="00FF3F89" w:rsidP="00FF3F8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 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 0,0780га,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F89" w:rsidRPr="00CB71B2" w:rsidRDefault="00FF3F89" w:rsidP="00FF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Лідії Дмитрівні,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F16605">
        <w:rPr>
          <w:rFonts w:ascii="Times New Roman" w:eastAsia="Calibri" w:hAnsi="Times New Roman" w:cs="Times New Roman"/>
          <w:sz w:val="24"/>
        </w:rPr>
        <w:t>_____________</w:t>
      </w:r>
      <w:r w:rsidRPr="00CB71B2">
        <w:rPr>
          <w:rFonts w:ascii="Times New Roman" w:eastAsia="Calibri" w:hAnsi="Times New Roman" w:cs="Times New Roman"/>
          <w:sz w:val="24"/>
        </w:rPr>
        <w:t xml:space="preserve">,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F1660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0,0780 га, кадастровий номер: 6823984000:01:016:0037, для ведення особистого селянського господарства, яка розташована Хмельницька область,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CB71B2"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1B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F3F89" w:rsidRPr="00CB71B2" w:rsidRDefault="00FF3F89" w:rsidP="00FF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Бірюковій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Л.Д.,</w:t>
      </w: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FF3F89" w:rsidRPr="00CB71B2" w:rsidRDefault="00FF3F89" w:rsidP="00FF3F8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1B2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F3F89" w:rsidRPr="00CB71B2" w:rsidRDefault="00FF3F89" w:rsidP="00FF3F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F3F89" w:rsidRPr="00CB71B2" w:rsidRDefault="00FF3F89" w:rsidP="00FF3F8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9602E" w:rsidRPr="00FF3F89" w:rsidRDefault="00FF3F89" w:rsidP="00FF3F8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B9602E" w:rsidRPr="00FF3F8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F89"/>
    <w:rsid w:val="00171A2E"/>
    <w:rsid w:val="00304C90"/>
    <w:rsid w:val="00505B6D"/>
    <w:rsid w:val="006D3977"/>
    <w:rsid w:val="007D6C18"/>
    <w:rsid w:val="00B9602E"/>
    <w:rsid w:val="00D1641A"/>
    <w:rsid w:val="00F16605"/>
    <w:rsid w:val="00FF3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E9ECC"/>
  <w15:docId w15:val="{D5C4A6BF-F815-42B9-95CD-C20124C0B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3F8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263</Words>
  <Characters>1503</Characters>
  <Application>Microsoft Office Word</Application>
  <DocSecurity>0</DocSecurity>
  <Lines>12</Lines>
  <Paragraphs>3</Paragraphs>
  <ScaleCrop>false</ScaleCrop>
  <Company>Microsoft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2021-04-14T11:43:00Z</dcterms:created>
  <dcterms:modified xsi:type="dcterms:W3CDTF">2021-04-15T05:13:00Z</dcterms:modified>
</cp:coreProperties>
</file>