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2EB" w:rsidRPr="0000517E" w:rsidRDefault="007712EB" w:rsidP="007712E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7712EB" w:rsidRPr="0000517E" w:rsidRDefault="007712EB" w:rsidP="00771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2C782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5226BA" wp14:editId="33A4931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711" name="Группа 147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7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12EB" w:rsidRDefault="007712EB" w:rsidP="007712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D5226BA" id="Группа 1471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" fillcolor="black" stroked="f"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" fillcolor="black" stroked="f"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712EB" w:rsidRDefault="007712EB" w:rsidP="007712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712EB" w:rsidRPr="002C7821" w:rsidRDefault="007712EB" w:rsidP="007712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712EB" w:rsidRPr="002C7821" w:rsidRDefault="007712EB" w:rsidP="007712E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712EB" w:rsidRPr="002C7821" w:rsidRDefault="007712EB" w:rsidP="007712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712EB" w:rsidRPr="002C7821" w:rsidRDefault="007712EB" w:rsidP="007712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712EB" w:rsidRPr="002C7821" w:rsidRDefault="007712EB" w:rsidP="007712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7712EB" w:rsidRPr="002C7821" w:rsidRDefault="007712EB" w:rsidP="007712E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7712EB" w:rsidRPr="002C7821" w:rsidRDefault="007712EB" w:rsidP="007712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7712EB" w:rsidRPr="002C7821" w:rsidRDefault="007712EB" w:rsidP="007712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7712EB" w:rsidRPr="002C7821" w:rsidRDefault="007712EB" w:rsidP="007712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712EB" w:rsidRPr="002C7821" w:rsidRDefault="007712EB" w:rsidP="007712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7712EB" w:rsidRPr="002C7821" w:rsidRDefault="007712EB" w:rsidP="007712E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712EB" w:rsidRPr="002C7821" w:rsidRDefault="007712EB" w:rsidP="007712E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_ сесії сільської </w:t>
      </w:r>
      <w:proofErr w:type="gram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7712EB" w:rsidRPr="002C7821" w:rsidRDefault="007712EB" w:rsidP="007712E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712EB" w:rsidRPr="002C7821" w:rsidRDefault="007712EB" w:rsidP="007712E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7712EB" w:rsidRPr="002C7821" w:rsidRDefault="007712EB" w:rsidP="007712E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712EB" w:rsidRPr="002C7821" w:rsidRDefault="007712EB" w:rsidP="007712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712EB" w:rsidRPr="002C7821" w:rsidRDefault="007712EB" w:rsidP="007712E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</w:p>
    <w:p w:rsidR="007712EB" w:rsidRPr="002C7821" w:rsidRDefault="007712EB" w:rsidP="007712E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розгляд заяви Семенюк О.М.</w:t>
      </w:r>
    </w:p>
    <w:p w:rsidR="007712EB" w:rsidRPr="002C7821" w:rsidRDefault="007712EB" w:rsidP="007712E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2EB" w:rsidRPr="002C7821" w:rsidRDefault="007712EB" w:rsidP="007712E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2EB" w:rsidRPr="002C7821" w:rsidRDefault="007712EB" w:rsidP="007712E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2EB" w:rsidRPr="002C7821" w:rsidRDefault="007712EB" w:rsidP="007712E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 Семенюка О.М., сільська   рада     </w:t>
      </w:r>
    </w:p>
    <w:p w:rsidR="007712EB" w:rsidRPr="002C7821" w:rsidRDefault="007712EB" w:rsidP="007712E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712EB" w:rsidRPr="002C7821" w:rsidRDefault="007712EB" w:rsidP="007712E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2EB" w:rsidRPr="002C7821" w:rsidRDefault="007712EB" w:rsidP="007712E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Семенюка Олександра Миколайовича,  який зареєстрований за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A2581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припинити право користування на земельну ділянку орієнтовною площею  0,3100 га, яка розташована в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с.Колом’є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по вул. Миру, та перевести в землі запасу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7712EB" w:rsidRPr="002C7821" w:rsidRDefault="007712EB" w:rsidP="007712E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7712EB" w:rsidRPr="002C7821" w:rsidRDefault="007712EB" w:rsidP="007712E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2EB" w:rsidRPr="002C7821" w:rsidRDefault="007712EB" w:rsidP="007712E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2EB" w:rsidRPr="002C7821" w:rsidRDefault="007712EB" w:rsidP="007712E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2EB" w:rsidRPr="002C7821" w:rsidRDefault="007712EB" w:rsidP="007712EB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12EB" w:rsidRPr="002C7821" w:rsidRDefault="007712EB" w:rsidP="007712E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12EB" w:rsidRPr="002C7821" w:rsidRDefault="007712EB" w:rsidP="007712EB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Сільський голова                                                                  </w:t>
      </w:r>
      <w:r w:rsidRPr="002C7821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</w:p>
    <w:p w:rsidR="008E55CE" w:rsidRDefault="008E55CE"/>
    <w:sectPr w:rsidR="008E55C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2EB"/>
    <w:rsid w:val="007712EB"/>
    <w:rsid w:val="008E55CE"/>
    <w:rsid w:val="00A2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2E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12E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183</Words>
  <Characters>1049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2021-06-22T05:57:00Z</dcterms:created>
  <dcterms:modified xsi:type="dcterms:W3CDTF">2021-06-22T12:42:00Z</dcterms:modified>
</cp:coreProperties>
</file>