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66" w:rsidRPr="00E269E7" w:rsidRDefault="00E04B66" w:rsidP="00E04B6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C6F1A4" wp14:editId="2631206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1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B66" w:rsidRDefault="00E04B66" w:rsidP="00E04B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2Nfx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tnN5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rzkSnF0phdkiCvwar6mZZZ2ypIrZZE/nkuuk7mZJPu6&#10;5DpxTS8abEc+lGRg6c4uLBvX5FqZaEsJc3ZNrhZMWhokBJe92znyG4g8C80sTtKMawrV4OAsKts1&#10;uXKGuZE+Ba7JtQNfUyduQtfkChoG+erdFBpqFxzwpbkXt/nBicvclff5bpSP2s7lOuphBiS1l5f6&#10;Hl4MeZy5jkAp6oh8iWnNwf/TFJ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QaSMLbV6K7+5y4W2AYmTitgEgSn5893w4uLyZd48KRJD4jKR3o/RB63KnCECJJ&#10;fDIp4lpMiqipTjryp8L1nTVW3ByZK2LKOteBlet6hDZ00p4iF35auPXopF2MrsM3GldlnHl8sgRa&#10;cjIQ126B/0IVVssnVZCGLAssqM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N7NICaJPANvwFJVADp+DNDmVTwDX+496tyBfOALV6bOFbw&#10;jRXkBJsk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AVQ2NfxXcAAEBZBAAOAAAAAAAAAAAA&#10;AAAAAC4CAABkcnMvZTJvRG9jLnhtbFBLAQItABQABgAIAAAAIQCyHUyb4AAAAAoBAAAPAAAAAAAA&#10;AAAAAAAAAB96AABkcnMvZG93bnJldi54bWxQSwUGAAAAAAQABADzAAAAL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cbMQA&#10;AADdAAAADwAAAGRycy9kb3ducmV2LnhtbESPQYvCMBSE7wv+h/AEb2uqLm6pTUVExYOw1NX7o3m2&#10;xealNFHrv98Iwh6HmfmGSZe9acSdOldbVjAZRyCIC6trLhWcfrefMQjnkTU2lknBkxwss8FHiom2&#10;D87pfvSlCBB2CSqovG8TKV1RkUE3ti1x8C62M+iD7EqpO3wEuGnkNIrm0mDNYaHCltYVFdfjzSiw&#10;s93+cC6n+WzD355XP/Hl3B+UGg371QKEp97/h9/tvVbwFU/m8Ho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XG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s9+ckA&#10;AADdAAAADwAAAGRycy9kb3ducmV2LnhtbESPW2sCMRSE34X+h3CEvkjNWsTL1ihF2Lb2oeAFfD1s&#10;TjdrNydLkurqr28KhT4OM/MNs1h1thFn8qF2rGA0zEAQl07XXCk47IuHGYgQkTU2jknBlQKslne9&#10;BebaXXhL512sRIJwyFGBibHNpQylIYth6Fri5H06bzEm6SupPV4S3DbyMcsm0mLNacFgS2tD5dfu&#10;2yo4FR/muJ7eXvxgvqXboHh/bTYTpe773fMTiEhd/A//td+0gvFsNIXfN+kJyO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/s9+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zL9MEA&#10;AADdAAAADwAAAGRycy9kb3ducmV2LnhtbERPzWrCQBC+F3yHZQpeSt34Q5HUVUSqiBdR+wBDdsyG&#10;ZmdDdmvi2zsHwePH979Y9b5WN2pjFdjAeJSBIi6Crbg08HvZfs5BxYRssQ5MBu4UYbUcvC0wt6Hj&#10;E93OqVQSwjFHAy6lJtc6Fo48xlFoiIW7htZjEtiW2rbYSbiv9STLvrTHiqXBYUMbR8Xf+d9LyXGK&#10;x8O1u2x3PXb4c3D8sT4ZM3zv19+gEvXpJX6699bAbD6WufJGnoB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8y/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7z8YA&#10;AADdAAAADwAAAGRycy9kb3ducmV2LnhtbESPQUsDMRSE70L/Q3iF3my2pdZ2bVqkKojgwSpIb4/N&#10;6+7i5iUkr9313xtB8DjMzDfMZje4Tl0optazgdm0AEVcedtybeDj/el6BSoJssXOMxn4pgS77ehq&#10;g6X1Pb/R5SC1yhBOJRpoREKpdaoacpimPhBn7+SjQ8ky1tpG7DPcdXpeFEvtsOW80GCgfUPV1+Hs&#10;DLz2j+HldnlzCse4mOv0YOVzL8ZMxsP9HSihQf7Df+1na2Cxmq3h901+Anr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u7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YNT8EA&#10;AADdAAAADwAAAGRycy9kb3ducmV2LnhtbERPzWrCQBC+F3yHZQQvRTe1UiS6iogW8SJqH2DIjtlg&#10;djZktyZ9e+dQ8Pjx/S/Xva/Vg9pYBTbwMclAERfBVlwa+Lnux3NQMSFbrAOTgT+KsF4N3paY29Dx&#10;mR6XVCoJ4ZijAZdSk2sdC0ce4yQ0xMLdQusxCWxLbVvsJNzXepplX9pjxdLgsKGto+J++fVScvrE&#10;0/HWXfffPXa4Ozp+35yNGQ37zQJUoj69xP/ugzUwm09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mDU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9dMYA&#10;AADdAAAADwAAAGRycy9kb3ducmV2LnhtbESPQUsDMRSE70L/Q3iCN5vtUmtZm5ZSFaTgoVUQb4/N&#10;6+7i5iUkz+767xtB8DjMzDfMajO6Xp0pps6zgdm0AEVce9txY+D97fl2CSoJssXeMxn4oQSb9eRq&#10;hZX1Ax/ofJRGZQinCg20IqHSOtUtOUxTH4izd/LRoWQZG20jDhnuel0WxUI77DgvtBho11L9dfx2&#10;Bl6Hp7C/X9ydwmeclzo9WvnYiTE31+P2AZTQKP/hv/aLNTBf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F9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DfccA&#10;AADdAAAADwAAAGRycy9kb3ducmV2LnhtbESPzWrDMBCE74W8g9hCLyWR6zYhuFFCUhANtFDyA70u&#10;1sY2tVZGUmPn7aNAocdhZr5hFqvBtuJMPjSOFTxNMhDEpTMNVwqOBz2egwgR2WDrmBRcKMBqObpb&#10;YGFczzs672MlEoRDgQrqGLtCylDWZDFMXEecvJPzFmOSvpLGY5/gtpV5ls2kxYbTQo0dvdVU/ux/&#10;rYLNV189+8dyM7iP0/v3VGujP7VSD/fD+hVEpCH+h//aW6PgZZ7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DQ3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e8o8QA&#10;AADdAAAADwAAAGRycy9kb3ducmV2LnhtbESPUWvCMBSF3wf7D+EOfJup1Y3SGUU2CjJ8me4HXJq7&#10;ptrclCTW+u8XQfDxcM75Dme5Hm0nBvKhdaxgNs1AENdOt9wo+D1UrwWIEJE1do5JwZUCrFfPT0ss&#10;tbvwDw372IgE4VCiAhNjX0oZakMWw9T1xMn7c95iTNI3Unu8JLjtZJ5l79Jiy2nBYE+fhurT/mwV&#10;VN/5bjidta/cZlxYejPH4ssoNXkZNx8gIo3xEb63t1rBosjn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3vK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+ksYA&#10;AADdAAAADwAAAGRycy9kb3ducmV2LnhtbESPQWsCMRSE70L/Q3iFXopmtVpkaxQthAoVpCp4fWye&#10;u0s3L0uSutt/bwoFj8PMfMMsVr1txJV8qB0rGI8yEMSFMzWXCk5HPZyDCBHZYOOYFPxSgNXyYbDA&#10;3LiOv+h6iKVIEA45KqhibHMpQ1GRxTByLXHyLs5bjEn6UhqPXYLbRk6y7FVarDktVNjSe0XF9+HH&#10;Ktjsu/LFPxeb3n1ePs4zrY3eaaWeHvv1G4hIfbyH/9tbo2A6n0z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Z+k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BTMQA&#10;AADdAAAADwAAAGRycy9kb3ducmV2LnhtbESPUWvCMBSF3wf7D+EOfJvpikrpjCIbhSG+qPsBl+ba&#10;VJubksRa/70RBns8nHO+w1muR9uJgXxoHSv4mGYgiGunW24U/B6r9wJEiMgaO8ek4E4B1qvXlyWW&#10;2t14T8MhNiJBOJSowMTYl1KG2pDFMHU9cfJOzluMSfpGao+3BLedzLNsIS22nBYM9vRlqL4crlZB&#10;tc13w+WqfeU248zS3JyLb6PU5G3cfIKINMb/8F/7RyuYFfkc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SgU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FH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IvxH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xQUd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5msQA&#10;AADdAAAADwAAAGRycy9kb3ducmV2LnhtbESPQYvCMBSE78L+h/AEbza1iLrVKLLisnjSrnp+NM+2&#10;2LyUJmr992ZhweMwM98wi1VnanGn1lWWFYyiGARxbnXFhYLj73Y4A+E8ssbaMil4koPV8qO3wFTb&#10;Bx/onvlCBAi7FBWU3jeplC4vyaCLbEMcvIttDfog20LqFh8BbmqZxPFEGqw4LJTY0FdJ+TW7GQW3&#10;yTk58mWn99nm+f252a6dPBVKDfrdeg7CU+ff4f/2j1YwniVT+HsTn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buZ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S78UA&#10;AADdAAAADwAAAGRycy9kb3ducmV2LnhtbERPu27CMBTdkfgH6yJ1AweKohDioBapUtuhiNfAdokv&#10;Sdr4OsQupH9fD5U6Hp13tupNI27UudqygukkAkFcWF1zqeCwfxknIJxH1thYJgU/5GCVDwcZptre&#10;eUu3nS9FCGGXooLK+zaV0hUVGXQT2xIH7mI7gz7ArpS6w3sIN42cRVEsDdYcGipsaV1R8bX7NgqO&#10;myRebJ7f5p/vH2d8NPp60nWs1MOof1qC8NT7f/Gf+1UrmCezMDe8C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1L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1h8YA&#10;AADdAAAADwAAAGRycy9kb3ducmV2LnhtbESPT2vCQBTE74LfYXmCN900iqTRTegftMWTWsHrI/tM&#10;QrNvQ3bV2E/fLRQ8DjPzG2aV96YRV+pcbVnB0zQCQVxYXXOp4Pi1niQgnEfW2FgmBXdykGfDwQpT&#10;bW+8p+vBlyJA2KWooPK+TaV0RUUG3dS2xME7286gD7Irpe7wFuCmkXEULaTBmsNChS29VVR8Hy5G&#10;wc/ihDv3Eb++z7Sn+zzZ2O1uo9R41L8sQXjq/SP83/7UCuZJ/Ax/b8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M1h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Zf8EA&#10;AADdAAAADwAAAGRycy9kb3ducmV2LnhtbERPzYrCMBC+C/sOYRb2pum6VdxqlEUUvKl1H2BoxrTY&#10;TGoTtfr05iB4/Pj+Z4vO1uJKra8cK/geJCCIC6crNgr+D+v+BIQPyBprx6TgTh4W84/eDDPtbryn&#10;ax6MiCHsM1RQhtBkUvqiJIt+4BriyB1dazFE2BqpW7zFcFvLYZKMpcWKY0OJDS1LKk75xSo4u+FI&#10;d/kKt6fV764yJj0/9qlSX5/d3xREoC68xS/3RitIJz9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oWX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V2jMUA&#10;AADdAAAADwAAAGRycy9kb3ducmV2LnhtbESPwW7CMBBE75X4B2uReisOUCBNcaK2UiWu0B56XOwl&#10;CcTrELuQ8vUYCanH0cy80SyL3jbiRJ2vHSsYjxIQxNqZmksF31+fTykIH5ANNo5JwR95KPLBwxIz&#10;4868ptMmlCJC2GeooAqhzaT0uiKLfuRa4ujtXGcxRNmV0nR4jnDbyEmSzKXFmuNChS19VKQPm1+r&#10;YFVvaTbXuxebvuv1z+UYpou9Uepx2L+9ggjUh//wvb0yCp7T6Rhub+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Xa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4bD8IA&#10;AADdAAAADwAAAGRycy9kb3ducmV2LnhtbERPXWvCMBR9F/Yfwh34punqkK4zyhQEh1PQje310tw1&#10;Zc1NaWKt/94MBB/PN2e26G0tOmp95VjB0zgBQVw4XXGp4OtzPcpA+ICssXZMCi7kYTF/GMww1+7M&#10;B+qOoRSxhH2OCkwITS6lLwxZ9GPXEEft17UWQ4RtKXWL51hua5kmyVRarDguGGxoZaj4O56sgg73&#10;l+THLHcv79VHke6X31sdeTV87N9eQQTqw918S2+0gudsk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hs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A9MUA&#10;AADdAAAADwAAAGRycy9kb3ducmV2LnhtbESPQUvDQBSE70L/w/IK3uzGVKTEbosIFY8ae+jxNfua&#10;Tc2+F3bXJvrrXUHwOMzMN8x6O/leXSjETtjA7aIARdyI7bg1sH/f3axAxYRssRcmA18UYbuZXa2x&#10;sjLyG13q1KoM4VihAZfSUGkdG0ce40IG4uydJHhMWYZW24Bjhvtel0Vxrz12nBccDvTkqPmoP72B&#10;8bk5nsvTwbrvMMiufpVz2Ysx1/Pp8QFUoin9h//aL9bA3Wq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QD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eJ8cA&#10;AADdAAAADwAAAGRycy9kb3ducmV2LnhtbESP3WoCMRSE7wt9h3AK3tWsVnTZGsX6A0WUotX7081x&#10;d9vkZNmkun37RhC8HGbmG2Y8ba0RZ2p85VhBr5uAIM6drrhQcPhcPacgfEDWaByTgj/yMJ08Powx&#10;0+7COzrvQyEihH2GCsoQ6kxKn5dk0XddTRy9k2sshiibQuoGLxFujewnyVBarDgulFjTvKT8Z/9r&#10;Faw+Fua7v93NjjLMl6Mvk67fFhulOk/t7BVEoDbcw7f2u1YwSF8G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r3i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2BcYA&#10;AADdAAAADwAAAGRycy9kb3ducmV2LnhtbESPQWvCQBSE74L/YXmCF9GNWkuIriKCaKGC1UKvz+wz&#10;CWbfhuwa47/vFgoeh5n5hlmsWlOKhmpXWFYwHkUgiFOrC84UfJ+3wxiE88gaS8uk4EkOVstuZ4GJ&#10;tg/+oubkMxEg7BJUkHtfJVK6NCeDbmQr4uBdbW3QB1lnUtf4CHBTykkUvUuDBYeFHCva5JTeTnej&#10;oDl+XrJ946qPWzxws+lltzvoH6X6vXY9B+Gp9a/wf3uvFbzF0x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C2B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Uu8gA&#10;AADdAAAADwAAAGRycy9kb3ducmV2LnhtbESPT2sCMRTE70K/Q3iF3jTrn8q6GqUKgheh2h7q7bl5&#10;7i5uXrZJqquf3hQKPQ4z8xtmtmhNLS7kfGVZQb+XgCDOra64UPD5se6mIHxA1lhbJgU38rCYP3Vm&#10;mGl75R1d9qEQEcI+QwVlCE0mpc9LMuh7tiGO3sk6gyFKV0jt8BrhppaDJBlLgxXHhRIbWpWUn/c/&#10;RsFyki6/30e8ve+OBzp8Hc+vA5co9fLcvk1BBGrDf/ivvdEKRulwDL9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81S7yAAAAN0AAAAPAAAAAAAAAAAAAAAAAJgCAABk&#10;cnMvZG93bnJldi54bWxQSwUGAAAAAAQABAD1AAAAjQMAAAAA&#10;" fillcolor="black" stroked="f"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yLsgA&#10;AADdAAAADwAAAGRycy9kb3ducmV2LnhtbESPQWvCQBSE7wX/w/KE3upG29oQXUVtCwXtQdtDj8/s&#10;M1mSfRuyW43++q4g9DjMzDfMdN7ZWhyp9caxguEgAUGcO224UPD99f6QgvABWWPtmBScycN81rub&#10;Yqbdibd03IVCRAj7DBWUITSZlD4vyaIfuIY4egfXWgxRtoXULZ4i3NZylCRjadFwXCixoVVJebX7&#10;tQp+1mOTbg2N9pvL8k1vnqvl52ul1H2/W0xABOrCf/jW/tAKntLHF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ljI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yY6cMA&#10;AADdAAAADwAAAGRycy9kb3ducmV2LnhtbERPz2vCMBS+D/wfwhO8zdQ5RqlGEYe4yw5zE6+P5tnU&#10;Ni81iVr965fDYMeP7/d82dtWXMmH2rGCyTgDQVw6XXOl4Od785yDCBFZY+uYFNwpwHIxeJpjod2N&#10;v+i6i5VIIRwKVGBi7AopQ2nIYhi7jjhxR+ctxgR9JbXHWwq3rXzJsjdpsebUYLCjtaGy2V2sAr86&#10;vDcPvuyb7PF5D9tTf87RKDUa9qsZiEh9/Bf/uT+0gtd8m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yY6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YwMYA&#10;AADdAAAADwAAAGRycy9kb3ducmV2LnhtbESPUWsCMRCE3wv9D2ELfRHN1ZZWT6NIQRCUgtYfsF7W&#10;u6PJ5risevbXm4LQx2FmvmGm8847daY21oENvAwyUMRFsDWXBvbfy/4IVBRkiy4wGbhShPns8WGK&#10;uQ0X3tJ5J6VKEI45GqhEmlzrWFTkMQ5CQ5y8Y2g9SpJtqW2LlwT3Tg+z7F17rDktVNjQZ0XFz+7k&#10;DbjhwY3XH3Ej173eZL9etr0va8zzU7eYgBLq5D98b6+sgbfR6xj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SYw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NZMIA&#10;AADdAAAADwAAAGRycy9kb3ducmV2LnhtbERPz2vCMBS+D/wfwhO8zVQRkc4oUxF68bBO8fps3pqy&#10;5KU0Uat//XIQdvz4fi/XvbPiRl1oPCuYjDMQxJXXDdcKjt/79wWIEJE1Ws+k4EEB1qvB2xJz7e/8&#10;Rbcy1iKFcMhRgYmxzaUMlSGHYexb4sT9+M5hTLCrpe7wnsKdldMsm0uHDacGgy1tDVW/5dUp2JWt&#10;nR4Lswnn0+FyscVzT+edUqNh//kBIlIf/8Uvd6EVzBaztD+9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E1k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+nTsMA&#10;AADdAAAADwAAAGRycy9kb3ducmV2LnhtbESPT4vCMBTE78J+h/AW9qaJIirVKLKsIOzJfwdvj+TZ&#10;VpuX0kTb/fYbQfA4zMxvmMWqc5V4UBNKzxqGAwWC2Hhbcq7heNj0ZyBCRLZYeSYNfxRgtfzoLTCz&#10;vuUdPfYxFwnCIUMNRYx1JmUwBTkMA18TJ+/iG4cxySaXtsE2wV0lR0pNpMOS00KBNX0XZG77u9Nw&#10;3chfbxSa0/HUbu30/DOhSmn99dmt5yAidfEdfrW3VsN4Nh7C801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+nT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bF8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k2S+H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s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EXs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aZY+we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ChF7HAAAA3QAAAA8AAAAAAAAAAAAAAAAAmAIAAGRy&#10;cy9kb3ducmV2LnhtbFBLBQYAAAAABAAEAPUAAACMAwAAAAA=&#10;" fillcolor="black" stroked="f"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fmK8UA&#10;AADdAAAADwAAAGRycy9kb3ducmV2LnhtbESPQUsDMRSE70L/Q3gFbzZrXaRsm5alUBRP26p4fd28&#10;bhY3L0sS0/XfG0HwOMzMN8xmN9lBJPKhd6zgflGAIG6d7rlT8PZ6uFuBCBFZ4+CYFHxTgN12drPB&#10;SrsrHymdYicyhEOFCkyMYyVlaA1ZDAs3Emfv4rzFmKXvpPZ4zXA7yGVRPEqLPecFgyPtDbWfpy+r&#10;IJ33Tf2QPpI5vvi68655ej83St3Op3oNItIU/8N/7WetoFyV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+Yr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jQsYA&#10;AADdAAAADwAAAGRycy9kb3ducmV2LnhtbESPQWvCQBSE74L/YXkFb7qxqNjoKkXaUnuxTQv1+Mi+&#10;ZoPZtyG7xuivd4WCx2FmvmGW685WoqXGl44VjEcJCOLc6ZILBT/fr8M5CB+QNVaOScGZPKxX/d4S&#10;U+1O/EVtFgoRIexTVGBCqFMpfW7Ioh+5mjh6f66xGKJsCqkbPEW4reRjksykxZLjgsGaNobyQ3a0&#10;Cvx48/L7YS9P7f7N8C7bmtlnYZQaPHTPCxCBunAP/7fftYLJfDKF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yjQ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4B66" w:rsidRDefault="00E04B66" w:rsidP="00E04B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4B66" w:rsidRDefault="00E04B66" w:rsidP="00E04B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4B66" w:rsidRDefault="00E04B66" w:rsidP="00E04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04B66" w:rsidRDefault="00E04B66" w:rsidP="00E04B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4B66" w:rsidRPr="00B15ABE" w:rsidRDefault="00E04B66" w:rsidP="00E04B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E04B66" w:rsidRPr="00A4331E" w:rsidRDefault="00E04B66" w:rsidP="00E04B6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04B66" w:rsidRPr="00A4331E" w:rsidRDefault="00E04B66" w:rsidP="00E04B6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04B66" w:rsidRPr="00A4331E" w:rsidRDefault="00E04B66" w:rsidP="00E04B6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E04B66" w:rsidRPr="00A4331E" w:rsidRDefault="00E04B66" w:rsidP="00E04B6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Г.Ю.</w:t>
      </w:r>
    </w:p>
    <w:p w:rsidR="00E04B66" w:rsidRPr="00A4331E" w:rsidRDefault="00E04B66" w:rsidP="00E04B6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4B66" w:rsidRPr="00A4331E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Г.Ю.,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  <w:proofErr w:type="gramEnd"/>
    </w:p>
    <w:p w:rsidR="00E04B66" w:rsidRPr="00A4331E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04B66" w:rsidRPr="00A4331E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Юріївні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0,5000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4B66" w:rsidRPr="00A4331E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Юріївні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60ACD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860AC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0,5000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6823984700:05:003:0021,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4B66" w:rsidRPr="00A4331E" w:rsidRDefault="00E04B66" w:rsidP="00E04B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Г.Ю.,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E04B66" w:rsidRPr="00A4331E" w:rsidRDefault="00E04B66" w:rsidP="00E04B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E04B66" w:rsidRPr="00E04B66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04B66" w:rsidRPr="00E04B66" w:rsidRDefault="00E04B66" w:rsidP="00E04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4979" w:rsidRPr="00E04B66" w:rsidRDefault="00E04B66" w:rsidP="00E04B6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B4979" w:rsidRPr="00E04B6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684" w:rsidRDefault="002A2684">
      <w:pPr>
        <w:spacing w:after="0" w:line="240" w:lineRule="auto"/>
      </w:pPr>
      <w:r>
        <w:separator/>
      </w:r>
    </w:p>
  </w:endnote>
  <w:endnote w:type="continuationSeparator" w:id="0">
    <w:p w:rsidR="002A2684" w:rsidRDefault="002A2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684" w:rsidRDefault="002A2684">
      <w:pPr>
        <w:spacing w:after="0" w:line="240" w:lineRule="auto"/>
      </w:pPr>
      <w:r>
        <w:separator/>
      </w:r>
    </w:p>
  </w:footnote>
  <w:footnote w:type="continuationSeparator" w:id="0">
    <w:p w:rsidR="002A2684" w:rsidRDefault="002A2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66"/>
    <w:rsid w:val="002A2684"/>
    <w:rsid w:val="005B4979"/>
    <w:rsid w:val="00860ACD"/>
    <w:rsid w:val="00CC5FF1"/>
    <w:rsid w:val="00E0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6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04B6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04B6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04B6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6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04B6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04B6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04B6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2021-02-01T06:48:00Z</dcterms:created>
  <dcterms:modified xsi:type="dcterms:W3CDTF">2021-02-01T07:27:00Z</dcterms:modified>
</cp:coreProperties>
</file>