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180" w:rsidRDefault="008C3180" w:rsidP="008C318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8914F0" wp14:editId="67F50B6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4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3180" w:rsidRDefault="008C3180" w:rsidP="008C31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CPu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3f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M/Rw3RxE51Ol18f2OuEnw4X5EFuvLPwy+mJ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W7wMtHg8eyARIOP9DcXb79cPNNpN/54+PndmY+hHm4QtfVBUvrV/emn6+PJ&#10;Ez3TubdvyCkNnaY4Kt66Et095MTdAsPIxGkFRJL4/OL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+7b5NC1ng2Tnt9z7Es2BZrRpxXghvuXkoKGana&#10;RHWG1zv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z4E&#10;Xko2Jd8JdvDks6VNObHfZwclHwl3UPL33aacOS1lByVHu21K6Ia1aeh9RGM1pjSyt3C1ZJ4Oxlnb&#10;mzCKwYbAw67rHWpnnlb2AMw7j7MxzgwjuRK8DVmMwxqVpgdK1J7rM4qea0RB9MM23BThcjFPRs4S&#10;PkNMOZpvZ8sA76gxzoGvBDOFrFQdDbxCEKnS7TzV2wcp4XBj8Ixzp5O6/vbIk3I8dco4Tmfky4xp&#10;7s6wtIjvs94tH+LYx9jwYkRrqImAlxJ1CdBnRAc/Wp+Izhq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r6F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L2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vo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gb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rtJ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fqB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ni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c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qZ4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qX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riu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gq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9aZ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H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9a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Rs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wv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YR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V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Z4/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qFF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3aY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Uf8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N2m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lv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5Jb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AuM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gv5m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JA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/BcIA&#10;AADdAAAADwAAAGRycy9kb3ducmV2LnhtbESP0YrCMBRE34X9h3AF3zSt1WWppiKCoo9b9wMuzd22&#10;tLnpNtHWvzeCsI/DzJxhtrvRtOJOvastK4gXEQjiwuqaSwU/1+P8C4TzyBpby6TgQQ522cdki6m2&#10;A3/TPfelCBB2KSqovO9SKV1RkUG3sB1x8H5tb9AH2ZdS9zgEuGnlMoo+pcGaw0KFHR0qKpr8ZhSs&#10;HsPpL1830VEbii9Jd2FfrJWaTcf9BoSn0f+H3+2zVpCskhheb8IT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/8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4bs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MBw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eG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i8s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iPt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Eov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X4dc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xEm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V+H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OVs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nk2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Q5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aSc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dlj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h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dMJs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ehl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dM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mNM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d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2Y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FCM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r6z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0hQ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SUc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Mb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5J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LA8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U2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CSwPHAAAA3QAAAA8AAAAAAAAAAAAAAAAAmAIAAGRy&#10;cy9kb3ducmV2LnhtbFBLBQYAAAAABAAEAPUAAACMAwAAAAA=&#10;" fillcolor="black" stroked="f"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Wes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T+N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5Fn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VM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yn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CN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wks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+A5z3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2w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aTc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xhPJq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0a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Li8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s/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Mu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MP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pm8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9zD7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in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8Ji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OKexQAAAN0AAAAPAAAAAAAAAAAAAAAAAJgCAABkcnMv&#10;ZG93bnJldi54bWxQSwUGAAAAAAQABAD1AAAAigMAAAAA&#10;" fillcolor="black" stroked="f"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9BM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af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0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it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0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Yrb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3180" w:rsidRDefault="008C3180" w:rsidP="008C31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3180" w:rsidRDefault="008C3180" w:rsidP="008C318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C3180" w:rsidRDefault="008C3180" w:rsidP="008C31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3180" w:rsidRDefault="008C3180" w:rsidP="008C31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C3180" w:rsidRDefault="008C3180" w:rsidP="008C31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3180" w:rsidRDefault="008C3180" w:rsidP="008C31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№131</w:t>
      </w:r>
    </w:p>
    <w:p w:rsidR="008C3180" w:rsidRPr="0086775D" w:rsidRDefault="008C3180" w:rsidP="008C31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C3180" w:rsidRPr="0086775D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8C3180" w:rsidRPr="0086775D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8C3180" w:rsidRPr="0086775D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8C3180" w:rsidRPr="0086775D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8C3180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</w:t>
      </w:r>
      <w:proofErr w:type="spellEnd"/>
      <w:r w:rsidRPr="0086775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ради</w:t>
      </w:r>
    </w:p>
    <w:p w:rsidR="008C3180" w:rsidRPr="00A9463A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3180" w:rsidRPr="00A9463A" w:rsidRDefault="008C3180" w:rsidP="008C31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  <w:proofErr w:type="gramEnd"/>
    </w:p>
    <w:p w:rsidR="008C3180" w:rsidRPr="00A9463A" w:rsidRDefault="008C3180" w:rsidP="008C31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C3180" w:rsidRPr="00A9463A" w:rsidRDefault="008C3180" w:rsidP="008C31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комунальну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1,6658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6823984700:04:005:0031, 16.00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 (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кожної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категорії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які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не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надані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або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громадянам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чи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юридичним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особам), яка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Лисиченська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рада.</w:t>
      </w:r>
      <w:proofErr w:type="gramEnd"/>
    </w:p>
    <w:p w:rsidR="008C3180" w:rsidRPr="00A9463A" w:rsidRDefault="008C3180" w:rsidP="008C31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сільській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раді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8C3180" w:rsidRPr="00A9463A" w:rsidRDefault="008C3180" w:rsidP="008C31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A946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C3180" w:rsidRPr="008C3180" w:rsidRDefault="008C3180" w:rsidP="008C31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8C3180" w:rsidRPr="00A9463A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E94F32" w:rsidRPr="008C3180" w:rsidRDefault="008C3180" w:rsidP="008C31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A9463A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9463A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A9463A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A9463A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94F32" w:rsidRPr="008C31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180"/>
    <w:rsid w:val="008C3180"/>
    <w:rsid w:val="00E94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8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C318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318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C318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18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C318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318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C318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2021-09-13T12:55:00Z</dcterms:created>
  <dcterms:modified xsi:type="dcterms:W3CDTF">2021-09-13T12:56:00Z</dcterms:modified>
</cp:coreProperties>
</file>