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DBA" w:rsidRPr="00B623A8" w:rsidRDefault="00F649C9" w:rsidP="00E53DBA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pict>
          <v:group 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53DBA" w:rsidRDefault="00E53DBA" w:rsidP="00E53D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53DBA" w:rsidRDefault="00E53DBA" w:rsidP="00E53D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53DBA" w:rsidRDefault="00E53DBA" w:rsidP="00E53D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53DBA" w:rsidRDefault="00E53DBA" w:rsidP="00E53D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53DBA" w:rsidRDefault="00E53DBA" w:rsidP="00E53D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53DBA" w:rsidRDefault="00E53DBA" w:rsidP="00E53D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53DBA" w:rsidRDefault="00E53DBA" w:rsidP="00E53D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53DBA" w:rsidRDefault="00E53DBA" w:rsidP="00E53D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53DBA" w:rsidRDefault="00E53DBA" w:rsidP="00E53D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53DBA" w:rsidRDefault="00E53DBA" w:rsidP="00E53D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53DBA" w:rsidRDefault="00E53DBA" w:rsidP="00E53D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53DBA" w:rsidRDefault="00E53DBA" w:rsidP="00E53D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53DBA" w:rsidRDefault="00E53DBA" w:rsidP="00E53D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53DBA" w:rsidRDefault="00E53DBA" w:rsidP="00E53D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53DBA" w:rsidRDefault="00E53DBA" w:rsidP="00E53D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53DBA" w:rsidRDefault="00E53DBA" w:rsidP="00E53D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53DBA" w:rsidRDefault="00E53DBA" w:rsidP="00E53D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53DBA" w:rsidRDefault="00E53DBA" w:rsidP="00E53D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53DBA" w:rsidRDefault="00E53DBA" w:rsidP="00E53D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53DBA" w:rsidRDefault="00E53DBA" w:rsidP="00E53D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<v:textbox>
                <w:txbxContent>
                  <w:p w:rsidR="00E53DBA" w:rsidRDefault="00E53DBA" w:rsidP="00E53D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53DBA" w:rsidRDefault="00E53DBA" w:rsidP="00E53D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53DBA" w:rsidRDefault="00E53DBA" w:rsidP="00E53D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53DBA" w:rsidRDefault="00E53DBA" w:rsidP="00E53D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53DBA" w:rsidRDefault="00E53DBA" w:rsidP="00E53D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53DBA" w:rsidRDefault="00E53DBA" w:rsidP="00E53D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53DBA" w:rsidRDefault="00E53DBA" w:rsidP="00E53D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<v:textbox>
                <w:txbxContent>
                  <w:p w:rsidR="00E53DBA" w:rsidRDefault="00E53DBA" w:rsidP="00E53D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53DBA" w:rsidRDefault="00E53DBA" w:rsidP="00E53D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53DBA" w:rsidRDefault="00E53DBA" w:rsidP="00E53D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53DBA" w:rsidRDefault="00E53DBA" w:rsidP="00E53D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3DBA" w:rsidRDefault="00E53DBA" w:rsidP="00E53D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3DBA" w:rsidRDefault="00E53DBA" w:rsidP="00E53D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3DBA" w:rsidRDefault="00E53DBA" w:rsidP="00E53D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3DBA" w:rsidRDefault="00E53DBA" w:rsidP="00E53DB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                                                                    УКРАЇНА</w:t>
      </w:r>
    </w:p>
    <w:p w:rsidR="00E53DBA" w:rsidRDefault="00E53DBA" w:rsidP="00E53DB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53DBA" w:rsidRDefault="00E53DBA" w:rsidP="00E53D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53DBA" w:rsidRDefault="00E53DBA" w:rsidP="00E53D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53DBA" w:rsidRDefault="00E53DBA" w:rsidP="00E53D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3DBA" w:rsidRDefault="00E53DBA" w:rsidP="00E53D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53DBA" w:rsidRDefault="00E53DBA" w:rsidP="00E53D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3DBA" w:rsidRDefault="00E53DBA" w:rsidP="00E53D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53DBA" w:rsidRDefault="00E53DBA" w:rsidP="00E53DB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53DBA" w:rsidRDefault="00E53DBA" w:rsidP="00E53DB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27.11.2020 року                                            Крупець                                                       №101</w:t>
      </w:r>
    </w:p>
    <w:p w:rsidR="00E53DBA" w:rsidRDefault="00E53DBA" w:rsidP="00E53DBA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53DBA" w:rsidRDefault="00E53DBA" w:rsidP="00E53DBA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E53DBA" w:rsidRDefault="00E53DBA" w:rsidP="00E53DBA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E53DBA" w:rsidRDefault="00E53DBA" w:rsidP="00E53DB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Качаровському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Р.І.</w:t>
      </w:r>
    </w:p>
    <w:p w:rsidR="00E53DBA" w:rsidRDefault="00E53DBA" w:rsidP="00E53DB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53DBA" w:rsidRDefault="00E53DBA" w:rsidP="00E53DB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Качаровського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Р.І., сільська   рада    </w:t>
      </w:r>
    </w:p>
    <w:p w:rsidR="00E53DBA" w:rsidRDefault="00E53DBA" w:rsidP="00E53DB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E53DBA" w:rsidRDefault="00E53DBA" w:rsidP="00E53DB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Качаровському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Руслану Івановичу проект землеустрою щодо відведення земельної ділянки,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для ведення  особистого селянського господарства,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площею 0,4000 га, яка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на території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сільської ради.</w:t>
      </w:r>
    </w:p>
    <w:p w:rsidR="00E53DBA" w:rsidRDefault="00E53DBA" w:rsidP="00E53DB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2.Передати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Качаровському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Руслану Івановичу,  який зареєстрований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F649C9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F649C9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у власність земельну ділянку, площею  0,4000 га, кадастровий номер: 6823982100:03:001:0074, для </w:t>
      </w:r>
      <w:r>
        <w:rPr>
          <w:rFonts w:ascii="Times New Roman" w:eastAsia="Arial Unicode MS" w:hAnsi="Times New Roman" w:cs="Times New Roman"/>
          <w:sz w:val="24"/>
          <w:szCs w:val="24"/>
        </w:rPr>
        <w:t>ведення   особистого селянського господарства,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розташована Хмельницька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область,</w:t>
      </w:r>
      <w:r>
        <w:rPr>
          <w:rFonts w:ascii="Times New Roman" w:eastAsia="Arial Unicode MS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території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сільської ради.</w:t>
      </w:r>
    </w:p>
    <w:p w:rsidR="00E53DBA" w:rsidRDefault="00E53DBA" w:rsidP="00E53DBA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Качаровському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Р.І., якому передана земельна ділянка у власність, посвідчити право власності  в установленому  законом порядку.</w:t>
      </w:r>
    </w:p>
    <w:p w:rsidR="00E53DBA" w:rsidRPr="00E53DBA" w:rsidRDefault="00E53DBA" w:rsidP="00E53DBA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E53DBA" w:rsidRDefault="00E53DBA" w:rsidP="00E53DB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A0748" w:rsidRPr="00E53DBA" w:rsidRDefault="00E53DBA" w:rsidP="00E53DB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AA0748" w:rsidRPr="00E53DBA" w:rsidSect="00E53DBA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E53DBA"/>
    <w:rsid w:val="00171A2E"/>
    <w:rsid w:val="00304C90"/>
    <w:rsid w:val="00505B6D"/>
    <w:rsid w:val="006D3977"/>
    <w:rsid w:val="007D6C18"/>
    <w:rsid w:val="00AA0748"/>
    <w:rsid w:val="00D1641A"/>
    <w:rsid w:val="00E53DBA"/>
    <w:rsid w:val="00F6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DBA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E53DBA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E53DBA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E53DBA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3</TotalTime>
  <Pages>1</Pages>
  <Words>295</Words>
  <Characters>1686</Characters>
  <Application>Microsoft Office Word</Application>
  <DocSecurity>0</DocSecurity>
  <Lines>14</Lines>
  <Paragraphs>3</Paragraphs>
  <ScaleCrop>false</ScaleCrop>
  <Company>Microsoft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2020-12-02T07:16:00Z</dcterms:created>
  <dcterms:modified xsi:type="dcterms:W3CDTF">2020-12-02T07:22:00Z</dcterms:modified>
</cp:coreProperties>
</file>