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CA" w:rsidRPr="004102D1" w:rsidRDefault="004F27CA" w:rsidP="004F27C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7CA" w:rsidRDefault="004F27CA" w:rsidP="004F27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27CA" w:rsidRDefault="004F27CA" w:rsidP="004F27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27CA" w:rsidRPr="000A4F3E" w:rsidRDefault="004F27CA" w:rsidP="004F27C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7CA" w:rsidRPr="000A4F3E" w:rsidRDefault="004F27CA" w:rsidP="004F27C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4F27CA" w:rsidRPr="000A4F3E" w:rsidRDefault="004F27CA" w:rsidP="004F27C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27CA" w:rsidRDefault="004F27CA" w:rsidP="004F27C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№___</w:t>
      </w:r>
    </w:p>
    <w:p w:rsidR="004F27CA" w:rsidRDefault="004F27CA" w:rsidP="004F27C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27CA" w:rsidRPr="00CA5B65" w:rsidRDefault="004F27CA" w:rsidP="004F27C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надання дозволу на розробку </w:t>
      </w:r>
    </w:p>
    <w:p w:rsidR="004F27CA" w:rsidRPr="00CA5B65" w:rsidRDefault="004F27CA" w:rsidP="004F27C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із землеустрою  щодо </w:t>
      </w:r>
    </w:p>
    <w:p w:rsidR="004F27CA" w:rsidRPr="00CA5B65" w:rsidRDefault="004F27CA" w:rsidP="004F27C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>відведення земельної  ділянки</w:t>
      </w:r>
    </w:p>
    <w:p w:rsidR="004F27CA" w:rsidRPr="00CA5B65" w:rsidRDefault="004F27CA" w:rsidP="004F27C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Ломачинському М.С.</w:t>
      </w:r>
    </w:p>
    <w:p w:rsidR="004F27CA" w:rsidRPr="00CA5B65" w:rsidRDefault="004F27CA" w:rsidP="004F27CA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4F27CA" w:rsidRPr="00CA5B65" w:rsidRDefault="004F27CA" w:rsidP="004F27C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розглянувши заяву  </w:t>
      </w:r>
      <w:r>
        <w:rPr>
          <w:rFonts w:ascii="Times New Roman" w:eastAsia="Times New Roman" w:hAnsi="Times New Roman"/>
          <w:sz w:val="24"/>
        </w:rPr>
        <w:t xml:space="preserve"> Ломачинського М.С.  </w:t>
      </w:r>
      <w:r w:rsidRPr="00CA5B65">
        <w:rPr>
          <w:rFonts w:ascii="Times New Roman" w:eastAsia="Times New Roman" w:hAnsi="Times New Roman"/>
          <w:sz w:val="24"/>
        </w:rPr>
        <w:t xml:space="preserve">сільська рада </w:t>
      </w:r>
    </w:p>
    <w:p w:rsidR="004F27CA" w:rsidRPr="00CA5B65" w:rsidRDefault="004F27CA" w:rsidP="004F27C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4F27CA" w:rsidRPr="00CA5B65" w:rsidRDefault="004F27CA" w:rsidP="004F27C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Надати</w:t>
      </w:r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Ломачинському Максиму Сергійовичу</w:t>
      </w:r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який</w:t>
      </w:r>
      <w:r w:rsidRPr="00CA5B65">
        <w:rPr>
          <w:rFonts w:ascii="Times New Roman" w:eastAsia="Times New Roman" w:hAnsi="Times New Roman"/>
          <w:sz w:val="24"/>
        </w:rPr>
        <w:t xml:space="preserve"> зареєстрован</w:t>
      </w:r>
      <w:r>
        <w:rPr>
          <w:rFonts w:ascii="Times New Roman" w:eastAsia="Times New Roman" w:hAnsi="Times New Roman"/>
          <w:sz w:val="24"/>
        </w:rPr>
        <w:t xml:space="preserve">ий за адресою: </w:t>
      </w:r>
      <w:r w:rsidR="0004207F">
        <w:rPr>
          <w:rFonts w:ascii="Times New Roman" w:eastAsia="Times New Roman" w:hAnsi="Times New Roman"/>
          <w:sz w:val="24"/>
          <w:lang w:val="en-US"/>
        </w:rPr>
        <w:t>_____________________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дозвіл на розробку проекту із землеустрою щодо відведення земельної ділянки для передачі її у власність, </w:t>
      </w:r>
      <w:r>
        <w:rPr>
          <w:rFonts w:ascii="Times New Roman" w:eastAsia="Times New Roman" w:hAnsi="Times New Roman"/>
          <w:sz w:val="24"/>
        </w:rPr>
        <w:t xml:space="preserve">орієнтовною </w:t>
      </w:r>
      <w:r w:rsidRPr="00CA5B65">
        <w:rPr>
          <w:rFonts w:ascii="Times New Roman" w:eastAsia="Times New Roman" w:hAnsi="Times New Roman"/>
          <w:sz w:val="24"/>
        </w:rPr>
        <w:t xml:space="preserve">площею </w:t>
      </w:r>
      <w:r>
        <w:rPr>
          <w:rFonts w:ascii="Times New Roman" w:eastAsia="Times New Roman" w:hAnsi="Times New Roman"/>
          <w:sz w:val="24"/>
        </w:rPr>
        <w:t>0,2500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r>
        <w:rPr>
          <w:rFonts w:ascii="Times New Roman" w:eastAsia="Times New Roman" w:hAnsi="Times New Roman"/>
          <w:sz w:val="24"/>
        </w:rPr>
        <w:t>будівництва та обслуговування  житлового будинку, господарських будівель і споруд</w:t>
      </w:r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розташована </w:t>
      </w:r>
      <w:r>
        <w:rPr>
          <w:rFonts w:ascii="Times New Roman" w:eastAsia="Times New Roman" w:hAnsi="Times New Roman"/>
          <w:sz w:val="24"/>
        </w:rPr>
        <w:t>в селі   Крупець по вулиці Ватцтіна.</w:t>
      </w:r>
    </w:p>
    <w:p w:rsidR="004F27CA" w:rsidRPr="00DC5C5B" w:rsidRDefault="004F27CA" w:rsidP="004F27C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>. Ломачинському М.С.</w:t>
      </w:r>
      <w:r w:rsidRPr="00DC5C5B">
        <w:rPr>
          <w:rFonts w:ascii="Times New Roman" w:eastAsia="Times New Roman" w:hAnsi="Times New Roman"/>
          <w:sz w:val="24"/>
        </w:rPr>
        <w:t xml:space="preserve">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4F27CA" w:rsidRPr="00CA5B65" w:rsidRDefault="004F27CA" w:rsidP="004F27C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27CA" w:rsidRPr="004F27CA" w:rsidRDefault="004F27CA" w:rsidP="004F27CA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en-US"/>
        </w:rPr>
      </w:pPr>
    </w:p>
    <w:p w:rsidR="004F27CA" w:rsidRDefault="004F27CA" w:rsidP="004F27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27CA" w:rsidRDefault="004F27CA" w:rsidP="004F27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044" w:rsidRPr="004F27CA" w:rsidRDefault="004F27CA" w:rsidP="004F27CA">
      <w:pPr>
        <w:pStyle w:val="HTML0"/>
        <w:spacing w:line="276" w:lineRule="auto"/>
        <w:rPr>
          <w:rFonts w:ascii="Times New Roman" w:hAnsi="Times New Roman"/>
          <w:lang w:val="en-US"/>
        </w:rPr>
      </w:pPr>
      <w:r w:rsidRPr="004102D1">
        <w:rPr>
          <w:rFonts w:ascii="Times New Roman" w:hAnsi="Times New Roman"/>
        </w:rPr>
        <w:t xml:space="preserve">Сільський голова </w:t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Валерій  МИХАЛЮК </w:t>
      </w:r>
    </w:p>
    <w:sectPr w:rsidR="00347044" w:rsidRPr="004F27C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CA"/>
    <w:rsid w:val="0004207F"/>
    <w:rsid w:val="00171A2E"/>
    <w:rsid w:val="00304C90"/>
    <w:rsid w:val="00347044"/>
    <w:rsid w:val="004F27CA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F27C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F27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F27C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F27C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F27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F27C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2020-08-20T14:42:00Z</dcterms:created>
  <dcterms:modified xsi:type="dcterms:W3CDTF">2020-08-21T12:31:00Z</dcterms:modified>
</cp:coreProperties>
</file>