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0B7" w:rsidRPr="00E9508A" w:rsidRDefault="003A40B7" w:rsidP="003A40B7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554B46" wp14:editId="3535C793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8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9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40B7" w:rsidRDefault="003A40B7" w:rsidP="003A40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BDWCxCLngAAEBZBAAOAAAAAAAAAAAAAAAAAC4CAABk&#10;cnMvZTJvRG9jLnhtbFBLAQItABQABgAIAAAAIQCyHUyb4AAAAAoBAAAPAAAAAAAAAAAAAAAAAIh6&#10;AABkcnMvZG93bnJldi54bWxQSwUGAAAAAAQABADzAAAAl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NbDb4A&#10;AADdAAAADwAAAGRycy9kb3ducmV2LnhtbERPyQrCMBC9C/5DGMGbplpwqUYRUfEgiNt9aMa22ExK&#10;E7X+vTkIHh9vny8bU4oX1a6wrGDQj0AQp1YXnCm4Xra9CQjnkTWWlknBhxwsF+3WHBNt33yi19ln&#10;IoSwS1BB7n2VSOnSnAy6vq2IA3e3tUEfYJ1JXeM7hJtSDqNoJA0WHBpyrGidU/o4P40CG+/2h1s2&#10;PMUbHnteHSf3W3NQqttpVjMQnhr/F//ce60gjqdhf3gTnoBc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jjWw2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k6mMgA&#10;AADdAAAADwAAAGRycy9kb3ducmV2LnhtbESPW2sCMRSE34X+h3AKfRHNquBlaxQRtreHghfw9bA5&#10;3Wy7OVmSVLf++qZQ8HGYmW+Y5bqzjTiTD7VjBaNhBoK4dLrmSsHxUAzmIEJE1tg4JgU/FGC9uust&#10;Mdfuwjs672MlEoRDjgpMjG0uZSgNWQxD1xIn78N5izFJX0nt8ZLgtpHjLJtKizWnBYMtbQ2VX/tv&#10;q+CzeDen7ez65PuLHV37xdtz8zpV6uG+2zyCiNTFW/i//aIVTCaLEfy9SU9Ar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uTqY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PGkMQA&#10;AADdAAAADwAAAGRycy9kb3ducmV2LnhtbESPTWrDMBCF94HeQUyhm9DIiaGkbhRjSl2CN8FJDzBY&#10;E8vUGhlLid3bR4VCl4/38/F2+Wx7caPRd44VrFcJCOLG6Y5bBV/n8nkLwgdkjb1jUvBDHvL9w2KH&#10;mXYT13Q7hVbEEfYZKjAhDJmUvjFk0a/cQBy9ixsthijHVuoRpzhue7lJkhdpseNIMDjQu6Hm+3S1&#10;EXJM8VhdpnP5OeOEH5XhZVEr9fQ4F28gAs3hP/zXPmgFafq6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zxpD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S2q8YA&#10;AADdAAAADwAAAGRycy9kb3ducmV2LnhtbESPQUsDMRSE74L/ITzBm83a1WrXpqVUBSl4sArS22Pz&#10;urt08xKSZ3f990YQPA4z8w2zWI2uVyeKqfNs4HpSgCKuve24MfDx/nx1DyoJssXeMxn4pgSr5fnZ&#10;AivrB36j004alSGcKjTQioRK61S35DBNfCDO3sFHh5JlbLSNOGS46/W0KGbaYcd5ocVAm5bq4+7L&#10;GXgdnsL2bnZ7CPt4M9Xp0crnRoy5vBjXD6CERvkP/7VfrIGynJ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kS2q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b7f8UA&#10;AADdAAAADwAAAGRycy9kb3ducmV2LnhtbESP32rCMBTG7wd7h3AG3gxNZ4e4zigy7BjeiO0e4NAc&#10;m7LmpDSxrW9vBoNdfnx/fnyb3WRbMVDvG8cKXhYJCOLK6YZrBd9lPl+D8AFZY+uYFNzIw277+LDB&#10;TLuRzzQUoRZxhH2GCkwIXSalrwxZ9AvXEUfv4nqLIcq+lrrHMY7bVi6TZCUtNhwJBjv6MFT9FFcb&#10;IacUT8fLWOafE454OBp+3p+Vmj1N+3cQgabwH/5rf2kFafr2Cr9v4hO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Fvt/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GLRMYA&#10;AADdAAAADwAAAGRycy9kb3ducmV2LnhtbESPQUsDMRSE70L/Q3iCN5u1tbWuTYtUBRE8WAult8fm&#10;dXfp5iUkz+76740geBxm5htmuR5cp84UU+vZwM24AEVcedtybWD3+XK9AJUE2WLnmQx8U4L1anSx&#10;xNL6nj/ovJVaZQinEg00IqHUOlUNOUxjH4izd/TRoWQZa20j9hnuOj0pirl22HJeaDDQpqHqtP1y&#10;Bt775/B2N58dwyHeTnR6srLfiDFXl8PjAyihQf7Df+1Xa2A6vZ/B75v8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GLR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O1TccA&#10;AADdAAAADwAAAGRycy9kb3ducmV2LnhtbESPzWrDMBCE74W8g9hCLyGRW9OQuFFCUhAttFDyA70u&#10;1sY2tVZGUmPn7aNCoMdhZr5hluvBtuJMPjSOFTxOMxDEpTMNVwqOBz2ZgwgR2WDrmBRcKMB6Nbpb&#10;YmFczzs672MlEoRDgQrqGLtCylDWZDFMXUecvJPzFmOSvpLGY5/gtpVPWTaTFhtOCzV29FpT+bP/&#10;tQq2X32V+3G5HdzH6e37WWujP7VSD/fD5gVEpCH+h2/td6Mgzxc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ztU3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dKk8UA&#10;AADdAAAADwAAAGRycy9kb3ducmV2LnhtbESP0WoCMRRE3wv+Q7iCbzWrttauRhFloRRftP2Ay+a6&#10;Wd3cLElc179vCoU+DjNzhlltetuIjnyoHSuYjDMQxKXTNVcKvr+K5wWIEJE1No5JwYMCbNaDpxXm&#10;2t35SN0pViJBOOSowMTY5lKG0pDFMHYtcfLOzluMSfpKao/3BLeNnGbZXFqsOS0YbGlnqLyeblZB&#10;8Tk9dNeb9oXb9i+WXs1lsTdKjYb9dgkiUh//w3/tD61gNnt/g9836Qn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R0qT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CEpMQA&#10;AADdAAAADwAAAGRycy9kb3ducmV2LnhtbERPW2vCMBR+H+w/hDPwRWa6FWWrRpmDMGGCeIG9Hppj&#10;W2xOShJt9+/Nw2CPH999sRpsK27kQ+NYwcskA0FcOtNwpeB01M9vIEJENtg6JgW/FGC1fHxYYGFc&#10;z3u6HWIlUgiHAhXUMXaFlKGsyWKYuI44cWfnLcYEfSWNxz6F21a+ZtlMWmw4NdTY0WdN5eVwtQrW&#10;u77K/bhcD+77/PUz1drorVZq9DR8zEFEGuK/+M+9MQry/D3NTW/SE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ghK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R7esQA&#10;AADdAAAADwAAAGRycy9kb3ducmV2LnhtbESP0WoCMRRE3wv+Q7hC32pWbUW3RhHLQpG+qP2Ay+Z2&#10;s3VzsyRxXf/eCIKPw8ycYZbr3jaiIx9qxwrGowwEcel0zZWC32PxNgcRIrLGxjEpuFKA9WrwssRc&#10;uwvvqTvESiQIhxwVmBjbXMpQGrIYRq4lTt6f8xZjkr6S2uMlwW0jJ1k2kxZrTgsGW9oaKk+Hs1VQ&#10;7CY/3emsfeE2/bulD/M//zJKvQ77zSeISH18hh/tb61gOl0s4P4mPQG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Ue3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uQI78A&#10;AADdAAAADwAAAGRycy9kb3ducmV2LnhtbERPy4rCMBTdC/5DuMLsbOJrGDqNIoKDLq1+wKW505Y2&#10;N7XJ2Pr3k4Xg8nDe2W60rXhQ72vHGhaJAkFcOFNzqeF2Pc6/QPiAbLB1TBqe5GG3nU4yTI0b+EKP&#10;PJQihrBPUUMVQpdK6YuKLPrEdcSR+3W9xRBhX0rT4xDDbSuXSn1KizXHhgo7OlRUNPmf1bB+Dj/3&#10;fNOoo7G0OK+6M4dio/XHbNx/gwg0hrf45T4ZDau1ivvjm/gE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S5Aj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UspMYA&#10;AADdAAAADwAAAGRycy9kb3ducmV2LnhtbESPT2vCQBTE7wW/w/KE3uomKtKm2YSgWKSnNlXPj+zL&#10;H5p9G7Krxm/fLRR6HGbmN0yaT6YXVxpdZ1lBvIhAEFdWd9woOH7tn55BOI+ssbdMCu7kIM9mDykm&#10;2t74k66lb0SAsEtQQev9kEjpqpYMuoUdiINX29GgD3JspB7xFuCml8so2kiDHYeFFgfatlR9lxej&#10;4LI5L49cv+uPcnd/e9ntCydPjVKP86l4BeFp8v/hv/ZBK1itoxh+34Qn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Usp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TN1McA&#10;AADdAAAADwAAAGRycy9kb3ducmV2LnhtbESPQWvCQBSE70L/w/IKvemmUYJNXUWFQu2hQauH3p7Z&#10;Z5KafZtmV03/vVsQPA4z8w0zmXWmFmdqXWVZwfMgAkGcW11xoWD79dYfg3AeWWNtmRT8kYPZ9KE3&#10;wVTbC6/pvPGFCBB2KSoovW9SKV1ekkE3sA1x8A62NeiDbAupW7wEuKllHEWJNFhxWCixoWVJ+XFz&#10;Mgp22Th5yRar0c/H5x6HRv9+6ypR6umxm7+C8NT5e/jWftcKhqMohv8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kzdT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CqvMUA&#10;AADdAAAADwAAAGRycy9kb3ducmV2LnhtbESPQWvCQBSE7wX/w/IKvTWbJiISXaW21EpPGgWvj+wz&#10;Cc2+DdltjP56Vyh4HGbmG2a+HEwjeupcbVnBWxSDIC6srrlUcNh/vU5BOI+ssbFMCi7kYLkYPc0x&#10;0/bMO+pzX4oAYZehgsr7NpPSFRUZdJFtiYN3sp1BH2RXSt3hOcBNI5M4nkiDNYeFClv6qKj4zf+M&#10;guvkiFv3naw+U+3pMp6u7c92rdTL8/A+A+Fp8I/wf3ujFaTjOIX7m/A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0Kq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FhcMUA&#10;AADdAAAADwAAAGRycy9kb3ducmV2LnhtbESP0WrCQBRE3wv+w3IF35qNmoqmriIlQt9a037AJXu7&#10;CWbvxuw2xn59t1DwcZiZM8x2P9pWDNT7xrGCeZKCIK6cbtgo+Pw4Pq5B+ICssXVMCm7kYb+bPGwx&#10;1+7KJxrKYESEsM9RQR1Cl0vpq5os+sR1xNH7cr3FEGVvpO7xGuG2lYs0XUmLDceFGjt6qak6l99W&#10;wcUtnvRYFvh2LjbvjTHZ5eeUKTWbjodnEIHGcA//t1+1gmWWZvD3Jj4Bu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4WF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xOg8QA&#10;AADdAAAADwAAAGRycy9kb3ducmV2LnhtbESPzW7CMBCE75V4B2uReisO/xAwiFZC4gr00ONiL0na&#10;eB1iFwJPj5GQOI5m5hvNfNnYUpyp9oVjBd1OAoJYO1NwpuB7v/6YgPAB2WDpmBRcycNy0XqbY2rc&#10;hbd03oVMRAj7FBXkIVSplF7nZNF3XEUcvaOrLYYo60yaGi8RbkvZS5KRtFhwXMixoq+c9N/u3yrY&#10;FAcajvRxaiefevtzO4X++Nco9d5uVjMQgZrwCj/bG6OgP0iG8HgTn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MToP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cjAMIA&#10;AADdAAAADwAAAGRycy9kb3ducmV2LnhtbERPW2vCMBR+H+w/hCPsbSY6kVmNMgeDDafgBX09NMem&#10;rDkpTVbrvzfCYI/fnW+26FwlWmpC6VnDoK9AEOfelFxoOOw/nl9BhIhssPJMGq4UYDF/fJhhZvyF&#10;t9TuYiFSCYcMNdgY60zKkFtyGPq+Jk7a2TcOY4JNIU2Dl1TuKjlUaiwdlpwWLNb0bin/2f06DS1u&#10;rupkl+vJV/mdDzfL48okXj/1urcpiEhd/Df/pT+NhpeRGsP9TXoCcn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VyMA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A4+8UA&#10;AADdAAAADwAAAGRycy9kb3ducmV2LnhtbESPQUvDQBSE70L/w/IEb3ZjKippt6UILR41evD4zL5m&#10;02bfC7trE/31riB4HGbmG2a1mXyvzhRiJ2zgZl6AIm7EdtwaeHvdXT+AignZYi9MBr4owmY9u1hh&#10;ZWXkFzrXqVUZwrFCAy6lodI6No48xrkMxNk7SPCYsgyttgHHDPe9LoviTnvsOC84HOjRUXOqP72B&#10;cd98HMvDu3XfYZBd/SzHshdjri6n7RJUoin9h//aT9bA4ra4h9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IDj7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TqLsMA&#10;AADdAAAADwAAAGRycy9kb3ducmV2LnhtbERPy2oCMRTdC/5DuII7zailymgUn1BKi2jr/nZyOzOa&#10;3AyTqNO/bxaCy8N5zxaNNeJGtS8dKxj0ExDEmdMl5wq+v3a9CQgfkDUax6Tgjzws5u3WDFPt7nyg&#10;2zHkIoawT1FBEUKVSumzgiz6vquII/fraoshwjqXusZ7DLdGDpPkVVosOTYUWNG6oOxyvFoFu/3G&#10;nIefh+VJhvV2/GMm76vNh1LdTrOcggjUhKf44X7TCkYvSZwb38Qn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TqL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+CDMcA&#10;AADdAAAADwAAAGRycy9kb3ducmV2LnhtbESPQWvCQBSE70L/w/IKvYhuWlvRmFVKoahgoU0LXl+y&#10;zySYfRuya4z/3i0IHoeZ+YZJVr2pRUetqywreB5HIIhzqysuFPz9fo5mIJxH1lhbJgUXcrBaPgwS&#10;jLU98w91qS9EgLCLUUHpfRNL6fKSDLqxbYiDd7CtQR9kW0jd4jnATS1fomgqDVYcFkps6KOk/Jie&#10;jILue5cVm8412+Ns6N4m2Xr9pfdKPT327wsQnnp/D9/aG61g8hrN4f9NeA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/gg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3BhcUA&#10;AADdAAAADwAAAGRycy9kb3ducmV2LnhtbERPu27CMBTdK/UfrFuJrTgEWkGKiQoSEkul8hhgu8S3&#10;SUR8ndoGUr4eD0gdj857mnemERdyvrasYNBPQBAXVtdcKthtl69jED4ga2wsk4I/8pDPnp+mmGl7&#10;5TVdNqEUMYR9hgqqENpMSl9UZND3bUscuR/rDIYIXSm1w2sMN41Mk+RdGqw5NlTY0qKi4rQ5GwXz&#10;yXj++z3ir9v6eKDD/nh6S12iVO+l+/wAEagL/+KHe6UVDEeDuD++iU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fcGFxQAAAN0AAAAPAAAAAAAAAAAAAAAAAJgCAABkcnMv&#10;ZG93bnJldi54bWxQSwUGAAAAAAQABAD1AAAAigMAAAAA&#10;" fillcolor="black" stroked="f"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inEMcA&#10;AADdAAAADwAAAGRycy9kb3ducmV2LnhtbESPT2vCQBTE74LfYXmF3nQTa0VSV/EvFGoP2h56fM2+&#10;Jkuyb0N21dRP7wqFHoeZ+Q0zW3S2FmdqvXGsIB0mIIhzpw0XCj4/doMpCB+QNdaOScEveVjM+70Z&#10;Ztpd+EDnYyhEhLDPUEEZQpNJ6fOSLPqha4ij9+NaiyHKtpC6xUuE21qOkmQiLRqOCyU2tC4pr44n&#10;q+DrbWKmB0Oj7/11tdX752r1vqmUenzoli8gAnXhP/zXftUKnsZpCvc38QnI+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YpxD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8H0sYA&#10;AADdAAAADwAAAGRycy9kb3ducmV2LnhtbESPT2sCMRTE74V+h/AK3jSrLUW2RhFF6qUH/9HrY/O6&#10;2e7mZU2irn56UxB6HGbmN8xk1tlGnMmHyrGC4SADQVw4XXGpYL9b9ccgQkTW2DgmBVcKMJs+P00w&#10;1+7CGzpvYykShEOOCkyMbS5lKAxZDAPXEifvx3mLMUlfSu3xkuC2kaMse5cWK04LBltaGCrq7ckq&#10;8PPvZX3j06HObl/X8PnbHcdolOq9dPMPEJG6+B9+tNdawevbcAR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8H0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cH+8YA&#10;AADdAAAADwAAAGRycy9kb3ducmV2LnhtbESPUWsCMRCE3wv+h7AFX0rNqcW2p1FEEAqKoPUHbC/r&#10;3dFkc1xWPfvrTaHQx2FmvmFmi847daE21oENDAcZKOIi2JpLA8fP9fMbqCjIFl1gMnCjCIt572GG&#10;uQ1X3tPlIKVKEI45GqhEmlzrWFTkMQ5CQ5y8U2g9SpJtqW2L1wT3To+ybKI91pwWKmxoVVHxfTh7&#10;A2705d43r3Ert6PeZj9e9k87a0z/sVtOQQl18h/+a39YA+OX4Rh+36Qno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cH+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KQy8YA&#10;AADdAAAADwAAAGRycy9kb3ducmV2LnhtbESPQWsCMRSE7wX/Q3hCb5rVipTVKLYi7KUHV4vX5+a5&#10;WUxelk2q2/56Uyj0OMzMN8xy3TsrbtSFxrOCyTgDQVx53XCt4HjYjV5BhIis0XomBd8UYL0aPC0x&#10;1/7Oe7qVsRYJwiFHBSbGNpcyVIYchrFviZN38Z3DmGRXS93hPcGdldMsm0uHDacFgy29G6qu5ZdT&#10;sC1bOz0W5i2cPj/OZ1v87Oi0Vep52G8WICL18T/81y60gpfZZAa/b9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KQy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l64cUA&#10;AADdAAAADwAAAGRycy9kb3ducmV2LnhtbESPT2sCMRTE7wW/Q3hCbzXR1j+sRhGpIPSk1YO3R/Lc&#10;Xd28LJvU3X77RhB6HGbmN8xi1blK3KkJpWcNw4ECQWy8LTnXcPzevs1AhIhssfJMGn4pwGrZe1lg&#10;Zn3Le7ofYi4ShEOGGooY60zKYApyGAa+Jk7exTcOY5JNLm2DbYK7So6UmkiHJaeFAmvaFGRuhx+n&#10;4bqVX94oNKfjqd3Z6flzQpXS+rXfrecgInXxP/xs76yG94/hGB5v0hO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iXrh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JGuMUA&#10;AADdAAAADwAAAGRycy9kb3ducmV2LnhtbESPW4vCMBSE34X9D+Es7JumXhCpRnEXBFnxwQvLPh6b&#10;Y1vanJQkav33RhB8HGbmG2a2aE0truR8aVlBv5eAIM6sLjlXcDysuhMQPiBrrC2Tgjt5WMw/OjNM&#10;tb3xjq77kIsIYZ+igiKEJpXSZwUZ9D3bEEfvbJ3BEKXLpXZ4i3BTy0GSjKXBkuNCgQ39FJRV+4tR&#10;8H/Z8Hk7/F267/Bn24OvBqdJpdTXZ7ucggjUhnf41V5rBcNRfwzPN/EJ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ka4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RZ8ccA&#10;AADdAAAADwAAAGRycy9kb3ducmV2LnhtbESPT2sCMRTE74LfITyhN81qrdqtUapQ6KXgv0O9PTev&#10;u4ubl20SdeunbwTB4zAzv2Gm88ZU4kzOl5YV9HsJCOLM6pJzBbvtR3cCwgdkjZVlUvBHHuazdmuK&#10;qbYXXtN5E3IRIexTVFCEUKdS+qwgg75na+Lo/VhnMETpcqkdXiLcVHKQJCNpsOS4UGBNy4Ky4+Zk&#10;FCxeJ4vf1ZC/ruvDnvbfh+PLwCVKPXWa9zcQgZrwCN/bn1rB87A/htub+ATk7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UWfHHAAAA3QAAAA8AAAAAAAAAAAAAAAAAmAIAAGRy&#10;cy9kb3ducmV2LnhtbFBLBQYAAAAABAAEAPUAAACMAwAAAAA=&#10;" fillcolor="black" stroked="f"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c3gsIA&#10;AADdAAAADwAAAGRycy9kb3ducmV2LnhtbERPz2vCMBS+D/Y/hDfwNlOnyOiMUoSx4anqxq7P5q0p&#10;a15KksX635uD4PHj+73ajLYXiXzoHCuYTQsQxI3THbcKvo7vz68gQkTW2DsmBRcKsFk/Pqyw1O7M&#10;e0qH2IocwqFEBSbGoZQyNIYshqkbiDP367zFmKFvpfZ4zuG2ly9FsZQWO84NBgfaGmr+Dv9WQTpt&#10;62qefpLZ73zVeld/fJ9qpSZPY/UGItIY7+Kb+1MrmC9meW5+k5+AX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dzeC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xy68cA&#10;AADdAAAADwAAAGRycy9kb3ducmV2LnhtbESPQWvCQBSE7wX/w/IKvekmbZEaXaWISu3FNhX0+Mi+&#10;ZoPZtyG7xthf3y0IPQ4z8w0zW/S2Fh21vnKsIB0lIIgLpysuFey/1sMXED4ga6wdk4IreVjMB3cz&#10;zLS78Cd1eShFhLDPUIEJocmk9IUhi37kGuLofbvWYoiyLaVu8RLhtpaPSTKWFiuOCwYbWhoqTvnZ&#10;KvDpcnV4tz+T7rgxvMu3ZvxRGqUe7vvXKYhAffgP39pvWsHTczqBv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8cuv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A40B7" w:rsidRDefault="003A40B7" w:rsidP="003A40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A40B7" w:rsidRDefault="003A40B7" w:rsidP="003A40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40B7" w:rsidRDefault="003A40B7" w:rsidP="003A40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40B7" w:rsidRDefault="003A40B7" w:rsidP="003A40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40B7" w:rsidRDefault="003A40B7" w:rsidP="003A40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40B7" w:rsidRDefault="003A40B7" w:rsidP="003A40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A40B7" w:rsidRDefault="003A40B7" w:rsidP="003A40B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A40B7" w:rsidRDefault="003A40B7" w:rsidP="003A40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A40B7" w:rsidRDefault="003A40B7" w:rsidP="003A40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A40B7" w:rsidRDefault="003A40B7" w:rsidP="003A40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40B7" w:rsidRDefault="003A40B7" w:rsidP="003A40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A40B7" w:rsidRDefault="003A40B7" w:rsidP="003A40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40B7" w:rsidRDefault="003A40B7" w:rsidP="003A40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A40B7" w:rsidRDefault="003A40B7" w:rsidP="003A40B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A40B7" w:rsidRPr="00B613B3" w:rsidRDefault="003A40B7" w:rsidP="003A40B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№78</w:t>
      </w:r>
    </w:p>
    <w:p w:rsidR="003A40B7" w:rsidRPr="00A71AA4" w:rsidRDefault="003A40B7" w:rsidP="003A40B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A40B7" w:rsidRPr="00A71AA4" w:rsidRDefault="003A40B7" w:rsidP="003A40B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техн</w:t>
      </w:r>
      <w:proofErr w:type="gramEnd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ічної</w:t>
      </w:r>
      <w:proofErr w:type="spellEnd"/>
    </w:p>
    <w:p w:rsidR="003A40B7" w:rsidRPr="00A71AA4" w:rsidRDefault="003A40B7" w:rsidP="003A40B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поділу</w:t>
      </w:r>
      <w:proofErr w:type="spellEnd"/>
    </w:p>
    <w:p w:rsidR="003A40B7" w:rsidRPr="00A71AA4" w:rsidRDefault="003A40B7" w:rsidP="003A40B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об’єднання</w:t>
      </w:r>
      <w:proofErr w:type="spellEnd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земельних</w:t>
      </w:r>
      <w:proofErr w:type="spellEnd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ділянок</w:t>
      </w:r>
      <w:proofErr w:type="spellEnd"/>
    </w:p>
    <w:p w:rsidR="003A40B7" w:rsidRPr="0092632E" w:rsidRDefault="003A40B7" w:rsidP="003A40B7">
      <w:pPr>
        <w:pStyle w:val="infocadnum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92632E">
        <w:rPr>
          <w:b/>
          <w:lang w:val="uk-UA"/>
        </w:rPr>
        <w:t>6823984000:03:017:0056, 6823984000:03:017:0053,</w:t>
      </w:r>
    </w:p>
    <w:p w:rsidR="003A40B7" w:rsidRPr="00A71AA4" w:rsidRDefault="003A40B7" w:rsidP="003A40B7">
      <w:pPr>
        <w:pStyle w:val="infocadnum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r w:rsidRPr="00A71AA4">
        <w:rPr>
          <w:b/>
          <w:lang w:val="uk-UA"/>
        </w:rPr>
        <w:t xml:space="preserve">які розташовані на території </w:t>
      </w:r>
    </w:p>
    <w:p w:rsidR="003A40B7" w:rsidRPr="00A71AA4" w:rsidRDefault="003A40B7" w:rsidP="003A40B7">
      <w:pPr>
        <w:pStyle w:val="infocadnum"/>
        <w:shd w:val="clear" w:color="auto" w:fill="FFFFFF"/>
        <w:spacing w:before="0" w:beforeAutospacing="0" w:after="0" w:afterAutospacing="0" w:line="276" w:lineRule="auto"/>
        <w:jc w:val="both"/>
        <w:rPr>
          <w:b/>
          <w:lang w:val="uk-UA"/>
        </w:rPr>
      </w:pPr>
      <w:proofErr w:type="spellStart"/>
      <w:r w:rsidRPr="00A71AA4">
        <w:rPr>
          <w:b/>
          <w:lang w:val="uk-UA"/>
        </w:rPr>
        <w:t>Крупецької</w:t>
      </w:r>
      <w:proofErr w:type="spellEnd"/>
      <w:r w:rsidRPr="00A71AA4">
        <w:rPr>
          <w:b/>
          <w:lang w:val="uk-UA"/>
        </w:rPr>
        <w:t xml:space="preserve"> сільської ради за межами  с.</w:t>
      </w:r>
      <w:r>
        <w:rPr>
          <w:b/>
          <w:lang w:val="uk-UA"/>
        </w:rPr>
        <w:t xml:space="preserve"> </w:t>
      </w:r>
      <w:r w:rsidRPr="00A71AA4">
        <w:rPr>
          <w:b/>
          <w:lang w:val="uk-UA"/>
        </w:rPr>
        <w:t>Крупець</w:t>
      </w:r>
    </w:p>
    <w:p w:rsidR="003A40B7" w:rsidRPr="00A71AA4" w:rsidRDefault="003A40B7" w:rsidP="003A40B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Славутського</w:t>
      </w:r>
      <w:proofErr w:type="spellEnd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району, </w:t>
      </w:r>
      <w:proofErr w:type="spellStart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Хмельницької</w:t>
      </w:r>
      <w:proofErr w:type="spellEnd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b/>
          <w:sz w:val="24"/>
          <w:szCs w:val="24"/>
        </w:rPr>
        <w:t>області</w:t>
      </w:r>
      <w:proofErr w:type="spellEnd"/>
    </w:p>
    <w:p w:rsidR="003A40B7" w:rsidRPr="00A71AA4" w:rsidRDefault="003A40B7" w:rsidP="003A40B7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A40B7" w:rsidRPr="00A71AA4" w:rsidRDefault="003A40B7" w:rsidP="003A40B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»,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враховуючи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пропозиції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постійної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комісії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>ільської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арх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>ітектури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та благоустрою,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3A40B7" w:rsidRPr="00A71AA4" w:rsidRDefault="003A40B7" w:rsidP="003A40B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3A40B7" w:rsidRPr="00A71AA4" w:rsidRDefault="003A40B7" w:rsidP="003A40B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Надати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Times New Roman" w:hAnsi="Times New Roman" w:cs="Times New Roman"/>
          <w:bCs/>
          <w:sz w:val="24"/>
          <w:szCs w:val="24"/>
        </w:rPr>
        <w:t>Крупецькій</w:t>
      </w:r>
      <w:proofErr w:type="spellEnd"/>
      <w:r w:rsidRPr="00A71AA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bCs/>
          <w:sz w:val="24"/>
          <w:szCs w:val="24"/>
        </w:rPr>
        <w:t>сільській</w:t>
      </w:r>
      <w:proofErr w:type="spellEnd"/>
      <w:r w:rsidRPr="00A71AA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bCs/>
          <w:sz w:val="24"/>
          <w:szCs w:val="24"/>
        </w:rPr>
        <w:t>раді</w:t>
      </w:r>
      <w:proofErr w:type="spellEnd"/>
      <w:r w:rsidRPr="00A71AA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дозвіл</w:t>
      </w:r>
      <w:proofErr w:type="spellEnd"/>
      <w:r w:rsidRPr="00A71AA4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Times New Roman" w:hAnsi="Times New Roman" w:cs="Times New Roman"/>
          <w:bCs/>
          <w:sz w:val="24"/>
          <w:szCs w:val="24"/>
        </w:rPr>
        <w:t>виготовлення</w:t>
      </w:r>
      <w:proofErr w:type="spellEnd"/>
      <w:r w:rsidRPr="00A71AA4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Times New Roman" w:hAnsi="Times New Roman" w:cs="Times New Roman"/>
          <w:sz w:val="24"/>
          <w:szCs w:val="24"/>
        </w:rPr>
        <w:t>техн</w:t>
      </w:r>
      <w:proofErr w:type="gramEnd"/>
      <w:r w:rsidRPr="00A71AA4">
        <w:rPr>
          <w:rFonts w:ascii="Times New Roman" w:eastAsia="Times New Roman" w:hAnsi="Times New Roman" w:cs="Times New Roman"/>
          <w:sz w:val="24"/>
          <w:szCs w:val="24"/>
        </w:rPr>
        <w:t>ічної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поділу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об’єднання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4,2782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 номер </w:t>
      </w:r>
      <w:r w:rsidRPr="00A71AA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6823984000:03:017:0056</w:t>
      </w:r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3,5845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 номер </w:t>
      </w:r>
      <w:r w:rsidRPr="00A71AA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6823984000:03:017:0053</w:t>
      </w:r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які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розташова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A71AA4"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ради за межами  с.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Крупець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,  </w:t>
      </w:r>
      <w:proofErr w:type="spellStart"/>
      <w:r w:rsidRPr="00A71AA4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A71A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proofErr w:type="gramStart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особам)</w:t>
      </w:r>
      <w:r w:rsidRPr="00A71AA4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3A40B7" w:rsidRPr="00A71AA4" w:rsidRDefault="003A40B7" w:rsidP="003A40B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3A40B7" w:rsidRPr="003A40B7" w:rsidRDefault="003A40B7" w:rsidP="003A40B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51667A" w:rsidRPr="003A40B7" w:rsidRDefault="003A40B7" w:rsidP="003A40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51667A" w:rsidRPr="003A40B7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4D6D" w:rsidRDefault="00394D6D">
      <w:pPr>
        <w:spacing w:after="0" w:line="240" w:lineRule="auto"/>
      </w:pPr>
      <w:r>
        <w:separator/>
      </w:r>
    </w:p>
  </w:endnote>
  <w:endnote w:type="continuationSeparator" w:id="0">
    <w:p w:rsidR="00394D6D" w:rsidRDefault="00394D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4D6D" w:rsidRDefault="00394D6D">
      <w:pPr>
        <w:spacing w:after="0" w:line="240" w:lineRule="auto"/>
      </w:pPr>
      <w:r>
        <w:separator/>
      </w:r>
    </w:p>
  </w:footnote>
  <w:footnote w:type="continuationSeparator" w:id="0">
    <w:p w:rsidR="00394D6D" w:rsidRDefault="00394D6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0B7"/>
    <w:rsid w:val="00394D6D"/>
    <w:rsid w:val="003A40B7"/>
    <w:rsid w:val="00516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0B7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3A40B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3A40B7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A40B7"/>
    <w:rPr>
      <w:rFonts w:ascii="Consolas" w:eastAsiaTheme="minorEastAsia" w:hAnsi="Consolas"/>
      <w:sz w:val="20"/>
      <w:szCs w:val="20"/>
    </w:rPr>
  </w:style>
  <w:style w:type="paragraph" w:customStyle="1" w:styleId="infocadnum">
    <w:name w:val="info_cadnum"/>
    <w:basedOn w:val="a"/>
    <w:rsid w:val="003A4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0B7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3A40B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3A40B7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A40B7"/>
    <w:rPr>
      <w:rFonts w:ascii="Consolas" w:eastAsiaTheme="minorEastAsia" w:hAnsi="Consolas"/>
      <w:sz w:val="20"/>
      <w:szCs w:val="20"/>
    </w:rPr>
  </w:style>
  <w:style w:type="paragraph" w:customStyle="1" w:styleId="infocadnum">
    <w:name w:val="info_cadnum"/>
    <w:basedOn w:val="a"/>
    <w:rsid w:val="003A40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2021-02-01T07:20:00Z</dcterms:created>
  <dcterms:modified xsi:type="dcterms:W3CDTF">2021-02-01T07:21:00Z</dcterms:modified>
</cp:coreProperties>
</file>