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5C7" w:rsidRDefault="007805C7" w:rsidP="007805C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083E8F" wp14:editId="7254CEF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38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C7" w:rsidRDefault="007805C7" w:rsidP="007805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sI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cR1WGKY&#10;K2VasOGFrTfnShkb8Qox50qZ+kFUylwoZcZndlspc66UccDxURphrhQYfslQz7lS+mUWGS6FUlrx&#10;jLTkSun6XlzYS6GUuZOWzZIrBadHUSlLrhRcJ6UpL7lSHJ3pBRniCryur2mZpZ2y5EpZ5I/nkutk&#10;biZpGS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tihz+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8s9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2dy+X/sfW1vXDmu5l8x/D2TOq9VFWwGmOnu&#10;DBaYu7i4t/6AY7tj49oub9npZHcw/30fSqRKqiOSNTcZILOt/tDHSWhKIvVCieTDFmdEN5dSKFSQ&#10;Nfj0bWfqusUZCWpcizM6mUItzmi/XFctzmhXkUqLMzpZO12LM4oWtJxK8o2mTIszMkNpWpyRgfK0&#10;+cY4owZidH3Y/4ggRtgysWe06KJldBHeGU6ji0L06veOLholEJKjrSsoRimX45tQjAC+UM0oRzBk&#10;CnhIIEbhMSb3zCAeMVFpOda4/SS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1E9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3tNPIoRAa+t0jhzjnYQMshuDduf36enEN&#10;1P1ugy5c48ZMJTRjqOk3oQ9ttpR4jfDpEMKZe5EQ5picSIjgpGT6foPsgxNnU+7X3wSckRqzApRl&#10;DRCFOrPcs4nijUrPEL51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OisOwi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3p8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4CVJ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/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WMskA&#10;AADdAAAADwAAAGRycy9kb3ducmV2LnhtbESPW0sDMRSE3wX/QziCL6XN1ko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GWM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sOc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5N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w5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cAs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zu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cc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1c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/ieLe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5X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n7s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2B6v5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kn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T4s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hNF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T4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sPM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Fv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uw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Oc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exr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i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25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+r4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d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ytsMA&#10;AADdAAAADwAAAGRycy9kb3ducmV2LnhtbESP0WrCQBRE3wv+w3ILvtXdxFpq6iYUQamPTfsBl+w1&#10;CWbvxuzWxL93BaGPw8yZYTbFZDtxocG3jjUkCwWCuHKm5VrD78/u5R2ED8gGO8ek4Uoeinz2tMHM&#10;uJG/6VKGWsQS9hlqaELoMyl91ZBFv3A9cfSObrAYohxqaQYcY7ntZKrUm7TYclxosKdtQ9Wp/LMa&#10;Xq/j/lyuTmpnLCWHZX/gUK20nj9Pnx8gAk3hP/ygv0zklusU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ry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McUA&#10;AADdAAAADwAAAGRycy9kb3ducmV2LnhtbESPQWvCQBSE7wX/w/IEb81GLaIxq4gSKT3VaHt+ZJ9J&#10;MPs2ZDca/323UOhxmJlvmHQ7mEbcqXO1ZQXTKAZBXFhdc6ngcs5elyCcR9bYWCYFT3Kw3YxeUky0&#10;ffCJ7rkvRYCwS1BB5X2bSOmKigy6yLbEwbvazqAPsiul7vAR4KaRszheSIM1h4UKW9pXVNzy3ijo&#10;F9+zC18/9Gd+eB5Xh2zn5Fep1GQ87NYgPA3+P/zXftcK3ua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E4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pQscA&#10;AADdAAAADwAAAGRycy9kb3ducmV2LnhtbESPQWvCQBSE7wX/w/IEb83GGoJGV9FCQXuoaNtDb8/s&#10;M0mbfZtmV03/vVsQPA4z8w0zW3SmFmdqXWVZwTCKQRDnVldcKPh4f3kcg3AeWWNtmRT8kYPFvPcw&#10;w0zbC+/ovPeFCBB2GSoovW8yKV1ekkEX2YY4eEfbGvRBtoXULV4C3NTyKY5TabDisFBiQ88l5T/7&#10;k1HwuR2nk+1qk3y/vh1wZPTvl65SpQb9bjkF4anz9/CtvdYKktEkgf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uq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Ks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Dj4/I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s4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D5c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elqncH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AP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sFs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NCfjO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S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kMYA&#10;AADdAAAADwAAAGRycy9kb3ducmV2LnhtbESPQWvCQBCF7wX/wzJCb7qpLVJTV9FCwaIVakt7HbLT&#10;bDA7G7JrjP/eOQg9zsyb9943X/a+Vh21sQps4GGcgSIugq24NPD99TZ6BhUTssU6MBm4UITlYnA3&#10;x9yGM39Sd0ilEhOOORpwKTW51rFw5DGOQ0Mst7/QekwytqW2LZ7F3Nd6kmVT7bFiSXDY0Kuj4ng4&#10;eQMd7i/Zr1t/zN6rXTHZr3+2VvbmftivXkAl6tO/+Pa9sQaeH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tL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Qa8UA&#10;AADdAAAADwAAAGRycy9kb3ducmV2LnhtbESPQUvDQBSE70L/w/IEb3ZjFGljt6UIFY+a9uDxmX3N&#10;pmbfC7trE/31riB4HGbmG2a1mXyvzhRiJ2zgZl6AIm7EdtwaOOx31wtQMSFb7IXJwBdF2KxnFyus&#10;rIz8Suc6tSpDOFZowKU0VFrHxpHHOJeBOHtHCR5TlqHVNuCY4b7XZVHca48d5wWHAz06aj7qT29g&#10;fGreT+XxzbrvMMiufpFT2YsxV5fT9gFUoin9h//az9bA3e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FB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3ns8QA&#10;AADd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2ncH9/EJ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57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PkcUA&#10;AADdAAAADwAAAGRycy9kb3ducmV2LnhtbESPQYvCMBSE78L+h/AWvIimrrpI1ygiLCoouCp4fTZv&#10;22LzUppY6783guBxmJlvmMmsMYWoqXK5ZQX9XgSCOLE651TB8fDbHYNwHlljYZkU3MnBbPrRmmCs&#10;7Y3/qN77VAQIuxgVZN6XsZQuycig69mSOHj/tjLog6xSqSu8Bbgp5FcUfUuDOYeFDEtaZJRc9lej&#10;oN5tzumqduX6Mu640eC8XG71San2ZzP/AeGp8e/wq73SCobDqA/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+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tL8gA&#10;AADdAAAADwAAAGRycy9kb3ducmV2LnhtbESPQUsDMRSE7wX/Q3iCt27iskrdNi1WEHoRbPVgb6+b&#10;192lm5c1SdvVX2+EQo/DzHzDzBaD7cSJfGgda7jPFAjiypmWaw2fH6/jCYgQkQ12jknDDwVYzG9G&#10;MyyNO/OaTptYiwThUKKGJsa+lDJUDVkMmeuJk7d33mJM0tfSeDwnuO1krtSjtNhyWmiwp5eGqsPm&#10;aDUsnybL7/eC337Xuy1tv3aHh9wrre9uh+cpiEhDvIYv7ZXRUBQqh/836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W0vyAAAAN0AAAAPAAAAAAAAAAAAAAAAAJgCAABk&#10;cnMvZG93bnJldi54bWxQSwUGAAAAAAQABAD1AAAAjQMAAAAA&#10;" fillcolor="black" stroked="f"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LusgA&#10;AADd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hMBvB4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Au6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te8UA&#10;AADdAAAADwAAAGRycy9kb3ducmV2LnhtbESPQWsCMRSE74X+h/CE3jSxLCJbo0hLaS89VC29Pjav&#10;m+1uXrZJ1NVfbwShx2FmvmEWq8F14kAhNp41TCcKBHHlTcO1ht32dTwHEROywc4zaThRhNXy/m6B&#10;pfFH/qTDJtUiQziWqMGm1JdSxsqSwzjxPXH2fnxwmLIMtTQBjxnuOvmo1Ew6bDgvWOzp2VLVbvZO&#10;Q1h/v7Rn3n+16vxxim+/w98crdYPo2H9BCLRkP7Dt/a70VAUq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1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tUs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hMzCP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StU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8YcUA&#10;AADd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tlc7i/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jx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WS8UA&#10;AADd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dq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dZ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gF8MA&#10;AADdAAAADwAAAGRycy9kb3ducmV2LnhtbERPz2vCMBS+D/wfwhN2W1OdDKmNooPBmOwwFfH4bJ5t&#10;afNSktjW/345DHb8+H7nm9G0oifna8sKZkkKgriwuuZSwen48bIE4QOyxtYyKXiQh8168pRjpu3A&#10;P9QfQiliCPsMFVQhdJmUvqjIoE9sRxy5m3UGQ4SulNrhEMNNK+dp+iYN1hwbKuzovaKiOdyNgst9&#10;z7fv16+t24WzHY++mV+XjVLP03G7AhFoDP/iP/enVrBYpH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gF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/XscA&#10;AADdAAAADwAAAGRycy9kb3ducmV2LnhtbESPQWsCMRSE70L/Q3hCb5oo26KrUWqh4KVQrQe9PTfP&#10;3cXNyzaJuu2vbwpCj8PMfMPMl51txJV8qB1rGA0VCOLCmZpLDbvPt8EERIjIBhvHpOGbAiwXD705&#10;5sbdeEPXbSxFgnDIUUMVY5tLGYqKLIaha4mTd3LeYkzSl9J4vCW4beRYqWdpsea0UGFLrxUV5+3F&#10;alhNJ6uvj4zffzbHAx32x/PT2CutH/vdywxEpC7+h+/ttdGQZWoK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/17HAAAA3QAAAA8AAAAAAAAAAAAAAAAAmAIAAGRy&#10;cy9kb3ducmV2LnhtbFBLBQYAAAAABAAEAPUAAACMAwAAAAA=&#10;" fillcolor="black" stroked="f"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6H8IA&#10;AADdAAAADwAAAGRycy9kb3ducmV2LnhtbERPyWrDMBC9F/IPYgq9NXLaUIIbJZhAaOjJ2ch1Yk0t&#10;U2tkJEVx/746FHp8vH25Hm0vEvnQOVYwmxYgiBunO24VnI7b5wWIEJE19o5JwQ8FWK8mD0sstbvz&#10;ntIhtiKHcChRgYlxKKUMjSGLYeoG4sx9OW8xZuhbqT3ec7jt5UtRvEmLHecGgwNtDDXfh5tVkK6b&#10;unpNl2T2n75qvas/ztdaqafHsXoHEWmM/+I/904rmM9neX9+k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jo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/dsYA&#10;AADd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V/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05C7" w:rsidRDefault="007805C7" w:rsidP="007805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05C7" w:rsidRDefault="007805C7" w:rsidP="007805C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05C7" w:rsidRDefault="007805C7" w:rsidP="007805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805C7" w:rsidRDefault="007805C7" w:rsidP="007805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05C7" w:rsidRDefault="007805C7" w:rsidP="007805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№100</w:t>
      </w:r>
    </w:p>
    <w:p w:rsidR="007805C7" w:rsidRPr="009C7292" w:rsidRDefault="007805C7" w:rsidP="007805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05C7" w:rsidRPr="00A66DFC" w:rsidRDefault="007805C7" w:rsidP="007805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7805C7" w:rsidRPr="00A66DFC" w:rsidRDefault="007805C7" w:rsidP="007805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7805C7" w:rsidRPr="00A66DFC" w:rsidRDefault="007805C7" w:rsidP="007805C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805C7" w:rsidRPr="00A66DFC" w:rsidRDefault="007805C7" w:rsidP="007805C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7805C7" w:rsidRPr="00A66DFC" w:rsidRDefault="007805C7" w:rsidP="007805C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5C7" w:rsidRPr="00A66DFC" w:rsidRDefault="007805C7" w:rsidP="007805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66DFC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66DFC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7805C7" w:rsidRPr="00A66DFC" w:rsidRDefault="007805C7" w:rsidP="007805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805C7" w:rsidRPr="00A66DFC" w:rsidRDefault="007805C7" w:rsidP="007805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Валерійовичу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0,4275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805C7" w:rsidRPr="00E11D7E" w:rsidRDefault="007805C7" w:rsidP="007805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Валерійовичу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AD2C10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D2C1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0,4275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6823984700:01:002:0021, 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7805C7" w:rsidRPr="00A66DFC" w:rsidRDefault="007805C7" w:rsidP="007805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7805C7" w:rsidRPr="00A66DFC" w:rsidRDefault="007805C7" w:rsidP="007805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7805C7" w:rsidRPr="007805C7" w:rsidRDefault="007805C7" w:rsidP="007805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D7C51" w:rsidRPr="007805C7" w:rsidRDefault="007805C7" w:rsidP="007805C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D7C51" w:rsidRPr="007805C7" w:rsidSect="007805C7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C7"/>
    <w:rsid w:val="000D7C51"/>
    <w:rsid w:val="007805C7"/>
    <w:rsid w:val="00AD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C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805C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05C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805C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C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805C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05C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805C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273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2021-09-13T10:51:00Z</dcterms:created>
  <dcterms:modified xsi:type="dcterms:W3CDTF">2021-09-14T12:35:00Z</dcterms:modified>
</cp:coreProperties>
</file>