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A6B" w:rsidRDefault="008F1A6B" w:rsidP="008F1A6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1A6B" w:rsidRDefault="008F1A6B" w:rsidP="008F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F1A6B" w:rsidRDefault="008F1A6B" w:rsidP="008F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F1A6B" w:rsidRDefault="008F1A6B" w:rsidP="008F1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1A6B" w:rsidRDefault="008F1A6B" w:rsidP="008F1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1A6B" w:rsidRDefault="008F1A6B" w:rsidP="008F1A6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1A6B" w:rsidRDefault="008F1A6B" w:rsidP="008F1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F1A6B" w:rsidRDefault="008F1A6B" w:rsidP="008F1A6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F1A6B" w:rsidRDefault="008F1A6B" w:rsidP="008F1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F1A6B" w:rsidRDefault="008F1A6B" w:rsidP="008F1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F1A6B" w:rsidRDefault="008F1A6B" w:rsidP="008F1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1A6B" w:rsidRDefault="008F1A6B" w:rsidP="008F1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F1A6B" w:rsidRDefault="008F1A6B" w:rsidP="008F1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1A6B" w:rsidRDefault="008F1A6B" w:rsidP="008F1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F1A6B" w:rsidRDefault="008F1A6B" w:rsidP="008F1A6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F1A6B" w:rsidRPr="00D74EEC" w:rsidRDefault="008F1A6B" w:rsidP="008F1A6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№77</w:t>
      </w:r>
    </w:p>
    <w:p w:rsidR="008F1A6B" w:rsidRPr="00EF7913" w:rsidRDefault="008F1A6B" w:rsidP="008F1A6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lang w:val="ru-RU"/>
        </w:rPr>
      </w:pPr>
    </w:p>
    <w:p w:rsidR="008F1A6B" w:rsidRDefault="008F1A6B" w:rsidP="008F1A6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 розірвання договору оренди</w:t>
      </w:r>
    </w:p>
    <w:p w:rsidR="008F1A6B" w:rsidRPr="00126E65" w:rsidRDefault="008F1A6B" w:rsidP="008F1A6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0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землі від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</w:t>
      </w:r>
      <w:r w:rsidRPr="00DB0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08</w:t>
      </w:r>
      <w:r w:rsidRPr="00126E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.2012 р.</w:t>
      </w:r>
    </w:p>
    <w:p w:rsidR="008F1A6B" w:rsidRPr="00126E65" w:rsidRDefault="008F1A6B" w:rsidP="008F1A6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F1A6B" w:rsidRPr="00126E65" w:rsidRDefault="008F1A6B" w:rsidP="008F1A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Відповідно до пункту 34 частини 1 статті 26 Закону України «Про місцеве самоврядування в Україні», статті 31 Закону України «Про оренду землі», пунктів 38</w:t>
      </w:r>
      <w:r w:rsidRPr="00533C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40 Договору оренди землі 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23.08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.2012 р., зареєстрованого Державному реєстрі земель за №682390004000717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від 14.11.2012 р., сільська рада </w:t>
      </w:r>
    </w:p>
    <w:p w:rsidR="008F1A6B" w:rsidRPr="00126E65" w:rsidRDefault="008F1A6B" w:rsidP="008F1A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ВИРІШИЛА:</w:t>
      </w:r>
    </w:p>
    <w:p w:rsidR="008F1A6B" w:rsidRDefault="008F1A6B" w:rsidP="008F1A6B">
      <w:pPr>
        <w:tabs>
          <w:tab w:val="left" w:pos="708"/>
        </w:tabs>
        <w:spacing w:after="0"/>
        <w:ind w:left="70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Pr="00126E65">
        <w:rPr>
          <w:rFonts w:ascii="Times New Roman" w:eastAsia="Calibri" w:hAnsi="Times New Roman" w:cs="Times New Roman"/>
          <w:sz w:val="24"/>
          <w:szCs w:val="24"/>
        </w:rPr>
        <w:t>Розірвати Договір оренди землі від</w:t>
      </w:r>
      <w:r>
        <w:rPr>
          <w:rFonts w:ascii="Times New Roman" w:eastAsia="Calibri" w:hAnsi="Times New Roman" w:cs="Times New Roman"/>
          <w:sz w:val="24"/>
          <w:szCs w:val="24"/>
        </w:rPr>
        <w:t>23 серпня</w:t>
      </w: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2012 року, </w:t>
      </w:r>
      <w:r w:rsidRPr="00126E6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зареєстрованого </w:t>
      </w:r>
    </w:p>
    <w:p w:rsidR="008F1A6B" w:rsidRPr="00126E65" w:rsidRDefault="008F1A6B" w:rsidP="008F1A6B">
      <w:pPr>
        <w:tabs>
          <w:tab w:val="left" w:pos="70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E6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Державному реєстрі земель за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№6823900040007176</w:t>
      </w:r>
      <w:r w:rsidRPr="00126E6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від 14.11.2012 р. та </w:t>
      </w: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укладеного між Славутською районною державною адміністрацією та </w:t>
      </w:r>
      <w:r>
        <w:rPr>
          <w:rFonts w:ascii="Times New Roman" w:eastAsia="Calibri" w:hAnsi="Times New Roman" w:cs="Times New Roman"/>
          <w:sz w:val="24"/>
          <w:szCs w:val="24"/>
        </w:rPr>
        <w:t>Шуст Ніною Вікторівною</w:t>
      </w: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згідно із яким передано  в довгострокове користування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 площею 14,4555</w:t>
      </w: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га, для сінокосіння і випасання худоби,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кадастровий номер 6823984700:05:007:0001</w:t>
      </w:r>
      <w:r w:rsidRPr="00126E65">
        <w:rPr>
          <w:rFonts w:ascii="Times New Roman" w:eastAsia="Calibri" w:hAnsi="Times New Roman" w:cs="Times New Roman"/>
          <w:sz w:val="24"/>
          <w:szCs w:val="24"/>
        </w:rPr>
        <w:t>, шляхом укладення відповідної додаткової угоди.</w:t>
      </w:r>
    </w:p>
    <w:p w:rsidR="008F1A6B" w:rsidRDefault="008F1A6B" w:rsidP="008F1A6B">
      <w:pPr>
        <w:tabs>
          <w:tab w:val="left" w:pos="708"/>
        </w:tabs>
        <w:spacing w:after="0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2.</w:t>
      </w: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Уповноважити сільського голову Валерія Михалюка </w:t>
      </w:r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класти з  Шуст Ніною</w:t>
      </w:r>
    </w:p>
    <w:p w:rsidR="008F1A6B" w:rsidRPr="00126E65" w:rsidRDefault="008F1A6B" w:rsidP="008F1A6B">
      <w:pPr>
        <w:tabs>
          <w:tab w:val="left" w:pos="708"/>
        </w:tabs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Вікторівною</w:t>
      </w:r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додаткову угоду про розірвання Договору, зазначеного в пункті 1 цього рішення. </w:t>
      </w:r>
    </w:p>
    <w:p w:rsidR="008F1A6B" w:rsidRDefault="008F1A6B" w:rsidP="008F1A6B">
      <w:pPr>
        <w:tabs>
          <w:tab w:val="left" w:pos="708"/>
        </w:tabs>
        <w:spacing w:after="0"/>
        <w:ind w:left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Контроль за виконанням цього рішення покласти на постійну комісію з питань </w:t>
      </w:r>
    </w:p>
    <w:p w:rsidR="008F1A6B" w:rsidRPr="00EF7913" w:rsidRDefault="008F1A6B" w:rsidP="008F1A6B">
      <w:pPr>
        <w:tabs>
          <w:tab w:val="left" w:pos="708"/>
        </w:tabs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E65">
        <w:rPr>
          <w:rFonts w:ascii="Times New Roman" w:eastAsia="Calibri" w:hAnsi="Times New Roman" w:cs="Times New Roman"/>
          <w:sz w:val="24"/>
          <w:szCs w:val="24"/>
        </w:rPr>
        <w:t>комунальної власності, житлово - комунального господарства, енергозбереження та транспорту та інфраструктури (Качаровський М.Г.).</w:t>
      </w:r>
    </w:p>
    <w:p w:rsidR="008F1A6B" w:rsidRPr="00126E65" w:rsidRDefault="008F1A6B" w:rsidP="008F1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F1A6B" w:rsidRPr="00126E65" w:rsidRDefault="008F1A6B" w:rsidP="008F1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F1A6B" w:rsidRPr="00126E65" w:rsidRDefault="008F1A6B" w:rsidP="008F1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F1A6B" w:rsidRPr="00126E65" w:rsidRDefault="008F1A6B" w:rsidP="008F1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F1A6B" w:rsidRDefault="008F1A6B" w:rsidP="008F1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Сільський голова </w:t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        Валерій МИХАЛЮК </w:t>
      </w:r>
    </w:p>
    <w:p w:rsidR="008F1A6B" w:rsidRDefault="008F1A6B" w:rsidP="008F1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8F1A6B" w:rsidRDefault="008F1A6B" w:rsidP="008F1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8F1A6B" w:rsidRDefault="008F1A6B" w:rsidP="008F1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8F1A6B" w:rsidRDefault="008F1A6B" w:rsidP="008F1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8F1A6B" w:rsidRDefault="008F1A6B" w:rsidP="008F1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8F1A6B" w:rsidRDefault="008F1A6B" w:rsidP="008F1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8F1A6B" w:rsidRPr="00126E65" w:rsidRDefault="008F1A6B" w:rsidP="008F1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8F1A6B" w:rsidRPr="00126E65" w:rsidRDefault="008F1A6B" w:rsidP="008F1A6B">
      <w:pPr>
        <w:tabs>
          <w:tab w:val="left" w:pos="708"/>
        </w:tabs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F1A6B" w:rsidRPr="00126E65" w:rsidRDefault="008F1A6B" w:rsidP="008F1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2717" w:left="5977" w:firstLine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Додаток </w:t>
      </w:r>
    </w:p>
    <w:p w:rsidR="008F1A6B" w:rsidRPr="00126E65" w:rsidRDefault="008F1A6B" w:rsidP="008F1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2717" w:left="5977" w:firstLine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 рішенням ІХ</w:t>
      </w: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сесії </w:t>
      </w:r>
    </w:p>
    <w:p w:rsidR="008F1A6B" w:rsidRPr="00126E65" w:rsidRDefault="008F1A6B" w:rsidP="008F1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2717" w:left="5977" w:firstLine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Крупецької  сільської ради </w:t>
      </w:r>
    </w:p>
    <w:p w:rsidR="008F1A6B" w:rsidRPr="00126E65" w:rsidRDefault="008F1A6B" w:rsidP="008F1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2717" w:left="5977" w:firstLine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від 25.03.2021 р. №77</w:t>
      </w:r>
    </w:p>
    <w:p w:rsidR="008F1A6B" w:rsidRPr="00126E65" w:rsidRDefault="008F1A6B" w:rsidP="008F1A6B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A6B" w:rsidRPr="00126E65" w:rsidRDefault="008F1A6B" w:rsidP="008F1A6B">
      <w:pPr>
        <w:tabs>
          <w:tab w:val="left" w:pos="708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ДОДАТКОВА УГОДА</w:t>
      </w:r>
    </w:p>
    <w:p w:rsidR="008F1A6B" w:rsidRPr="00126E65" w:rsidRDefault="008F1A6B" w:rsidP="008F1A6B">
      <w:pPr>
        <w:tabs>
          <w:tab w:val="left" w:pos="708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 розірва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ння Договору оренди землі від 23 серпня </w:t>
      </w: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2012 року </w:t>
      </w:r>
    </w:p>
    <w:p w:rsidR="008F1A6B" w:rsidRPr="00126E65" w:rsidRDefault="008F1A6B" w:rsidP="008F1A6B">
      <w:pPr>
        <w:tabs>
          <w:tab w:val="left" w:pos="708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A6B" w:rsidRPr="00126E65" w:rsidRDefault="008F1A6B" w:rsidP="008F1A6B">
      <w:pPr>
        <w:tabs>
          <w:tab w:val="left" w:pos="7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Крупець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«__»___________2021 року</w:t>
      </w:r>
    </w:p>
    <w:p w:rsidR="008F1A6B" w:rsidRPr="00126E65" w:rsidRDefault="008F1A6B" w:rsidP="008F1A6B">
      <w:pPr>
        <w:tabs>
          <w:tab w:val="left" w:pos="7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A6B" w:rsidRPr="00126E65" w:rsidRDefault="008F1A6B" w:rsidP="008F1A6B">
      <w:pPr>
        <w:tabs>
          <w:tab w:val="left" w:pos="708"/>
        </w:tabs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Шуст Ніна Вікторівна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яка діє на підставі паспорта ___________________ виданий___________________________________(надалі - Сторона 1),  з однієї сторони, та</w:t>
      </w:r>
    </w:p>
    <w:p w:rsidR="008F1A6B" w:rsidRPr="00126E65" w:rsidRDefault="008F1A6B" w:rsidP="008F1A6B">
      <w:pPr>
        <w:tabs>
          <w:tab w:val="left" w:pos="708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Крупецька сільська рада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особі сільського голови Михалюка Валерія Анатолійович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який діє на підставі Закону України «Про місцеве самоврядування в Україні» та рішення Крупець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кої сільської ради від __ березня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2021 року № ___ «Про розірван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 договору оренди землі  від 23.08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.2012 р.»(надалі - Сторона 2), з другої сторони, (в подальшому разом іменуються «Сторони», а окремо - «Сторона»),відповідно 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пунктів 38,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40 Договору оренди землі від 23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.08.2012 р., зареєстрованого Державному реєстрі земель за №682390004000717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від 14.11.2012 р. (далі – Договір оренди землі) та статті 31 Закону України «Про оренду землі»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уклали цю Додаткову угоду до Договору оренди землі, (надалі іменується "Угода") про наступне:</w:t>
      </w:r>
    </w:p>
    <w:p w:rsidR="008F1A6B" w:rsidRDefault="008F1A6B" w:rsidP="008F1A6B">
      <w:pPr>
        <w:shd w:val="clear" w:color="auto" w:fill="FFFFFF"/>
        <w:tabs>
          <w:tab w:val="left" w:pos="708"/>
        </w:tabs>
        <w:spacing w:after="0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Сторони за взаємною згодою вирішили достроково розірвати Договір оренди землі </w:t>
      </w:r>
    </w:p>
    <w:p w:rsidR="008F1A6B" w:rsidRPr="00126E65" w:rsidRDefault="008F1A6B" w:rsidP="008F1A6B">
      <w:pPr>
        <w:shd w:val="clear" w:color="auto" w:fill="FFFFFF"/>
        <w:tabs>
          <w:tab w:val="left" w:pos="708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 із яким передано в довгострокове користування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земельну ділянку площею 14,4555</w:t>
      </w:r>
      <w:r w:rsidRPr="00126E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га, для сінокосіння і випасання худоби,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кадастровий номер 6823984700:05:007:0001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1A6B" w:rsidRPr="00126E65" w:rsidRDefault="008F1A6B" w:rsidP="008F1A6B">
      <w:pPr>
        <w:shd w:val="clear" w:color="auto" w:fill="FFFFFF"/>
        <w:tabs>
          <w:tab w:val="left" w:pos="708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2.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Дострокове розірвання Договору оренди землі не звільняє Сторони від виконання зобов’язань, що виникли у них під час його дії та відповідальності за його порушення, яке мало місце під час його дії.</w:t>
      </w:r>
    </w:p>
    <w:p w:rsidR="008F1A6B" w:rsidRPr="00126E65" w:rsidRDefault="008F1A6B" w:rsidP="008F1A6B">
      <w:pPr>
        <w:shd w:val="clear" w:color="auto" w:fill="FFFFFF"/>
        <w:tabs>
          <w:tab w:val="left" w:pos="708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3.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Сторони не мають права вимагати повернення того, що було виконане ними за Договором, 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моменту його розірвання.</w:t>
      </w:r>
    </w:p>
    <w:p w:rsidR="008F1A6B" w:rsidRPr="00126E65" w:rsidRDefault="008F1A6B" w:rsidP="008F1A6B">
      <w:pPr>
        <w:shd w:val="clear" w:color="auto" w:fill="FFFFFF"/>
        <w:tabs>
          <w:tab w:val="left" w:pos="708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4.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Ця Угода складена при повному розумінні Сторонами її умов та термінології українською мовою у двох автентичних примірниках, які мають однакову юридичну силу – по одному для кожної із Сторін.</w:t>
      </w:r>
    </w:p>
    <w:p w:rsidR="008F1A6B" w:rsidRPr="00126E65" w:rsidRDefault="008F1A6B" w:rsidP="008F1A6B">
      <w:pPr>
        <w:shd w:val="clear" w:color="auto" w:fill="FFFFFF"/>
        <w:tabs>
          <w:tab w:val="left" w:pos="708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5.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Ця Угода набирає чинності з моменту її підписання Сторонами та її скріплення печатками Сторін.</w:t>
      </w:r>
    </w:p>
    <w:p w:rsidR="008F1A6B" w:rsidRPr="00126E65" w:rsidRDefault="008F1A6B" w:rsidP="008F1A6B">
      <w:pPr>
        <w:tabs>
          <w:tab w:val="left" w:pos="7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A6B" w:rsidRPr="00126E65" w:rsidRDefault="008F1A6B" w:rsidP="008F1A6B">
      <w:pPr>
        <w:tabs>
          <w:tab w:val="left" w:pos="708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РЕКВІЗИТИ СТОРІН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825"/>
        <w:gridCol w:w="4746"/>
      </w:tblGrid>
      <w:tr w:rsidR="008F1A6B" w:rsidRPr="00126E65" w:rsidTr="00C41073">
        <w:tc>
          <w:tcPr>
            <w:tcW w:w="4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1A6B" w:rsidRPr="00126E65" w:rsidRDefault="008F1A6B" w:rsidP="00C410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СТОРОНА 1</w:t>
            </w:r>
          </w:p>
          <w:p w:rsidR="008F1A6B" w:rsidRPr="00126E65" w:rsidRDefault="008F1A6B" w:rsidP="00C410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Шуст НінаВікторівна</w:t>
            </w:r>
          </w:p>
          <w:p w:rsidR="008F1A6B" w:rsidRPr="00126E65" w:rsidRDefault="008F1A6B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1A6B" w:rsidRPr="00126E65" w:rsidRDefault="008F1A6B" w:rsidP="00C410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СТОРОНА 2</w:t>
            </w:r>
          </w:p>
          <w:p w:rsidR="008F1A6B" w:rsidRPr="00126E65" w:rsidRDefault="008F1A6B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Крупецька сільська рада</w:t>
            </w:r>
          </w:p>
        </w:tc>
      </w:tr>
      <w:tr w:rsidR="008F1A6B" w:rsidRPr="00126E65" w:rsidTr="00C41073">
        <w:tc>
          <w:tcPr>
            <w:tcW w:w="4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1A6B" w:rsidRPr="00126E65" w:rsidRDefault="008F1A6B" w:rsidP="00C4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Лисиче</w:t>
            </w: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126E65">
              <w:rPr>
                <w:rFonts w:ascii="Times New Roman" w:hAnsi="Times New Roman"/>
                <w:sz w:val="24"/>
                <w:szCs w:val="24"/>
              </w:rPr>
              <w:t>Славутський</w:t>
            </w:r>
          </w:p>
          <w:p w:rsidR="008F1A6B" w:rsidRPr="00126E65" w:rsidRDefault="008F1A6B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sz w:val="24"/>
                <w:szCs w:val="24"/>
              </w:rPr>
              <w:t>(Шепетівський)</w:t>
            </w: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р-н, Хмельницька область</w:t>
            </w:r>
          </w:p>
          <w:p w:rsidR="008F1A6B" w:rsidRPr="00126E65" w:rsidRDefault="008F1A6B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паспорт __________________</w:t>
            </w:r>
          </w:p>
          <w:p w:rsidR="008F1A6B" w:rsidRPr="00126E65" w:rsidRDefault="008F1A6B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виданий _________________________</w:t>
            </w:r>
          </w:p>
          <w:p w:rsidR="008F1A6B" w:rsidRPr="00126E65" w:rsidRDefault="008F1A6B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ІПН __________________</w:t>
            </w:r>
          </w:p>
          <w:p w:rsidR="008F1A6B" w:rsidRPr="00126E65" w:rsidRDefault="008F1A6B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1A6B" w:rsidRPr="00126E65" w:rsidRDefault="008F1A6B" w:rsidP="00C4107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вул. Б. Хмельницького, 106,</w:t>
            </w:r>
          </w:p>
          <w:p w:rsidR="008F1A6B" w:rsidRPr="00126E65" w:rsidRDefault="008F1A6B" w:rsidP="00C4107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 xml:space="preserve">с. Крупець, Славутський </w:t>
            </w:r>
          </w:p>
          <w:p w:rsidR="008F1A6B" w:rsidRPr="00126E65" w:rsidRDefault="008F1A6B" w:rsidP="00C4107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(Шепетівський) р-н,</w:t>
            </w:r>
          </w:p>
          <w:p w:rsidR="008F1A6B" w:rsidRPr="00126E65" w:rsidRDefault="008F1A6B" w:rsidP="00C4107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Хмельницька область, 30068</w:t>
            </w:r>
          </w:p>
          <w:p w:rsidR="008F1A6B" w:rsidRPr="00126E65" w:rsidRDefault="008F1A6B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sz w:val="24"/>
                <w:szCs w:val="24"/>
              </w:rPr>
              <w:t>ЄДРПОУ 04405030</w:t>
            </w:r>
          </w:p>
        </w:tc>
      </w:tr>
      <w:tr w:rsidR="008F1A6B" w:rsidRPr="00126E65" w:rsidTr="00C41073">
        <w:tc>
          <w:tcPr>
            <w:tcW w:w="4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1A6B" w:rsidRPr="00126E65" w:rsidRDefault="008F1A6B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__________Н</w:t>
            </w: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. Шуст</w:t>
            </w:r>
          </w:p>
        </w:tc>
        <w:tc>
          <w:tcPr>
            <w:tcW w:w="4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1A6B" w:rsidRPr="00126E65" w:rsidRDefault="008F1A6B" w:rsidP="00C4107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Сільський голова _________В. Михалюк</w:t>
            </w:r>
          </w:p>
        </w:tc>
      </w:tr>
    </w:tbl>
    <w:p w:rsidR="008F1A6B" w:rsidRDefault="008F1A6B" w:rsidP="008F1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C06" w:rsidRDefault="00226C06">
      <w:bookmarkStart w:id="0" w:name="_GoBack"/>
      <w:bookmarkEnd w:id="0"/>
    </w:p>
    <w:sectPr w:rsidR="00226C0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A6B"/>
    <w:rsid w:val="00171A2E"/>
    <w:rsid w:val="00226C06"/>
    <w:rsid w:val="00304C90"/>
    <w:rsid w:val="00505B6D"/>
    <w:rsid w:val="006D3977"/>
    <w:rsid w:val="007D6C18"/>
    <w:rsid w:val="008F1A6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8F1A6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8F1A6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8F1A6B"/>
    <w:rPr>
      <w:rFonts w:ascii="Consolas" w:hAnsi="Consolas"/>
      <w:sz w:val="20"/>
      <w:szCs w:val="20"/>
      <w:lang w:val="uk-UA" w:eastAsia="uk-UA" w:bidi="ar-SA"/>
    </w:rPr>
  </w:style>
  <w:style w:type="table" w:customStyle="1" w:styleId="12">
    <w:name w:val="Сетка таблицы1"/>
    <w:basedOn w:val="a1"/>
    <w:next w:val="af4"/>
    <w:uiPriority w:val="59"/>
    <w:rsid w:val="008F1A6B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rsid w:val="008F1A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8F1A6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8F1A6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8F1A6B"/>
    <w:rPr>
      <w:rFonts w:ascii="Consolas" w:hAnsi="Consolas"/>
      <w:sz w:val="20"/>
      <w:szCs w:val="20"/>
      <w:lang w:val="uk-UA" w:eastAsia="uk-UA" w:bidi="ar-SA"/>
    </w:rPr>
  </w:style>
  <w:style w:type="table" w:customStyle="1" w:styleId="12">
    <w:name w:val="Сетка таблицы1"/>
    <w:basedOn w:val="a1"/>
    <w:next w:val="af4"/>
    <w:uiPriority w:val="59"/>
    <w:rsid w:val="008F1A6B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rsid w:val="008F1A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3</Pages>
  <Words>2459</Words>
  <Characters>1402</Characters>
  <Application>Microsoft Office Word</Application>
  <DocSecurity>0</DocSecurity>
  <Lines>11</Lines>
  <Paragraphs>7</Paragraphs>
  <ScaleCrop>false</ScaleCrop>
  <Company>Microsoft</Company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1</cp:revision>
  <dcterms:created xsi:type="dcterms:W3CDTF">2021-03-31T05:52:00Z</dcterms:created>
  <dcterms:modified xsi:type="dcterms:W3CDTF">2021-03-31T05:52:00Z</dcterms:modified>
</cp:coreProperties>
</file>