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9A" w:rsidRDefault="00D0079A" w:rsidP="00D007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0079A" w:rsidRDefault="00D0079A" w:rsidP="00D0079A"/>
    <w:p w:rsidR="00D0079A" w:rsidRDefault="00D0079A" w:rsidP="00D0079A"/>
    <w:p w:rsidR="00D0079A" w:rsidRDefault="00D0079A" w:rsidP="00D007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0079A" w:rsidRDefault="00D0079A" w:rsidP="00D007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0079A" w:rsidRDefault="00D0079A" w:rsidP="00D007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0079A" w:rsidRDefault="00D0079A" w:rsidP="00D007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0079A" w:rsidRDefault="00D0079A" w:rsidP="00D007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79A" w:rsidRDefault="00D0079A" w:rsidP="00D007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D0079A" w:rsidRDefault="00D0079A" w:rsidP="00D007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079A" w:rsidRDefault="00D0079A" w:rsidP="00D007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0079A" w:rsidRDefault="00D0079A" w:rsidP="00D0079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№9</w:t>
      </w:r>
    </w:p>
    <w:p w:rsidR="00D0079A" w:rsidRDefault="00D0079A" w:rsidP="00D007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Скринік Ніні Кирилівні в розмірі 500.00 ( п’ятсот 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Кондратюк Світлані Петрівні в розмірі 2000.00 ( дві тисячі)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Костюк Василю Антоновичу в розмірі 500.00 ( п’ятсот)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Стецюк Юрію Григоровичу в розмірі 2000.00 ( дві тисячі)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Брисько Тетяні Миколаївні в розмірі 500.00 ( п’ятсот)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Семенюк Марії Василівні в розмірі 1000.00 ( одна тисяча)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Семенюк Людмилі Володимирівні в розмірі 1500.00 ( одна тисяча п’ятсот 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Гомон Андрію Адамовичу в розмірі 1000.00 ( одна тисяча ) грн;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Локайчук Наталії Вікторівні в розмірі 1000.00 ( одна тисяча) грн на лікування Шевчук Надії Гарасимівни;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Шипіциній Антоніні Євгенівні в розмірі 500.00 ( п’ятсот) грн на лікування Бабійчук Людмили Василівни;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Марчук Ользі Андріївні в розмірі 500.00 ( п’ятсот ) грн на лікування Нікітчука Андрія Миколайовича ;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1.12 Марчук Ользі Андрївні в розмірі 1000.00 ( одна тисяча ) грн на лікування Нікітчук Раїси Івнівни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 Верещинській Ганні Євгенівні в розмірі 1000.00 ( одна тисяча ) грн  на лікування Боковець Людмили Володимирівни</w:t>
      </w:r>
    </w:p>
    <w:p w:rsidR="00D0079A" w:rsidRDefault="00D0079A" w:rsidP="00D00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D0079A" w:rsidRDefault="00D0079A" w:rsidP="00D0079A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D0079A" w:rsidRDefault="00D0079A" w:rsidP="00D0079A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0079A" w:rsidRDefault="00D0079A" w:rsidP="00D0079A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0079A" w:rsidRDefault="00D0079A" w:rsidP="00D0079A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0079A" w:rsidRDefault="00D0079A" w:rsidP="00D00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В.А.Михалюк</w:t>
      </w:r>
    </w:p>
    <w:p w:rsidR="00841694" w:rsidRDefault="00841694">
      <w:bookmarkStart w:id="0" w:name="_GoBack"/>
      <w:bookmarkEnd w:id="0"/>
    </w:p>
    <w:sectPr w:rsidR="008416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A"/>
    <w:rsid w:val="00171A2E"/>
    <w:rsid w:val="00304C90"/>
    <w:rsid w:val="00505B6D"/>
    <w:rsid w:val="006D3977"/>
    <w:rsid w:val="007D6C18"/>
    <w:rsid w:val="00841694"/>
    <w:rsid w:val="00D0079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384</Words>
  <Characters>2194</Characters>
  <Application>Microsoft Office Word</Application>
  <DocSecurity>0</DocSecurity>
  <Lines>18</Lines>
  <Paragraphs>5</Paragraphs>
  <ScaleCrop>false</ScaleCrop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2020-07-02T10:59:00Z</dcterms:created>
  <dcterms:modified xsi:type="dcterms:W3CDTF">2020-07-02T10:59:00Z</dcterms:modified>
</cp:coreProperties>
</file>