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8BD" w:rsidRDefault="006D76F9" w:rsidP="003128BD">
      <w:pPr>
        <w:jc w:val="both"/>
        <w:rPr>
          <w:rFonts w:ascii="Times New Roman" w:hAnsi="Times New Roman" w:cs="Times New Roman"/>
        </w:rPr>
      </w:pPr>
      <w:r w:rsidRPr="006D76F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128BD" w:rsidRDefault="003128BD" w:rsidP="003128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128BD" w:rsidRDefault="003128BD" w:rsidP="003128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28BD" w:rsidRDefault="003128BD" w:rsidP="003128B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28BD" w:rsidRDefault="003128BD" w:rsidP="003128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28BD" w:rsidRDefault="003128BD" w:rsidP="003128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128BD" w:rsidRDefault="003128BD" w:rsidP="003128B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128BD" w:rsidRDefault="003128BD" w:rsidP="003128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128BD" w:rsidRDefault="003128BD" w:rsidP="003128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128BD" w:rsidRDefault="003128BD" w:rsidP="003128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28BD" w:rsidRDefault="003128BD" w:rsidP="003128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128BD" w:rsidRDefault="003128BD" w:rsidP="003128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28BD" w:rsidRDefault="003128BD" w:rsidP="003128B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128BD" w:rsidRPr="0005326B" w:rsidRDefault="003128BD" w:rsidP="003128B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128BD" w:rsidRPr="00867B7E" w:rsidRDefault="003128BD" w:rsidP="003128B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№67</w:t>
      </w:r>
    </w:p>
    <w:p w:rsidR="003128BD" w:rsidRPr="006139BE" w:rsidRDefault="003128BD" w:rsidP="003128B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128BD" w:rsidRPr="006139BE" w:rsidRDefault="003128BD" w:rsidP="003128BD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</w:t>
      </w: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оємцю земельної частки (паю) Поліщук В.Я., Линок Н.Я.,</w:t>
      </w:r>
      <w:proofErr w:type="spellStart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Леоновій</w:t>
      </w:r>
      <w:proofErr w:type="spellEnd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Н.В.</w:t>
      </w: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території  Крупецької сільської  ради </w:t>
      </w:r>
    </w:p>
    <w:p w:rsidR="003128BD" w:rsidRPr="006139BE" w:rsidRDefault="003128BD" w:rsidP="003128BD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</w:p>
    <w:p w:rsidR="003128BD" w:rsidRDefault="003128BD" w:rsidP="003128B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рейдерству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стимулювання зрошення в Україні» від 10.07.2018 року № 2498-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VIII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,  Закону  України  «Про державну реєстрацію речових  прав  на нерухоме майно та їх обтяжень», розглянувши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яву  Поліщук В.Я., Линок Н.Я.,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Леонової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Н.В.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3128BD" w:rsidRPr="002E43F8" w:rsidRDefault="003128BD" w:rsidP="003128B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ВИРІШИЛА:</w:t>
      </w:r>
    </w:p>
    <w:p w:rsidR="003128BD" w:rsidRPr="006139BE" w:rsidRDefault="003128BD" w:rsidP="003128B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 1. Надати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Поліщук Валентині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Яковлівні</w:t>
      </w:r>
      <w:proofErr w:type="spellEnd"/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зареєстрована за адресою: </w:t>
      </w:r>
      <w:r w:rsidR="007E79A8" w:rsidRPr="007E79A8">
        <w:rPr>
          <w:rFonts w:ascii="Times New Roman" w:eastAsia="Arial Unicode MS" w:hAnsi="Times New Roman" w:cs="Times New Roman"/>
          <w:color w:val="000000"/>
          <w:sz w:val="24"/>
          <w:szCs w:val="24"/>
        </w:rPr>
        <w:t>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Линок Надії Яківні, яка зареєстрована за адресою: </w:t>
      </w:r>
      <w:r w:rsidR="007E79A8" w:rsidRPr="007E79A8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Леоновій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Володимирівні, яка зареєстрована за адресою</w:t>
      </w:r>
      <w:r w:rsidR="007E79A8" w:rsidRPr="007E79A8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по1/3 частки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земельної частки (паю)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1/2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№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123,  розміром 5,22 в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lastRenderedPageBreak/>
        <w:t xml:space="preserve">умовних кадастрових гектарах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(сертифікат на право на земельну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частку  (пай) серія ХМ №0318934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),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яка розташована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на території Крупе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цької сільської ради. </w:t>
      </w:r>
    </w:p>
    <w:p w:rsidR="003128BD" w:rsidRPr="006139BE" w:rsidRDefault="003128BD" w:rsidP="003128B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2. Поліщук В.Я., Линок Н.Я.,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Леоновій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Н.В.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, розробити технічну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3128BD" w:rsidRDefault="003128BD" w:rsidP="003128B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sz w:val="24"/>
          <w:szCs w:val="24"/>
        </w:rPr>
        <w:t>а та благоустрою (Денисюк Т.В.)</w:t>
      </w:r>
    </w:p>
    <w:p w:rsidR="003128BD" w:rsidRPr="006139BE" w:rsidRDefault="003128BD" w:rsidP="003128B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3128BD" w:rsidRDefault="003128BD" w:rsidP="003128B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3128BD" w:rsidRDefault="003128BD" w:rsidP="003128B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3128BD" w:rsidRPr="006139BE" w:rsidRDefault="003128BD" w:rsidP="003128B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3128BD" w:rsidRDefault="003128BD" w:rsidP="003128B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7D70F6" w:rsidRDefault="007D70F6"/>
    <w:sectPr w:rsidR="007D70F6" w:rsidSect="007D7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128BD"/>
    <w:rsid w:val="00171A2E"/>
    <w:rsid w:val="00182EBB"/>
    <w:rsid w:val="00304C90"/>
    <w:rsid w:val="003128BD"/>
    <w:rsid w:val="00505B6D"/>
    <w:rsid w:val="006D3977"/>
    <w:rsid w:val="006D76F9"/>
    <w:rsid w:val="007D6C18"/>
    <w:rsid w:val="007D70F6"/>
    <w:rsid w:val="007E79A8"/>
    <w:rsid w:val="00D1641A"/>
    <w:rsid w:val="00D75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B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2</Pages>
  <Words>388</Words>
  <Characters>2215</Characters>
  <Application>Microsoft Office Word</Application>
  <DocSecurity>0</DocSecurity>
  <Lines>18</Lines>
  <Paragraphs>5</Paragraphs>
  <ScaleCrop>false</ScaleCrop>
  <Company>Microsoft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2020-01-21T07:09:00Z</dcterms:created>
  <dcterms:modified xsi:type="dcterms:W3CDTF">2020-01-21T07:52:00Z</dcterms:modified>
</cp:coreProperties>
</file>