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57E" w:rsidRPr="00B623A8" w:rsidRDefault="00E84409" w:rsidP="00E6457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qebsn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tgTMIA&#10;AADdAAAADwAAAGRycy9kb3ducmV2LnhtbERPy4rCMBTdC/5DuII7TdXR0dooIjODC0Hq6P7S3D6w&#10;uSlN1M7fTxaCy8N5J9vO1OJBrassK5iMIxDEmdUVFwouv9+jJQjnkTXWlknBHznYbvq9BGNtn5zS&#10;4+wLEULYxaig9L6JpXRZSQbd2DbEgctta9AH2BZSt/gM4aaW0yhaSIMVh4YSG9qXlN3Od6PAzn4O&#10;x2sxTWdf/Ol5d1rm1+6o1HDQ7dYgPHX+LX65D1rB/GMV5oY34Qn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62BM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EB2cgA&#10;AADdAAAADwAAAGRycy9kb3ducmV2LnhtbESPQUsDMRSE74L/ITzBS7HZim3dtWmRwmrrobBV8PrY&#10;PDdrNy9LEtu1v94IgsdhZr5hFqvBduJIPrSOFUzGGQji2umWGwVvr+XNPYgQkTV2jknBNwVYLS8v&#10;Flhod+KKjvvYiAThUKACE2NfSBlqQxbD2PXEyftw3mJM0jdSezwluO3kbZbNpMWW04LBntaG6sP+&#10;yyr4LHfmfT0/P/lRXtF5VL48d9uZUtdXw+MDiEhD/A//tTdawfQuz+H3TXoCcvk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sQHZ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hQIcEA&#10;AADdAAAADwAAAGRycy9kb3ducmV2LnhtbERPzWrCQBC+C77DMoVepG6qKJK6ioiKeBF/HmDIjtnQ&#10;7GzIbk369s6h0OPH979c975WT2pjFdjA5zgDRVwEW3Fp4H7bfyxAxYRssQ5MBn4pwno1HCwxt6Hj&#10;Cz2vqVQSwjFHAy6lJtc6Fo48xnFoiIV7hNZjEtiW2rbYSbiv9STL5tpjxdLgsKGto+L7+uOl5DzF&#10;8+nR3faHHjvcnRyPNhdj3t/6zReoRH36F/+5j9bAbJbJfnkjT0Cv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4UCH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8gGsYA&#10;AADdAAAADwAAAGRycy9kb3ducmV2LnhtbESPQUsDMRSE74L/ITyhN5tt6dayNi1SWxDBg1Uo3h6b&#10;193FzUtInt313xtB8DjMzDfMeju6Xl0ops6zgdm0AEVce9txY+D97XC7ApUE2WLvmQx8U4Lt5vpq&#10;jZX1A7/S5SiNyhBOFRpoRUKldapbcpimPhBn7+yjQ8kyNtpGHDLc9XpeFEvtsOO80GKgXUv15/HL&#10;GXgZ9uH5blmew0dczHV6tHLaiTGTm/HhHpTQKP/hv/aTNVCWxQx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8gG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ZrzcQA&#10;AADdAAAADwAAAGRycy9kb3ducmV2LnhtbESP32rCMBTG7we+QzjCboam61BGNUqROaQ3Rd0DHJpj&#10;U2xOSpPZ7u3NQPDy4/vz41tvR9uKG/W+cazgfZ6AIK6cbrhW8HPezz5B+ICssXVMCv7Iw3YzeVlj&#10;pt3AR7qdQi3iCPsMFZgQukxKXxmy6OeuI47exfUWQ5R9LXWPQxy3rUyTZCktNhwJBjvaGaqup18b&#10;IeUHlsVlOO+/RxzwqzD8lh+Vep2O+QpEoDE8w4/2QStYLJIU/t/EJ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ma83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Eb9sYA&#10;AADdAAAADwAAAGRycy9kb3ducmV2LnhtbESPQUsDMRSE74L/ITzBm81a3SrbpkWqQhE8WAvF22Pz&#10;urt08xKSZ3f9940geBxm5htmsRpdr04UU+fZwO2kAEVce9txY2D3+XrzCCoJssXeMxn4oQSr5eXF&#10;AivrB/6g01YalSGcKjTQioRK61S35DBNfCDO3sFHh5JlbLSNOGS46/W0KGbaYcd5ocVA65bq4/bb&#10;GXgfXsLbw6w8hK94P9Xp2cp+LcZcX41Pc1BCo/yH/9oba6Asizv4fZOfgF6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tEb9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gj/McA&#10;AADdAAAADwAAAGRycy9kb3ducmV2LnhtbESPzWrDMBCE74W+g9hCL6WR09YluFFCUhANNBDyA7ku&#10;1sY2tVZGUmPn7aNAocdhZr5hpvPBtuJMPjSOFYxHGQji0pmGKwWHvX6egAgR2WDrmBRcKMB8dn83&#10;xcK4nrd03sVKJAiHAhXUMXaFlKGsyWIYuY44eSfnLcYkfSWNxz7BbStfsuxdWmw4LdTY0WdN5c/u&#10;1ypYbvrq1T+Vy8F9n76OudZGr7VSjw/D4gNEpCH+h//aK6Mgz7M3uL1JT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+4I/z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zcIsMA&#10;AADdAAAADwAAAGRycy9kb3ducmV2LnhtbESP0YrCMBRE3xf2H8Jd8G1NFSvSNYooBRFfdPcDLs3d&#10;ptrclCTW+vdGWNjHYWbOMMv1YFvRkw+NYwWTcQaCuHK64VrBz3f5uQARIrLG1jEpeFCA9er9bYmF&#10;dnc+UX+OtUgQDgUqMDF2hZShMmQxjF1HnLxf5y3GJH0ttcd7gttWTrNsLi02nBYMdrQ1VF3PN6ug&#10;PEyP/fWmfek2w8xSbi6LnVFq9DFsvkBEGuJ/+K+91wryPMvh9SY9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zcI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YYEMYA&#10;AADdAAAADwAAAGRycy9kb3ducmV2LnhtbESPUWvCMBSF3wf7D+EO9jJm6qQyOqPoICg4EHWw10tz&#10;bcuam5Jktv57Iwh7PJxzvsOZLQbbijP50DhWMB5lIIhLZxquFHwf9es7iBCRDbaOScGFAizmjw8z&#10;LIzreU/nQ6xEgnAoUEEdY1dIGcqaLIaR64iTd3LeYkzSV9J47BPctvIty6bSYsNpocaOPmsqfw9/&#10;VsFq11cT/1KuBrc9rX9yrY3+0ko9Pw3LDxCRhvgfvrc3RkGeZ1O4vUlP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CYYE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LnzsQA&#10;AADdAAAADwAAAGRycy9kb3ducmV2LnhtbESPwWrDMBBE74X8g9hAb43cUDfBjRxCiyGUXprkAxZr&#10;a7m2VkZSHOfvq0Cgx2Fm3jCb7WR7MZIPrWMFz4sMBHHtdMuNgtOxelqDCBFZY++YFFwpwLacPWyw&#10;0O7C3zQeYiMShEOBCkyMQyFlqA1ZDAs3ECfvx3mLMUnfSO3xkuC2l8sse5UWW04LBgd6N1R3h7NV&#10;UH0uv8burH3ldtOLpdz8rj+MUo/zafcGItIU/8P39l4ryPNsBbc36QnI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S58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hpmsAA&#10;AADdAAAADwAAAGRycy9kb3ducmV2LnhtbERP3WqDMBS+H+wdwhn0bk1s5xiuUUrBsl7O7QEO5kxF&#10;c2JNqvbtl4vBLj++/0Ox2kHMNPnOsYZkq0AQ18503Gj4/iqf30D4gGxwcEwa7uShyB8fDpgZt/An&#10;zVVoRAxhn6GGNoQxk9LXLVn0WzcSR+7HTRZDhFMjzYRLDLeD3Cn1Ki12HBtaHOnUUt1XN6vh5b6c&#10;r1Xaq9JYSi778cKhTrXePK3HdxCB1vAv/nN/GA1pquLc+CY+AZn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Ahpm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bVHcIA&#10;AADdAAAADwAAAGRycy9kb3ducmV2LnhtbESPzarCMBSE9xd8h3AEd9dUQdFqFFEUcaX1Z31ojm2x&#10;OSlN1Pr2RhBcDjPzDTOdN6YUD6pdYVlBrxuBIE6tLjhTcDqu/0cgnEfWWFomBS9yMJ+1/qYYa/vk&#10;Az0Sn4kAYRejgtz7KpbSpTkZdF1bEQfvamuDPsg6k7rGZ4CbUvajaCgNFhwWcqxomVN6S+5GwX14&#10;6Z/4utP7ZPXajFfrhZPnTKlOu1lMQHhq/C/8bW+1gsEgGsPnTXgCcv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1tUd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aVWsUA&#10;AADdAAAADwAAAGRycy9kb3ducmV2LnhtbERPu27CMBTdK/EP1kViK05aiCDFQW0lpMIA4tGh2218&#10;SULj6xAbCH9fD5U6Hp33bN6ZWlypdZVlBfEwAkGcW11xoeCwXzxOQDiPrLG2TAru5GCe9R5mmGp7&#10;4y1dd74QIYRdigpK75tUSpeXZNANbUMcuKNtDfoA20LqFm8h3NTyKYoSabDi0FBiQ+8l5T+7i1Hw&#10;uZkk083bcnRarb/x2ejzl64SpQb97vUFhKfO/4v/3B9awXgch/3hTX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lpVa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LyMsYA&#10;AADdAAAADwAAAGRycy9kb3ducmV2LnhtbESPT2vCQBTE74LfYXmF3nQTqyLRVWyLqXiyttDrI/tM&#10;QrNvQ3abP/303YLgcZiZ3zCbXW8q0VLjSssK4mkEgjizuuRcwefHYbIC4TyyxsoyKRjIwW47Hm0w&#10;0bbjd2ovPhcBwi5BBYX3dSKlywoy6Ka2Jg7e1TYGfZBNLnWDXYCbSs6iaCkNlhwWCqzppaDs+/Jj&#10;FPwuv/Ds3mbPr0/a0zBfpfZ0TpV6fOj3axCeen8P39pHrWCxiGP4fxOegN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LyM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g//cQA&#10;AADdAAAADwAAAGRycy9kb3ducmV2LnhtbESP0WrCQBRE3wv+w3IF3+rGYIpGV5Gi4Js1+gGX7HUT&#10;zN6N2a3Gfn1XKPRxmJkzzHLd20bcqfO1YwWTcQKCuHS6ZqPgfNq9z0D4gKyxcUwKnuRhvRq8LTHX&#10;7sFHuhfBiAhhn6OCKoQ2l9KXFVn0Y9cSR+/iOoshys5I3eEjwm0j0yT5kBZrjgsVtvRZUXktvq2C&#10;m0sz3RdbPFy386/amOnt5zhVajTsNwsQgfrwH/5r77WCLJuk8HoTn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oP/3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UQDsYA&#10;AADdAAAADwAAAGRycy9kb3ducmV2LnhtbESPzW7CMBCE70h9B2sr9QZOigJpGoNapEpc+Tn0uLWX&#10;JG28TmMDaZ8eIyFxHM3MN5pyOdhWnKj3jWMF6SQBQaydabhSsN99jHMQPiAbbB2Tgj/ysFw8jEos&#10;jDvzhk7bUIkIYV+ggjqErpDS65os+onriKN3cL3FEGVfSdPjOcJtK5+TZCYtNhwXauxoVZP+2R6t&#10;gnXzRdlMH15s/q43n/+/YTr/Nko9PQ5vryACDeEevrXXRkGWpVO4volP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sUQD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V7jsMA&#10;AADdAAAADwAAAGRycy9kb3ducmV2LnhtbERPW2vCMBR+H/gfwhH2NtPKHFqNZQ4GG26CF/T10Byb&#10;YnNSmqzWf28Ggz1+d75F3ttadNT6yrGCdJSAIC6crrhUcNi/P01B+ICssXZMCm7kIV8OHhaYaXfl&#10;LXW7UIpYwj5DBSaEJpPSF4Ys+pFriKN2dq3FEGFbSt3iNZbbWo6T5EVarDguGGzozVBx2f1YBR1u&#10;bsnJrL5nn9VXMd6sjmsdefU47F/nIAL14d/8l/7QCiaT9Bl+38Qn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V7j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JgdcQA&#10;AADdAAAADwAAAGRycy9kb3ducmV2LnhtbESPQUvDQBSE70L/w/IK3uymgYjEbosILR41evD4zL5m&#10;U7Pvhd1tE/31riB4HGbmG2azm/2gLhRiL2xgvSpAEbdie+4MvL3ub+5AxYRscRAmA18UYbddXG2w&#10;tjLxC12a1KkM4VijAZfSWGsdW0ce40pG4uwdJXhMWYZO24BThvtBl0Vxqz32nBccjvToqP1szt7A&#10;dGg/TuXx3brvMMq+eZZTOYgx18v54R5Uojn9h//aT9ZAVa0r+H2Tn4D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SYHX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u4pccA&#10;AADdAAAADwAAAGRycy9kb3ducmV2LnhtbESPW2sCMRSE3wv9D+EIfatZBS+sRvFSQUQRL30/3Rx3&#10;tyYnyybq+u+bQqGPw8x8w4ynjTXiTrUvHSvotBMQxJnTJecKzqfV+xCED8gajWNS8CQP08nryxhT&#10;7R58oPsx5CJC2KeooAihSqX0WUEWfdtVxNG7uNpiiLLOpa7xEeHWyG6S9KXFkuNCgRUtCsqux5tV&#10;sNovzXd3d5h9yrD4GHyZ4Wa+3Cr11mpmIxCBmvAf/muvtYJer9OH3zfxCcjJ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ruK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DQh8YA&#10;AADdAAAADwAAAGRycy9kb3ducmV2LnhtbESPQWvCQBSE7wX/w/KEXopubIlKdBURihYUNApen9ln&#10;Esy+DdltTP99Vyj0OMzMN8x82ZlKtNS40rKC0TACQZxZXXKu4Hz6HExBOI+ssbJMCn7IwXLRe5lj&#10;ou2Dj9SmPhcBwi5BBYX3dSKlywoy6Ia2Jg7ezTYGfZBNLnWDjwA3lXyPorE0WHJYKLCmdUHZPf02&#10;CtrD7ppvW1d/3advLv64bjZ7fVHqtd+tZiA8df4//NfeagVxPJrA8014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gDQh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44PMQA&#10;AADdAAAADwAAAGRycy9kb3ducmV2LnhtbERPz2vCMBS+C/sfwht401RZxXWNMgcDL8LUHebttXlr&#10;i81Ll0St/vXLQfD48f3Ol71pxZmcbywrmIwTEMSl1Q1XCr73n6M5CB+QNbaWScGVPCwXT4McM20v&#10;vKXzLlQihrDPUEEdQpdJ6cuaDPqx7Ygj92udwRChq6R2eInhppXTJJlJgw3Hhho7+qipPO5ORsHq&#10;db76+3rhzW1bHOjwUxzTqUuUGj73728gAvXhIb6711pBmk7i3PgmPgG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+ODzEAAAA3QAAAA8AAAAAAAAAAAAAAAAAmAIAAGRycy9k&#10;b3ducmV2LnhtbFBLBQYAAAAABAAEAPUAAACJAwAAAAA=&#10;" fillcolor="black" stroked="f"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teqccA&#10;AADdAAAADwAAAGRycy9kb3ducmV2LnhtbESPQWvCQBSE74L/YXkFb7pRiNjUVaptoVA9mPbQ4zP7&#10;TJZk34bsqml/vVsQehxm5htmue5tIy7UeeNYwXSSgCAunDZcKvj6fBsvQPiArLFxTAp+yMN6NRws&#10;MdPuyge65KEUEcI+QwVVCG0mpS8qsugnriWO3sl1FkOUXSl1h9cIt42cJclcWjQcFypsaVtRUedn&#10;q+D7Y24WB0Oz4+5386p3ab3Zv9RKjR765ycQgfrwH76337WCNJ0+wt+b+ATk6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BbXqn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gDPMMA&#10;AADdAAAADwAAAGRycy9kb3ducmV2LnhtbERPz2vCMBS+D/wfwhvstqYTHNIZS1Fku+wwdez6aN6a&#10;2ualJlGrf/1yGHj8+H4vytH24kw+tI4VvGQ5COLa6ZYbBfvd5nkOIkRkjb1jUnClAOVy8rDAQrsL&#10;f9F5GxuRQjgUqMDEOBRShtqQxZC5gThxv85bjAn6RmqPlxRueznN81dpseXUYHCglaG6256sAl/9&#10;rLsbn767/PZ5De+H8ThHo9TT41i9gYg0xrv43/2hFcxm07Q/vUlP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gDP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ADFcUA&#10;AADdAAAADwAAAGRycy9kb3ducmV2LnhtbESPUWvCQBCE3wv+h2MLvpR6MWBbU0+RgiBUClp/wJrb&#10;JqF3eyG31eiv7wmCj8PMfMPMFr136khdbAIbGI8yUMRlsA1XBvbfq+c3UFGQLbrAZOBMERbzwcMM&#10;CxtOvKXjTiqVIBwLNFCLtIXWsazJYxyFljh5P6HzKEl2lbYdnhLcO51n2Yv22HBaqLGlj5rK392f&#10;N+Dyg5t+vsaNnPd6k128bJ++rDHDx375Dkqol3v41l5bA5NJPobrm/QE9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8AMV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SJsYA&#10;AADdAAAADwAAAGRycy9kb3ducmV2LnhtbESPQWvCQBSE7wX/w/KE3uqmAYukrmIVIZceGiNen9nX&#10;bHD3bciumvbXdwuFHoeZ+YZZrkdnxY2G0HlW8DzLQBA3XnfcKqgP+6cFiBCRNVrPpOCLAqxXk4cl&#10;Ftrf+YNuVWxFgnAoUIGJsS+kDI0hh2Hme+LkffrBYUxyaKUe8J7gzso8y16kw47TgsGetoaaS3V1&#10;CnZVb/O6NG/hdHw/n235vafTTqnH6bh5BRFpjP/hv3apFczneQ6/b9ITk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66SJ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V4DMQA&#10;AADdAAAADwAAAGRycy9kb3ducmV2LnhtbESPT2sCMRTE70K/Q3iF3jSpopbVKKVUEDz579DbI3nu&#10;rm5elk10t9/eCILHYWZ+w8yXnavEjZpQetbwOVAgiI23JecaDvtV/wtEiMgWK8+k4Z8CLBdvvTlm&#10;1re8pdsu5iJBOGSooYixzqQMpiCHYeBr4uSdfOMwJtnk0jbYJrir5FCpiXRYcloosKafgsxld3Ua&#10;ziu58UahOR6O7dpO/34nVCmtP9677xmISF18hZ/ttdUwHg9H8HiTn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1eAz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VCVsYA&#10;AADdAAAADwAAAGRycy9kb3ducmV2LnhtbESPT2sCMRTE7wW/Q3hCbzXrVousG0ULhdLiQS2lx+fm&#10;7R9287IkUddv3wiFHoeZ+Q2TrwfTiQs531hWMJ0kIIgLqxuuFHwd354WIHxA1thZJgU38rBejR5y&#10;zLS98p4uh1CJCGGfoYI6hD6T0hc1GfQT2xNHr7TOYIjSVVI7vEa46WSaJC/SYMNxocaeXmsq2sPZ&#10;KPg5f3K5e/7YuG34tsPRt+lp0Sr1OB42SxCBhvAf/mu/awXzeTqD+5v4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oVCV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NdH8cA&#10;AADdAAAADwAAAGRycy9kb3ducmV2LnhtbESPQWvCQBSE74L/YXmF3nTTYMRGV1FB6KVQbQ/19sw+&#10;k2D2bdzdavTXu4VCj8PMfMPMFp1pxIWcry0reBkmIIgLq2suFXx9bgYTED4ga2wsk4IbeVjM+70Z&#10;5tpeeUuXXShFhLDPUUEVQptL6YuKDPqhbYmjd7TOYIjSlVI7vEa4aWSaJGNpsOa4UGFL64qK0+7H&#10;KFi9TlbnjxG/37eHPe2/D6csdYlSz0/dcgoiUBf+w3/tN60gy9IMft/EJyD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9TXR/HAAAA3QAAAA8AAAAAAAAAAAAAAAAAmAIAAGRy&#10;cy9kb3ducmV2LnhtbFBLBQYAAAAABAAEAPUAAACMAwAAAAA=&#10;" fillcolor="black" stroked="f"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05acUA&#10;AADdAAAADwAAAGRycy9kb3ducmV2LnhtbESPzWrDMBCE74W8g9hAb43clITgRAkmUFp6cn5Krxtr&#10;Y5laKyOpivv2VaHQ4zAz3zCb3Wh7kciHzrGCx1kBgrhxuuNWwfn0/LACESKyxt4xKfimALvt5G6D&#10;pXY3PlA6xlZkCIcSFZgYh1LK0BiyGGZuIM7e1XmLMUvfSu3xluG2l/OiWEqLHecFgwPtDTWfxy+r&#10;IF32dfWUPpI5vPmq9a5+eb/USt1Px2oNItIY/8N/7VetYLGYL+H3TX4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/Tlp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Z8AMYA&#10;AADdAAAADwAAAGRycy9kb3ducmV2LnhtbESPQWvCQBSE7wX/w/IEb3WjoNXoKkWqtL20RkGPj+wz&#10;G8y+Ddk1pv313UKhx2FmvmGW685WoqXGl44VjIYJCOLc6ZILBcfD9nEGwgdkjZVjUvBFHtar3sMS&#10;U+3uvKc2C4WIEPYpKjAh1KmUPjdk0Q9dTRy9i2sshiibQuoG7xFuKzlOkqm0WHJcMFjTxlB+zW5W&#10;gR9tXk7v9nvenneGP7I3M/0sjFKDfve8ABGoC//hv/arVjCZjJ/g9018An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Z8A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6457E" w:rsidRDefault="00E6457E" w:rsidP="00E6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6457E" w:rsidRDefault="00E6457E" w:rsidP="00E645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457E" w:rsidRDefault="00E6457E" w:rsidP="00E645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457E" w:rsidRDefault="00E6457E" w:rsidP="00E645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457E" w:rsidRDefault="00E6457E" w:rsidP="00E645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457E" w:rsidRDefault="00E6457E" w:rsidP="00E645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6457E" w:rsidRDefault="00E6457E" w:rsidP="00E6457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6457E" w:rsidRDefault="00E6457E" w:rsidP="00E645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6457E" w:rsidRDefault="00E6457E" w:rsidP="00E645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6457E" w:rsidRDefault="00E6457E" w:rsidP="00E645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457E" w:rsidRDefault="00E6457E" w:rsidP="00E645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6457E" w:rsidRDefault="00E6457E" w:rsidP="00E645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457E" w:rsidRDefault="00E6457E" w:rsidP="00E645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6457E" w:rsidRDefault="00E6457E" w:rsidP="00E6457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6457E" w:rsidRPr="006E3F23" w:rsidRDefault="00E6457E" w:rsidP="00E6457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№32</w:t>
      </w:r>
    </w:p>
    <w:p w:rsidR="00E6457E" w:rsidRDefault="00E6457E" w:rsidP="00E6457E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E6457E" w:rsidRPr="00E12288" w:rsidRDefault="00E6457E" w:rsidP="00E6457E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E6457E" w:rsidRPr="00E12288" w:rsidRDefault="00E6457E" w:rsidP="00E6457E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E6457E" w:rsidRPr="00E12288" w:rsidRDefault="00E6457E" w:rsidP="00E6457E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E6457E" w:rsidRPr="00E12288" w:rsidRDefault="00E6457E" w:rsidP="00E6457E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Кухарук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А.С.</w:t>
      </w:r>
    </w:p>
    <w:p w:rsidR="00E6457E" w:rsidRPr="00E12288" w:rsidRDefault="00E6457E" w:rsidP="00E6457E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6457E" w:rsidRPr="00E12288" w:rsidRDefault="00E6457E" w:rsidP="00E6457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», статей 12, 122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Закону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«Про порядок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виділення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на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ділянок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власникам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часток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( </w:t>
      </w:r>
      <w:proofErr w:type="spellStart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паїв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) »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Кухарук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А.С.,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</w:p>
    <w:p w:rsidR="00E6457E" w:rsidRPr="00E12288" w:rsidRDefault="00E6457E" w:rsidP="00E6457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E6457E" w:rsidRPr="00E12288" w:rsidRDefault="00E6457E" w:rsidP="00E6457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Кухарук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Аллі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Сергіївні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sz w:val="24"/>
        </w:rPr>
        <w:t xml:space="preserve"> яка</w:t>
      </w:r>
      <w:r w:rsidRPr="00E12288">
        <w:rPr>
          <w:rFonts w:ascii="Times New Roman" w:hAnsi="Times New Roman"/>
          <w:sz w:val="24"/>
        </w:rPr>
        <w:t xml:space="preserve"> </w:t>
      </w:r>
      <w:proofErr w:type="spellStart"/>
      <w:r w:rsidRPr="00E12288">
        <w:rPr>
          <w:rFonts w:ascii="Times New Roman" w:hAnsi="Times New Roman"/>
          <w:sz w:val="24"/>
        </w:rPr>
        <w:t>зареєстрован</w:t>
      </w:r>
      <w:r>
        <w:rPr>
          <w:rFonts w:ascii="Times New Roman" w:hAnsi="Times New Roman"/>
          <w:sz w:val="24"/>
        </w:rPr>
        <w:t>а</w:t>
      </w:r>
      <w:proofErr w:type="spellEnd"/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E84409">
        <w:rPr>
          <w:rFonts w:ascii="Times New Roman" w:hAnsi="Times New Roman"/>
          <w:sz w:val="24"/>
        </w:rPr>
        <w:t>__________________</w:t>
      </w:r>
      <w:r>
        <w:rPr>
          <w:rFonts w:ascii="Times New Roman" w:hAnsi="Times New Roman"/>
          <w:sz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E84409">
        <w:rPr>
          <w:rFonts w:ascii="Times New Roman" w:eastAsia="Arial Unicode MS" w:hAnsi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0,3409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га,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984000:03:012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111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для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товарного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виробництва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яка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 межами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населеного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пункту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E6457E" w:rsidRPr="00E12288" w:rsidRDefault="00E6457E" w:rsidP="00E6457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2.Кухарук А.С.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E6457E" w:rsidRPr="00E12288" w:rsidRDefault="00E6457E" w:rsidP="00E6457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E6457E" w:rsidRPr="00E12288" w:rsidRDefault="00E6457E" w:rsidP="00E6457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E6457E" w:rsidRPr="00E12288" w:rsidRDefault="00E6457E" w:rsidP="00E6457E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B13758" w:rsidRPr="00E6457E" w:rsidRDefault="00E6457E" w:rsidP="00E6457E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B13758" w:rsidRPr="00E6457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E6457E"/>
    <w:rsid w:val="00171A2E"/>
    <w:rsid w:val="00304C90"/>
    <w:rsid w:val="00505B6D"/>
    <w:rsid w:val="006D3977"/>
    <w:rsid w:val="007D6C18"/>
    <w:rsid w:val="00B13758"/>
    <w:rsid w:val="00D1641A"/>
    <w:rsid w:val="00E6457E"/>
    <w:rsid w:val="00E8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57E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E6457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E6457E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6457E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7</TotalTime>
  <Pages>1</Pages>
  <Words>274</Words>
  <Characters>1562</Characters>
  <Application>Microsoft Office Word</Application>
  <DocSecurity>0</DocSecurity>
  <Lines>13</Lines>
  <Paragraphs>3</Paragraphs>
  <ScaleCrop>false</ScaleCrop>
  <Company>Microsoft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2020-12-01T06:07:00Z</dcterms:created>
  <dcterms:modified xsi:type="dcterms:W3CDTF">2020-12-01T07:02:00Z</dcterms:modified>
</cp:coreProperties>
</file>