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82E" w:rsidRDefault="009B182E" w:rsidP="009B18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B182E" w:rsidRDefault="009B182E" w:rsidP="009B182E"/>
    <w:p w:rsidR="009B182E" w:rsidRDefault="009B182E" w:rsidP="009B182E"/>
    <w:p w:rsidR="009B182E" w:rsidRDefault="009B182E" w:rsidP="009B1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B182E" w:rsidRDefault="009B182E" w:rsidP="009B1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B182E" w:rsidRDefault="009B182E" w:rsidP="009B1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B182E" w:rsidRDefault="009B182E" w:rsidP="009B1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B182E" w:rsidRDefault="009B182E" w:rsidP="009B182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182E" w:rsidRDefault="009B182E" w:rsidP="009B18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B182E" w:rsidRDefault="009B182E" w:rsidP="009B182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182E" w:rsidRDefault="009B182E" w:rsidP="009B18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B182E" w:rsidRPr="0063686B" w:rsidRDefault="009B182E" w:rsidP="009B182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9B182E" w:rsidRPr="00814CCA" w:rsidRDefault="009B182E" w:rsidP="009B182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9B182E" w:rsidRPr="00814CCA" w:rsidRDefault="009B182E" w:rsidP="009B182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B182E" w:rsidRPr="00814CCA" w:rsidRDefault="009B182E" w:rsidP="009B182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B182E" w:rsidRPr="00814CCA" w:rsidRDefault="009B182E" w:rsidP="009B182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B182E" w:rsidRPr="00814CCA" w:rsidRDefault="009B182E" w:rsidP="009B182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Діновській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9B182E" w:rsidRPr="00814CCA" w:rsidRDefault="009B182E" w:rsidP="009B182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B182E" w:rsidRPr="00814CCA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іновській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B182E" w:rsidRPr="00814CCA" w:rsidRDefault="009B182E" w:rsidP="009B182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B182E" w:rsidRPr="00814CCA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</w:t>
      </w:r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proofErr w:type="gramStart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>вияснити</w:t>
      </w:r>
      <w:proofErr w:type="spellEnd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катрограми</w:t>
      </w:r>
      <w:proofErr w:type="spellEnd"/>
      <w:r w:rsidRPr="008935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Діновській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9353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0,7000 га,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межами села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B182E" w:rsidRPr="00814CCA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Діновській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B182E" w:rsidRPr="00814CCA" w:rsidRDefault="009B182E" w:rsidP="009B182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B182E" w:rsidRPr="009B182E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B182E" w:rsidRPr="00814CCA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B182E" w:rsidRPr="00814CCA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B182E" w:rsidRPr="00814CCA" w:rsidRDefault="009B182E" w:rsidP="009B182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B6409" w:rsidRPr="009B182E" w:rsidRDefault="009B182E" w:rsidP="009B182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4B6409" w:rsidRPr="009B182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82E"/>
    <w:rsid w:val="00171A2E"/>
    <w:rsid w:val="00304C90"/>
    <w:rsid w:val="004B6409"/>
    <w:rsid w:val="00505B6D"/>
    <w:rsid w:val="006D3977"/>
    <w:rsid w:val="007D6C18"/>
    <w:rsid w:val="00893535"/>
    <w:rsid w:val="009B182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2020-05-21T16:59:00Z</dcterms:created>
  <dcterms:modified xsi:type="dcterms:W3CDTF">2020-05-21T17:52:00Z</dcterms:modified>
</cp:coreProperties>
</file>