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6F" w:rsidRDefault="008D506F" w:rsidP="008D506F">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1905" t="5715" r="4445" b="127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9 w 8096"/>
                              <a:gd name="T1" fmla="*/ 1425 h 14546"/>
                              <a:gd name="T2" fmla="*/ 309 w 8096"/>
                              <a:gd name="T3" fmla="*/ 1378 h 14546"/>
                              <a:gd name="T4" fmla="*/ 266 w 8096"/>
                              <a:gd name="T5" fmla="*/ 1316 h 14546"/>
                              <a:gd name="T6" fmla="*/ 236 w 8096"/>
                              <a:gd name="T7" fmla="*/ 1239 h 14546"/>
                              <a:gd name="T8" fmla="*/ 27 w 8096"/>
                              <a:gd name="T9" fmla="*/ 1169 h 14546"/>
                              <a:gd name="T10" fmla="*/ 13 w 8096"/>
                              <a:gd name="T11" fmla="*/ 1162 h 14546"/>
                              <a:gd name="T12" fmla="*/ 0 w 8096"/>
                              <a:gd name="T13" fmla="*/ 1012 h 14546"/>
                              <a:gd name="T14" fmla="*/ 0 w 8096"/>
                              <a:gd name="T15" fmla="*/ 107 h 14546"/>
                              <a:gd name="T16" fmla="*/ 6 w 8096"/>
                              <a:gd name="T17" fmla="*/ 100 h 14546"/>
                              <a:gd name="T18" fmla="*/ 28 w 8096"/>
                              <a:gd name="T19" fmla="*/ 102 h 14546"/>
                              <a:gd name="T20" fmla="*/ 104 w 8096"/>
                              <a:gd name="T21" fmla="*/ 174 h 14546"/>
                              <a:gd name="T22" fmla="*/ 170 w 8096"/>
                              <a:gd name="T23" fmla="*/ 303 h 14546"/>
                              <a:gd name="T24" fmla="*/ 209 w 8096"/>
                              <a:gd name="T25" fmla="*/ 454 h 14546"/>
                              <a:gd name="T26" fmla="*/ 226 w 8096"/>
                              <a:gd name="T27" fmla="*/ 608 h 14546"/>
                              <a:gd name="T28" fmla="*/ 221 w 8096"/>
                              <a:gd name="T29" fmla="*/ 735 h 14546"/>
                              <a:gd name="T30" fmla="*/ 174 w 8096"/>
                              <a:gd name="T31" fmla="*/ 777 h 14546"/>
                              <a:gd name="T32" fmla="*/ 156 w 8096"/>
                              <a:gd name="T33" fmla="*/ 827 h 14546"/>
                              <a:gd name="T34" fmla="*/ 166 w 8096"/>
                              <a:gd name="T35" fmla="*/ 877 h 14546"/>
                              <a:gd name="T36" fmla="*/ 202 w 8096"/>
                              <a:gd name="T37" fmla="*/ 919 h 14546"/>
                              <a:gd name="T38" fmla="*/ 237 w 8096"/>
                              <a:gd name="T39" fmla="*/ 932 h 14546"/>
                              <a:gd name="T40" fmla="*/ 257 w 8096"/>
                              <a:gd name="T41" fmla="*/ 928 h 14546"/>
                              <a:gd name="T42" fmla="*/ 286 w 8096"/>
                              <a:gd name="T43" fmla="*/ 875 h 14546"/>
                              <a:gd name="T44" fmla="*/ 339 w 8096"/>
                              <a:gd name="T45" fmla="*/ 731 h 14546"/>
                              <a:gd name="T46" fmla="*/ 364 w 8096"/>
                              <a:gd name="T47" fmla="*/ 583 h 14546"/>
                              <a:gd name="T48" fmla="*/ 368 w 8096"/>
                              <a:gd name="T49" fmla="*/ 415 h 14546"/>
                              <a:gd name="T50" fmla="*/ 360 w 8096"/>
                              <a:gd name="T51" fmla="*/ 209 h 14546"/>
                              <a:gd name="T52" fmla="*/ 369 w 8096"/>
                              <a:gd name="T53" fmla="*/ 60 h 14546"/>
                              <a:gd name="T54" fmla="*/ 387 w 8096"/>
                              <a:gd name="T55" fmla="*/ 4 h 14546"/>
                              <a:gd name="T56" fmla="*/ 399 w 8096"/>
                              <a:gd name="T57" fmla="*/ 1 h 14546"/>
                              <a:gd name="T58" fmla="*/ 421 w 8096"/>
                              <a:gd name="T59" fmla="*/ 3 h 14546"/>
                              <a:gd name="T60" fmla="*/ 434 w 8096"/>
                              <a:gd name="T61" fmla="*/ 26 h 14546"/>
                              <a:gd name="T62" fmla="*/ 455 w 8096"/>
                              <a:gd name="T63" fmla="*/ 141 h 14546"/>
                              <a:gd name="T64" fmla="*/ 443 w 8096"/>
                              <a:gd name="T65" fmla="*/ 360 h 14546"/>
                              <a:gd name="T66" fmla="*/ 443 w 8096"/>
                              <a:gd name="T67" fmla="*/ 537 h 14546"/>
                              <a:gd name="T68" fmla="*/ 462 w 8096"/>
                              <a:gd name="T69" fmla="*/ 689 h 14546"/>
                              <a:gd name="T70" fmla="*/ 506 w 8096"/>
                              <a:gd name="T71" fmla="*/ 833 h 14546"/>
                              <a:gd name="T72" fmla="*/ 550 w 8096"/>
                              <a:gd name="T73" fmla="*/ 924 h 14546"/>
                              <a:gd name="T74" fmla="*/ 566 w 8096"/>
                              <a:gd name="T75" fmla="*/ 931 h 14546"/>
                              <a:gd name="T76" fmla="*/ 593 w 8096"/>
                              <a:gd name="T77" fmla="*/ 927 h 14546"/>
                              <a:gd name="T78" fmla="*/ 637 w 8096"/>
                              <a:gd name="T79" fmla="*/ 890 h 14546"/>
                              <a:gd name="T80" fmla="*/ 654 w 8096"/>
                              <a:gd name="T81" fmla="*/ 842 h 14546"/>
                              <a:gd name="T82" fmla="*/ 644 w 8096"/>
                              <a:gd name="T83" fmla="*/ 791 h 14546"/>
                              <a:gd name="T84" fmla="*/ 606 w 8096"/>
                              <a:gd name="T85" fmla="*/ 745 h 14546"/>
                              <a:gd name="T86" fmla="*/ 582 w 8096"/>
                              <a:gd name="T87" fmla="*/ 650 h 14546"/>
                              <a:gd name="T88" fmla="*/ 594 w 8096"/>
                              <a:gd name="T89" fmla="*/ 498 h 14546"/>
                              <a:gd name="T90" fmla="*/ 626 w 8096"/>
                              <a:gd name="T91" fmla="*/ 345 h 14546"/>
                              <a:gd name="T92" fmla="*/ 684 w 8096"/>
                              <a:gd name="T93" fmla="*/ 207 h 14546"/>
                              <a:gd name="T94" fmla="*/ 774 w 8096"/>
                              <a:gd name="T95" fmla="*/ 104 h 14546"/>
                              <a:gd name="T96" fmla="*/ 799 w 8096"/>
                              <a:gd name="T97" fmla="*/ 99 h 14546"/>
                              <a:gd name="T98" fmla="*/ 808 w 8096"/>
                              <a:gd name="T99" fmla="*/ 105 h 14546"/>
                              <a:gd name="T100" fmla="*/ 810 w 8096"/>
                              <a:gd name="T101" fmla="*/ 754 h 14546"/>
                              <a:gd name="T102" fmla="*/ 799 w 8096"/>
                              <a:gd name="T103" fmla="*/ 1159 h 14546"/>
                              <a:gd name="T104" fmla="*/ 791 w 8096"/>
                              <a:gd name="T105" fmla="*/ 1166 h 14546"/>
                              <a:gd name="T106" fmla="*/ 581 w 8096"/>
                              <a:gd name="T107" fmla="*/ 1213 h 14546"/>
                              <a:gd name="T108" fmla="*/ 554 w 8096"/>
                              <a:gd name="T109" fmla="*/ 1296 h 14546"/>
                              <a:gd name="T110" fmla="*/ 514 w 8096"/>
                              <a:gd name="T111" fmla="*/ 1362 h 14546"/>
                              <a:gd name="T112" fmla="*/ 465 w 8096"/>
                              <a:gd name="T113" fmla="*/ 1413 h 14546"/>
                              <a:gd name="T114" fmla="*/ 412 w 8096"/>
                              <a:gd name="T115" fmla="*/ 1450 h 1454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w 8096"/>
                              <a:gd name="T175" fmla="*/ 0 h 14546"/>
                              <a:gd name="T176" fmla="*/ 8096 w 8096"/>
                              <a:gd name="T177" fmla="*/ 14546 h 1454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T174" t="T175" r="T176" b="T177"/>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9 w 8096"/>
                              <a:gd name="T1" fmla="*/ 1425 h 14546"/>
                              <a:gd name="T2" fmla="*/ 309 w 8096"/>
                              <a:gd name="T3" fmla="*/ 1378 h 14546"/>
                              <a:gd name="T4" fmla="*/ 266 w 8096"/>
                              <a:gd name="T5" fmla="*/ 1316 h 14546"/>
                              <a:gd name="T6" fmla="*/ 236 w 8096"/>
                              <a:gd name="T7" fmla="*/ 1239 h 14546"/>
                              <a:gd name="T8" fmla="*/ 27 w 8096"/>
                              <a:gd name="T9" fmla="*/ 1169 h 14546"/>
                              <a:gd name="T10" fmla="*/ 13 w 8096"/>
                              <a:gd name="T11" fmla="*/ 1162 h 14546"/>
                              <a:gd name="T12" fmla="*/ 0 w 8096"/>
                              <a:gd name="T13" fmla="*/ 1012 h 14546"/>
                              <a:gd name="T14" fmla="*/ 0 w 8096"/>
                              <a:gd name="T15" fmla="*/ 107 h 14546"/>
                              <a:gd name="T16" fmla="*/ 6 w 8096"/>
                              <a:gd name="T17" fmla="*/ 100 h 14546"/>
                              <a:gd name="T18" fmla="*/ 28 w 8096"/>
                              <a:gd name="T19" fmla="*/ 102 h 14546"/>
                              <a:gd name="T20" fmla="*/ 104 w 8096"/>
                              <a:gd name="T21" fmla="*/ 174 h 14546"/>
                              <a:gd name="T22" fmla="*/ 170 w 8096"/>
                              <a:gd name="T23" fmla="*/ 303 h 14546"/>
                              <a:gd name="T24" fmla="*/ 209 w 8096"/>
                              <a:gd name="T25" fmla="*/ 454 h 14546"/>
                              <a:gd name="T26" fmla="*/ 226 w 8096"/>
                              <a:gd name="T27" fmla="*/ 608 h 14546"/>
                              <a:gd name="T28" fmla="*/ 221 w 8096"/>
                              <a:gd name="T29" fmla="*/ 735 h 14546"/>
                              <a:gd name="T30" fmla="*/ 174 w 8096"/>
                              <a:gd name="T31" fmla="*/ 777 h 14546"/>
                              <a:gd name="T32" fmla="*/ 156 w 8096"/>
                              <a:gd name="T33" fmla="*/ 827 h 14546"/>
                              <a:gd name="T34" fmla="*/ 166 w 8096"/>
                              <a:gd name="T35" fmla="*/ 877 h 14546"/>
                              <a:gd name="T36" fmla="*/ 202 w 8096"/>
                              <a:gd name="T37" fmla="*/ 919 h 14546"/>
                              <a:gd name="T38" fmla="*/ 237 w 8096"/>
                              <a:gd name="T39" fmla="*/ 932 h 14546"/>
                              <a:gd name="T40" fmla="*/ 257 w 8096"/>
                              <a:gd name="T41" fmla="*/ 928 h 14546"/>
                              <a:gd name="T42" fmla="*/ 286 w 8096"/>
                              <a:gd name="T43" fmla="*/ 875 h 14546"/>
                              <a:gd name="T44" fmla="*/ 339 w 8096"/>
                              <a:gd name="T45" fmla="*/ 731 h 14546"/>
                              <a:gd name="T46" fmla="*/ 364 w 8096"/>
                              <a:gd name="T47" fmla="*/ 583 h 14546"/>
                              <a:gd name="T48" fmla="*/ 368 w 8096"/>
                              <a:gd name="T49" fmla="*/ 415 h 14546"/>
                              <a:gd name="T50" fmla="*/ 360 w 8096"/>
                              <a:gd name="T51" fmla="*/ 209 h 14546"/>
                              <a:gd name="T52" fmla="*/ 369 w 8096"/>
                              <a:gd name="T53" fmla="*/ 60 h 14546"/>
                              <a:gd name="T54" fmla="*/ 387 w 8096"/>
                              <a:gd name="T55" fmla="*/ 4 h 14546"/>
                              <a:gd name="T56" fmla="*/ 399 w 8096"/>
                              <a:gd name="T57" fmla="*/ 1 h 14546"/>
                              <a:gd name="T58" fmla="*/ 421 w 8096"/>
                              <a:gd name="T59" fmla="*/ 3 h 14546"/>
                              <a:gd name="T60" fmla="*/ 434 w 8096"/>
                              <a:gd name="T61" fmla="*/ 26 h 14546"/>
                              <a:gd name="T62" fmla="*/ 455 w 8096"/>
                              <a:gd name="T63" fmla="*/ 141 h 14546"/>
                              <a:gd name="T64" fmla="*/ 443 w 8096"/>
                              <a:gd name="T65" fmla="*/ 360 h 14546"/>
                              <a:gd name="T66" fmla="*/ 443 w 8096"/>
                              <a:gd name="T67" fmla="*/ 537 h 14546"/>
                              <a:gd name="T68" fmla="*/ 462 w 8096"/>
                              <a:gd name="T69" fmla="*/ 689 h 14546"/>
                              <a:gd name="T70" fmla="*/ 506 w 8096"/>
                              <a:gd name="T71" fmla="*/ 833 h 14546"/>
                              <a:gd name="T72" fmla="*/ 550 w 8096"/>
                              <a:gd name="T73" fmla="*/ 924 h 14546"/>
                              <a:gd name="T74" fmla="*/ 566 w 8096"/>
                              <a:gd name="T75" fmla="*/ 931 h 14546"/>
                              <a:gd name="T76" fmla="*/ 593 w 8096"/>
                              <a:gd name="T77" fmla="*/ 927 h 14546"/>
                              <a:gd name="T78" fmla="*/ 637 w 8096"/>
                              <a:gd name="T79" fmla="*/ 890 h 14546"/>
                              <a:gd name="T80" fmla="*/ 654 w 8096"/>
                              <a:gd name="T81" fmla="*/ 842 h 14546"/>
                              <a:gd name="T82" fmla="*/ 644 w 8096"/>
                              <a:gd name="T83" fmla="*/ 791 h 14546"/>
                              <a:gd name="T84" fmla="*/ 606 w 8096"/>
                              <a:gd name="T85" fmla="*/ 745 h 14546"/>
                              <a:gd name="T86" fmla="*/ 582 w 8096"/>
                              <a:gd name="T87" fmla="*/ 650 h 14546"/>
                              <a:gd name="T88" fmla="*/ 594 w 8096"/>
                              <a:gd name="T89" fmla="*/ 498 h 14546"/>
                              <a:gd name="T90" fmla="*/ 626 w 8096"/>
                              <a:gd name="T91" fmla="*/ 345 h 14546"/>
                              <a:gd name="T92" fmla="*/ 684 w 8096"/>
                              <a:gd name="T93" fmla="*/ 207 h 14546"/>
                              <a:gd name="T94" fmla="*/ 774 w 8096"/>
                              <a:gd name="T95" fmla="*/ 104 h 14546"/>
                              <a:gd name="T96" fmla="*/ 799 w 8096"/>
                              <a:gd name="T97" fmla="*/ 99 h 14546"/>
                              <a:gd name="T98" fmla="*/ 808 w 8096"/>
                              <a:gd name="T99" fmla="*/ 105 h 14546"/>
                              <a:gd name="T100" fmla="*/ 810 w 8096"/>
                              <a:gd name="T101" fmla="*/ 754 h 14546"/>
                              <a:gd name="T102" fmla="*/ 799 w 8096"/>
                              <a:gd name="T103" fmla="*/ 1159 h 14546"/>
                              <a:gd name="T104" fmla="*/ 791 w 8096"/>
                              <a:gd name="T105" fmla="*/ 1166 h 14546"/>
                              <a:gd name="T106" fmla="*/ 581 w 8096"/>
                              <a:gd name="T107" fmla="*/ 1213 h 14546"/>
                              <a:gd name="T108" fmla="*/ 554 w 8096"/>
                              <a:gd name="T109" fmla="*/ 1296 h 14546"/>
                              <a:gd name="T110" fmla="*/ 514 w 8096"/>
                              <a:gd name="T111" fmla="*/ 1362 h 14546"/>
                              <a:gd name="T112" fmla="*/ 465 w 8096"/>
                              <a:gd name="T113" fmla="*/ 1413 h 14546"/>
                              <a:gd name="T114" fmla="*/ 412 w 8096"/>
                              <a:gd name="T115" fmla="*/ 1450 h 1454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w 8096"/>
                              <a:gd name="T175" fmla="*/ 0 h 14546"/>
                              <a:gd name="T176" fmla="*/ 8096 w 8096"/>
                              <a:gd name="T177" fmla="*/ 14546 h 1454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T174" t="T175" r="T176" b="T177"/>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 w 710"/>
                              <a:gd name="T1" fmla="*/ 31 h 1491"/>
                              <a:gd name="T2" fmla="*/ 71 w 710"/>
                              <a:gd name="T3" fmla="*/ 25 h 1491"/>
                              <a:gd name="T4" fmla="*/ 71 w 710"/>
                              <a:gd name="T5" fmla="*/ 19 h 1491"/>
                              <a:gd name="T6" fmla="*/ 71 w 710"/>
                              <a:gd name="T7" fmla="*/ 12 h 1491"/>
                              <a:gd name="T8" fmla="*/ 70 w 710"/>
                              <a:gd name="T9" fmla="*/ 7 h 1491"/>
                              <a:gd name="T10" fmla="*/ 68 w 710"/>
                              <a:gd name="T11" fmla="*/ 5 h 1491"/>
                              <a:gd name="T12" fmla="*/ 64 w 710"/>
                              <a:gd name="T13" fmla="*/ 3 h 1491"/>
                              <a:gd name="T14" fmla="*/ 61 w 710"/>
                              <a:gd name="T15" fmla="*/ 1 h 1491"/>
                              <a:gd name="T16" fmla="*/ 53 w 710"/>
                              <a:gd name="T17" fmla="*/ 0 h 1491"/>
                              <a:gd name="T18" fmla="*/ 41 w 710"/>
                              <a:gd name="T19" fmla="*/ 0 h 1491"/>
                              <a:gd name="T20" fmla="*/ 28 w 710"/>
                              <a:gd name="T21" fmla="*/ 0 h 1491"/>
                              <a:gd name="T22" fmla="*/ 16 w 710"/>
                              <a:gd name="T23" fmla="*/ 0 h 1491"/>
                              <a:gd name="T24" fmla="*/ 9 w 710"/>
                              <a:gd name="T25" fmla="*/ 1 h 1491"/>
                              <a:gd name="T26" fmla="*/ 7 w 710"/>
                              <a:gd name="T27" fmla="*/ 3 h 1491"/>
                              <a:gd name="T28" fmla="*/ 4 w 710"/>
                              <a:gd name="T29" fmla="*/ 5 h 1491"/>
                              <a:gd name="T30" fmla="*/ 2 w 710"/>
                              <a:gd name="T31" fmla="*/ 9 h 1491"/>
                              <a:gd name="T32" fmla="*/ 0 w 710"/>
                              <a:gd name="T33" fmla="*/ 149 h 1491"/>
                              <a:gd name="T34" fmla="*/ 7 w 710"/>
                              <a:gd name="T35" fmla="*/ 146 h 1491"/>
                              <a:gd name="T36" fmla="*/ 13 w 710"/>
                              <a:gd name="T37" fmla="*/ 142 h 1491"/>
                              <a:gd name="T38" fmla="*/ 19 w 710"/>
                              <a:gd name="T39" fmla="*/ 137 h 1491"/>
                              <a:gd name="T40" fmla="*/ 25 w 710"/>
                              <a:gd name="T41" fmla="*/ 132 h 1491"/>
                              <a:gd name="T42" fmla="*/ 30 w 710"/>
                              <a:gd name="T43" fmla="*/ 127 h 1491"/>
                              <a:gd name="T44" fmla="*/ 35 w 710"/>
                              <a:gd name="T45" fmla="*/ 121 h 1491"/>
                              <a:gd name="T46" fmla="*/ 39 w 710"/>
                              <a:gd name="T47" fmla="*/ 115 h 1491"/>
                              <a:gd name="T48" fmla="*/ 44 w 710"/>
                              <a:gd name="T49" fmla="*/ 108 h 1491"/>
                              <a:gd name="T50" fmla="*/ 48 w 710"/>
                              <a:gd name="T51" fmla="*/ 101 h 1491"/>
                              <a:gd name="T52" fmla="*/ 52 w 710"/>
                              <a:gd name="T53" fmla="*/ 93 h 1491"/>
                              <a:gd name="T54" fmla="*/ 55 w 710"/>
                              <a:gd name="T55" fmla="*/ 85 h 1491"/>
                              <a:gd name="T56" fmla="*/ 59 w 710"/>
                              <a:gd name="T57" fmla="*/ 76 h 1491"/>
                              <a:gd name="T58" fmla="*/ 62 w 710"/>
                              <a:gd name="T59" fmla="*/ 66 h 1491"/>
                              <a:gd name="T60" fmla="*/ 65 w 710"/>
                              <a:gd name="T61" fmla="*/ 56 h 1491"/>
                              <a:gd name="T62" fmla="*/ 68 w 710"/>
                              <a:gd name="T63" fmla="*/ 45 h 1491"/>
                              <a:gd name="T64" fmla="*/ 71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 w 710"/>
                              <a:gd name="T1" fmla="*/ 31 h 1491"/>
                              <a:gd name="T2" fmla="*/ 71 w 710"/>
                              <a:gd name="T3" fmla="*/ 25 h 1491"/>
                              <a:gd name="T4" fmla="*/ 71 w 710"/>
                              <a:gd name="T5" fmla="*/ 19 h 1491"/>
                              <a:gd name="T6" fmla="*/ 71 w 710"/>
                              <a:gd name="T7" fmla="*/ 12 h 1491"/>
                              <a:gd name="T8" fmla="*/ 70 w 710"/>
                              <a:gd name="T9" fmla="*/ 7 h 1491"/>
                              <a:gd name="T10" fmla="*/ 68 w 710"/>
                              <a:gd name="T11" fmla="*/ 5 h 1491"/>
                              <a:gd name="T12" fmla="*/ 64 w 710"/>
                              <a:gd name="T13" fmla="*/ 3 h 1491"/>
                              <a:gd name="T14" fmla="*/ 61 w 710"/>
                              <a:gd name="T15" fmla="*/ 1 h 1491"/>
                              <a:gd name="T16" fmla="*/ 53 w 710"/>
                              <a:gd name="T17" fmla="*/ 0 h 1491"/>
                              <a:gd name="T18" fmla="*/ 41 w 710"/>
                              <a:gd name="T19" fmla="*/ 0 h 1491"/>
                              <a:gd name="T20" fmla="*/ 28 w 710"/>
                              <a:gd name="T21" fmla="*/ 0 h 1491"/>
                              <a:gd name="T22" fmla="*/ 16 w 710"/>
                              <a:gd name="T23" fmla="*/ 0 h 1491"/>
                              <a:gd name="T24" fmla="*/ 9 w 710"/>
                              <a:gd name="T25" fmla="*/ 1 h 1491"/>
                              <a:gd name="T26" fmla="*/ 7 w 710"/>
                              <a:gd name="T27" fmla="*/ 3 h 1491"/>
                              <a:gd name="T28" fmla="*/ 4 w 710"/>
                              <a:gd name="T29" fmla="*/ 5 h 1491"/>
                              <a:gd name="T30" fmla="*/ 2 w 710"/>
                              <a:gd name="T31" fmla="*/ 9 h 1491"/>
                              <a:gd name="T32" fmla="*/ 0 w 710"/>
                              <a:gd name="T33" fmla="*/ 149 h 1491"/>
                              <a:gd name="T34" fmla="*/ 7 w 710"/>
                              <a:gd name="T35" fmla="*/ 146 h 1491"/>
                              <a:gd name="T36" fmla="*/ 13 w 710"/>
                              <a:gd name="T37" fmla="*/ 142 h 1491"/>
                              <a:gd name="T38" fmla="*/ 19 w 710"/>
                              <a:gd name="T39" fmla="*/ 137 h 1491"/>
                              <a:gd name="T40" fmla="*/ 25 w 710"/>
                              <a:gd name="T41" fmla="*/ 132 h 1491"/>
                              <a:gd name="T42" fmla="*/ 30 w 710"/>
                              <a:gd name="T43" fmla="*/ 127 h 1491"/>
                              <a:gd name="T44" fmla="*/ 35 w 710"/>
                              <a:gd name="T45" fmla="*/ 121 h 1491"/>
                              <a:gd name="T46" fmla="*/ 39 w 710"/>
                              <a:gd name="T47" fmla="*/ 115 h 1491"/>
                              <a:gd name="T48" fmla="*/ 44 w 710"/>
                              <a:gd name="T49" fmla="*/ 108 h 1491"/>
                              <a:gd name="T50" fmla="*/ 48 w 710"/>
                              <a:gd name="T51" fmla="*/ 101 h 1491"/>
                              <a:gd name="T52" fmla="*/ 52 w 710"/>
                              <a:gd name="T53" fmla="*/ 93 h 1491"/>
                              <a:gd name="T54" fmla="*/ 55 w 710"/>
                              <a:gd name="T55" fmla="*/ 85 h 1491"/>
                              <a:gd name="T56" fmla="*/ 59 w 710"/>
                              <a:gd name="T57" fmla="*/ 76 h 1491"/>
                              <a:gd name="T58" fmla="*/ 62 w 710"/>
                              <a:gd name="T59" fmla="*/ 66 h 1491"/>
                              <a:gd name="T60" fmla="*/ 65 w 710"/>
                              <a:gd name="T61" fmla="*/ 56 h 1491"/>
                              <a:gd name="T62" fmla="*/ 68 w 710"/>
                              <a:gd name="T63" fmla="*/ 45 h 1491"/>
                              <a:gd name="T64" fmla="*/ 71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 h 1491"/>
                              <a:gd name="T2" fmla="*/ 0 w 710"/>
                              <a:gd name="T3" fmla="*/ 25 h 1491"/>
                              <a:gd name="T4" fmla="*/ 0 w 710"/>
                              <a:gd name="T5" fmla="*/ 19 h 1491"/>
                              <a:gd name="T6" fmla="*/ 0 w 710"/>
                              <a:gd name="T7" fmla="*/ 12 h 1491"/>
                              <a:gd name="T8" fmla="*/ 1 w 710"/>
                              <a:gd name="T9" fmla="*/ 7 h 1491"/>
                              <a:gd name="T10" fmla="*/ 4 w 710"/>
                              <a:gd name="T11" fmla="*/ 5 h 1491"/>
                              <a:gd name="T12" fmla="*/ 7 w 710"/>
                              <a:gd name="T13" fmla="*/ 3 h 1491"/>
                              <a:gd name="T14" fmla="*/ 10 w 710"/>
                              <a:gd name="T15" fmla="*/ 1 h 1491"/>
                              <a:gd name="T16" fmla="*/ 18 w 710"/>
                              <a:gd name="T17" fmla="*/ 0 h 1491"/>
                              <a:gd name="T18" fmla="*/ 30 w 710"/>
                              <a:gd name="T19" fmla="*/ 0 h 1491"/>
                              <a:gd name="T20" fmla="*/ 43 w 710"/>
                              <a:gd name="T21" fmla="*/ 0 h 1491"/>
                              <a:gd name="T22" fmla="*/ 55 w 710"/>
                              <a:gd name="T23" fmla="*/ 0 h 1491"/>
                              <a:gd name="T24" fmla="*/ 62 w 710"/>
                              <a:gd name="T25" fmla="*/ 1 h 1491"/>
                              <a:gd name="T26" fmla="*/ 64 w 710"/>
                              <a:gd name="T27" fmla="*/ 3 h 1491"/>
                              <a:gd name="T28" fmla="*/ 67 w 710"/>
                              <a:gd name="T29" fmla="*/ 5 h 1491"/>
                              <a:gd name="T30" fmla="*/ 69 w 710"/>
                              <a:gd name="T31" fmla="*/ 9 h 1491"/>
                              <a:gd name="T32" fmla="*/ 71 w 710"/>
                              <a:gd name="T33" fmla="*/ 149 h 1491"/>
                              <a:gd name="T34" fmla="*/ 64 w 710"/>
                              <a:gd name="T35" fmla="*/ 146 h 1491"/>
                              <a:gd name="T36" fmla="*/ 58 w 710"/>
                              <a:gd name="T37" fmla="*/ 142 h 1491"/>
                              <a:gd name="T38" fmla="*/ 52 w 710"/>
                              <a:gd name="T39" fmla="*/ 137 h 1491"/>
                              <a:gd name="T40" fmla="*/ 46 w 710"/>
                              <a:gd name="T41" fmla="*/ 132 h 1491"/>
                              <a:gd name="T42" fmla="*/ 41 w 710"/>
                              <a:gd name="T43" fmla="*/ 127 h 1491"/>
                              <a:gd name="T44" fmla="*/ 36 w 710"/>
                              <a:gd name="T45" fmla="*/ 121 h 1491"/>
                              <a:gd name="T46" fmla="*/ 32 w 710"/>
                              <a:gd name="T47" fmla="*/ 115 h 1491"/>
                              <a:gd name="T48" fmla="*/ 27 w 710"/>
                              <a:gd name="T49" fmla="*/ 108 h 1491"/>
                              <a:gd name="T50" fmla="*/ 23 w 710"/>
                              <a:gd name="T51" fmla="*/ 101 h 1491"/>
                              <a:gd name="T52" fmla="*/ 20 w 710"/>
                              <a:gd name="T53" fmla="*/ 93 h 1491"/>
                              <a:gd name="T54" fmla="*/ 16 w 710"/>
                              <a:gd name="T55" fmla="*/ 85 h 1491"/>
                              <a:gd name="T56" fmla="*/ 12 w 710"/>
                              <a:gd name="T57" fmla="*/ 76 h 1491"/>
                              <a:gd name="T58" fmla="*/ 9 w 710"/>
                              <a:gd name="T59" fmla="*/ 66 h 1491"/>
                              <a:gd name="T60" fmla="*/ 6 w 710"/>
                              <a:gd name="T61" fmla="*/ 56 h 1491"/>
                              <a:gd name="T62" fmla="*/ 3 w 710"/>
                              <a:gd name="T63" fmla="*/ 45 h 1491"/>
                              <a:gd name="T64" fmla="*/ 0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 h 1491"/>
                              <a:gd name="T2" fmla="*/ 0 w 710"/>
                              <a:gd name="T3" fmla="*/ 25 h 1491"/>
                              <a:gd name="T4" fmla="*/ 0 w 710"/>
                              <a:gd name="T5" fmla="*/ 19 h 1491"/>
                              <a:gd name="T6" fmla="*/ 0 w 710"/>
                              <a:gd name="T7" fmla="*/ 12 h 1491"/>
                              <a:gd name="T8" fmla="*/ 1 w 710"/>
                              <a:gd name="T9" fmla="*/ 7 h 1491"/>
                              <a:gd name="T10" fmla="*/ 4 w 710"/>
                              <a:gd name="T11" fmla="*/ 5 h 1491"/>
                              <a:gd name="T12" fmla="*/ 7 w 710"/>
                              <a:gd name="T13" fmla="*/ 3 h 1491"/>
                              <a:gd name="T14" fmla="*/ 10 w 710"/>
                              <a:gd name="T15" fmla="*/ 1 h 1491"/>
                              <a:gd name="T16" fmla="*/ 18 w 710"/>
                              <a:gd name="T17" fmla="*/ 0 h 1491"/>
                              <a:gd name="T18" fmla="*/ 30 w 710"/>
                              <a:gd name="T19" fmla="*/ 0 h 1491"/>
                              <a:gd name="T20" fmla="*/ 43 w 710"/>
                              <a:gd name="T21" fmla="*/ 0 h 1491"/>
                              <a:gd name="T22" fmla="*/ 55 w 710"/>
                              <a:gd name="T23" fmla="*/ 0 h 1491"/>
                              <a:gd name="T24" fmla="*/ 62 w 710"/>
                              <a:gd name="T25" fmla="*/ 1 h 1491"/>
                              <a:gd name="T26" fmla="*/ 64 w 710"/>
                              <a:gd name="T27" fmla="*/ 3 h 1491"/>
                              <a:gd name="T28" fmla="*/ 67 w 710"/>
                              <a:gd name="T29" fmla="*/ 5 h 1491"/>
                              <a:gd name="T30" fmla="*/ 69 w 710"/>
                              <a:gd name="T31" fmla="*/ 9 h 1491"/>
                              <a:gd name="T32" fmla="*/ 71 w 710"/>
                              <a:gd name="T33" fmla="*/ 149 h 1491"/>
                              <a:gd name="T34" fmla="*/ 64 w 710"/>
                              <a:gd name="T35" fmla="*/ 146 h 1491"/>
                              <a:gd name="T36" fmla="*/ 58 w 710"/>
                              <a:gd name="T37" fmla="*/ 142 h 1491"/>
                              <a:gd name="T38" fmla="*/ 52 w 710"/>
                              <a:gd name="T39" fmla="*/ 137 h 1491"/>
                              <a:gd name="T40" fmla="*/ 46 w 710"/>
                              <a:gd name="T41" fmla="*/ 132 h 1491"/>
                              <a:gd name="T42" fmla="*/ 41 w 710"/>
                              <a:gd name="T43" fmla="*/ 127 h 1491"/>
                              <a:gd name="T44" fmla="*/ 36 w 710"/>
                              <a:gd name="T45" fmla="*/ 121 h 1491"/>
                              <a:gd name="T46" fmla="*/ 32 w 710"/>
                              <a:gd name="T47" fmla="*/ 115 h 1491"/>
                              <a:gd name="T48" fmla="*/ 27 w 710"/>
                              <a:gd name="T49" fmla="*/ 108 h 1491"/>
                              <a:gd name="T50" fmla="*/ 23 w 710"/>
                              <a:gd name="T51" fmla="*/ 101 h 1491"/>
                              <a:gd name="T52" fmla="*/ 20 w 710"/>
                              <a:gd name="T53" fmla="*/ 93 h 1491"/>
                              <a:gd name="T54" fmla="*/ 16 w 710"/>
                              <a:gd name="T55" fmla="*/ 85 h 1491"/>
                              <a:gd name="T56" fmla="*/ 12 w 710"/>
                              <a:gd name="T57" fmla="*/ 76 h 1491"/>
                              <a:gd name="T58" fmla="*/ 9 w 710"/>
                              <a:gd name="T59" fmla="*/ 66 h 1491"/>
                              <a:gd name="T60" fmla="*/ 6 w 710"/>
                              <a:gd name="T61" fmla="*/ 56 h 1491"/>
                              <a:gd name="T62" fmla="*/ 3 w 710"/>
                              <a:gd name="T63" fmla="*/ 45 h 1491"/>
                              <a:gd name="T64" fmla="*/ 0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 w 1740"/>
                              <a:gd name="T1" fmla="*/ 232 h 2349"/>
                              <a:gd name="T2" fmla="*/ 160 w 1740"/>
                              <a:gd name="T3" fmla="*/ 231 h 2349"/>
                              <a:gd name="T4" fmla="*/ 164 w 1740"/>
                              <a:gd name="T5" fmla="*/ 229 h 2349"/>
                              <a:gd name="T6" fmla="*/ 166 w 1740"/>
                              <a:gd name="T7" fmla="*/ 228 h 2349"/>
                              <a:gd name="T8" fmla="*/ 167 w 1740"/>
                              <a:gd name="T9" fmla="*/ 227 h 2349"/>
                              <a:gd name="T10" fmla="*/ 169 w 1740"/>
                              <a:gd name="T11" fmla="*/ 225 h 2349"/>
                              <a:gd name="T12" fmla="*/ 170 w 1740"/>
                              <a:gd name="T13" fmla="*/ 224 h 2349"/>
                              <a:gd name="T14" fmla="*/ 171 w 1740"/>
                              <a:gd name="T15" fmla="*/ 221 h 2349"/>
                              <a:gd name="T16" fmla="*/ 173 w 1740"/>
                              <a:gd name="T17" fmla="*/ 216 h 2349"/>
                              <a:gd name="T18" fmla="*/ 174 w 1740"/>
                              <a:gd name="T19" fmla="*/ 16 h 2349"/>
                              <a:gd name="T20" fmla="*/ 171 w 1740"/>
                              <a:gd name="T21" fmla="*/ 12 h 2349"/>
                              <a:gd name="T22" fmla="*/ 168 w 1740"/>
                              <a:gd name="T23" fmla="*/ 8 h 2349"/>
                              <a:gd name="T24" fmla="*/ 164 w 1740"/>
                              <a:gd name="T25" fmla="*/ 4 h 2349"/>
                              <a:gd name="T26" fmla="*/ 160 w 1740"/>
                              <a:gd name="T27" fmla="*/ 0 h 2349"/>
                              <a:gd name="T28" fmla="*/ 151 w 1740"/>
                              <a:gd name="T29" fmla="*/ 0 h 2349"/>
                              <a:gd name="T30" fmla="*/ 142 w 1740"/>
                              <a:gd name="T31" fmla="*/ 0 h 2349"/>
                              <a:gd name="T32" fmla="*/ 133 w 1740"/>
                              <a:gd name="T33" fmla="*/ 0 h 2349"/>
                              <a:gd name="T34" fmla="*/ 124 w 1740"/>
                              <a:gd name="T35" fmla="*/ 0 h 2349"/>
                              <a:gd name="T36" fmla="*/ 121 w 1740"/>
                              <a:gd name="T37" fmla="*/ 8 h 2349"/>
                              <a:gd name="T38" fmla="*/ 117 w 1740"/>
                              <a:gd name="T39" fmla="*/ 16 h 2349"/>
                              <a:gd name="T40" fmla="*/ 114 w 1740"/>
                              <a:gd name="T41" fmla="*/ 24 h 2349"/>
                              <a:gd name="T42" fmla="*/ 110 w 1740"/>
                              <a:gd name="T43" fmla="*/ 31 h 2349"/>
                              <a:gd name="T44" fmla="*/ 105 w 1740"/>
                              <a:gd name="T45" fmla="*/ 40 h 2349"/>
                              <a:gd name="T46" fmla="*/ 100 w 1740"/>
                              <a:gd name="T47" fmla="*/ 48 h 2349"/>
                              <a:gd name="T48" fmla="*/ 94 w 1740"/>
                              <a:gd name="T49" fmla="*/ 55 h 2349"/>
                              <a:gd name="T50" fmla="*/ 89 w 1740"/>
                              <a:gd name="T51" fmla="*/ 62 h 2349"/>
                              <a:gd name="T52" fmla="*/ 84 w 1740"/>
                              <a:gd name="T53" fmla="*/ 68 h 2349"/>
                              <a:gd name="T54" fmla="*/ 78 w 1740"/>
                              <a:gd name="T55" fmla="*/ 74 h 2349"/>
                              <a:gd name="T56" fmla="*/ 72 w 1740"/>
                              <a:gd name="T57" fmla="*/ 79 h 2349"/>
                              <a:gd name="T58" fmla="*/ 66 w 1740"/>
                              <a:gd name="T59" fmla="*/ 84 h 2349"/>
                              <a:gd name="T60" fmla="*/ 60 w 1740"/>
                              <a:gd name="T61" fmla="*/ 89 h 2349"/>
                              <a:gd name="T62" fmla="*/ 53 w 1740"/>
                              <a:gd name="T63" fmla="*/ 93 h 2349"/>
                              <a:gd name="T64" fmla="*/ 45 w 1740"/>
                              <a:gd name="T65" fmla="*/ 97 h 2349"/>
                              <a:gd name="T66" fmla="*/ 37 w 1740"/>
                              <a:gd name="T67" fmla="*/ 100 h 2349"/>
                              <a:gd name="T68" fmla="*/ 29 w 1740"/>
                              <a:gd name="T69" fmla="*/ 103 h 2349"/>
                              <a:gd name="T70" fmla="*/ 20 w 1740"/>
                              <a:gd name="T71" fmla="*/ 106 h 2349"/>
                              <a:gd name="T72" fmla="*/ 10 w 1740"/>
                              <a:gd name="T73" fmla="*/ 109 h 2349"/>
                              <a:gd name="T74" fmla="*/ 0 w 1740"/>
                              <a:gd name="T75" fmla="*/ 111 h 2349"/>
                              <a:gd name="T76" fmla="*/ 3 w 1740"/>
                              <a:gd name="T77" fmla="*/ 122 h 2349"/>
                              <a:gd name="T78" fmla="*/ 6 w 1740"/>
                              <a:gd name="T79" fmla="*/ 133 h 2349"/>
                              <a:gd name="T80" fmla="*/ 8 w 1740"/>
                              <a:gd name="T81" fmla="*/ 145 h 2349"/>
                              <a:gd name="T82" fmla="*/ 10 w 1740"/>
                              <a:gd name="T83" fmla="*/ 159 h 2349"/>
                              <a:gd name="T84" fmla="*/ 11 w 1740"/>
                              <a:gd name="T85" fmla="*/ 166 h 2349"/>
                              <a:gd name="T86" fmla="*/ 12 w 1740"/>
                              <a:gd name="T87" fmla="*/ 174 h 2349"/>
                              <a:gd name="T88" fmla="*/ 12 w 1740"/>
                              <a:gd name="T89" fmla="*/ 183 h 2349"/>
                              <a:gd name="T90" fmla="*/ 12 w 1740"/>
                              <a:gd name="T91" fmla="*/ 192 h 2349"/>
                              <a:gd name="T92" fmla="*/ 12 w 1740"/>
                              <a:gd name="T93" fmla="*/ 201 h 2349"/>
                              <a:gd name="T94" fmla="*/ 12 w 1740"/>
                              <a:gd name="T95" fmla="*/ 212 h 2349"/>
                              <a:gd name="T96" fmla="*/ 12 w 1740"/>
                              <a:gd name="T97" fmla="*/ 223 h 2349"/>
                              <a:gd name="T98" fmla="*/ 11 w 1740"/>
                              <a:gd name="T99" fmla="*/ 234 h 2349"/>
                              <a:gd name="T100" fmla="*/ 44 w 1740"/>
                              <a:gd name="T101" fmla="*/ 235 h 2349"/>
                              <a:gd name="T102" fmla="*/ 79 w 1740"/>
                              <a:gd name="T103" fmla="*/ 235 h 2349"/>
                              <a:gd name="T104" fmla="*/ 97 w 1740"/>
                              <a:gd name="T105" fmla="*/ 235 h 2349"/>
                              <a:gd name="T106" fmla="*/ 115 w 1740"/>
                              <a:gd name="T107" fmla="*/ 235 h 2349"/>
                              <a:gd name="T108" fmla="*/ 132 w 1740"/>
                              <a:gd name="T109" fmla="*/ 234 h 2349"/>
                              <a:gd name="T110" fmla="*/ 148 w 1740"/>
                              <a:gd name="T111" fmla="*/ 233 h 2349"/>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740"/>
                              <a:gd name="T169" fmla="*/ 0 h 2349"/>
                              <a:gd name="T170" fmla="*/ 1740 w 1740"/>
                              <a:gd name="T171" fmla="*/ 2349 h 2349"/>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 w 1740"/>
                              <a:gd name="T1" fmla="*/ 232 h 2349"/>
                              <a:gd name="T2" fmla="*/ 160 w 1740"/>
                              <a:gd name="T3" fmla="*/ 231 h 2349"/>
                              <a:gd name="T4" fmla="*/ 164 w 1740"/>
                              <a:gd name="T5" fmla="*/ 229 h 2349"/>
                              <a:gd name="T6" fmla="*/ 166 w 1740"/>
                              <a:gd name="T7" fmla="*/ 228 h 2349"/>
                              <a:gd name="T8" fmla="*/ 167 w 1740"/>
                              <a:gd name="T9" fmla="*/ 227 h 2349"/>
                              <a:gd name="T10" fmla="*/ 169 w 1740"/>
                              <a:gd name="T11" fmla="*/ 225 h 2349"/>
                              <a:gd name="T12" fmla="*/ 170 w 1740"/>
                              <a:gd name="T13" fmla="*/ 224 h 2349"/>
                              <a:gd name="T14" fmla="*/ 171 w 1740"/>
                              <a:gd name="T15" fmla="*/ 221 h 2349"/>
                              <a:gd name="T16" fmla="*/ 173 w 1740"/>
                              <a:gd name="T17" fmla="*/ 216 h 2349"/>
                              <a:gd name="T18" fmla="*/ 174 w 1740"/>
                              <a:gd name="T19" fmla="*/ 16 h 2349"/>
                              <a:gd name="T20" fmla="*/ 171 w 1740"/>
                              <a:gd name="T21" fmla="*/ 12 h 2349"/>
                              <a:gd name="T22" fmla="*/ 168 w 1740"/>
                              <a:gd name="T23" fmla="*/ 8 h 2349"/>
                              <a:gd name="T24" fmla="*/ 164 w 1740"/>
                              <a:gd name="T25" fmla="*/ 4 h 2349"/>
                              <a:gd name="T26" fmla="*/ 160 w 1740"/>
                              <a:gd name="T27" fmla="*/ 0 h 2349"/>
                              <a:gd name="T28" fmla="*/ 151 w 1740"/>
                              <a:gd name="T29" fmla="*/ 0 h 2349"/>
                              <a:gd name="T30" fmla="*/ 142 w 1740"/>
                              <a:gd name="T31" fmla="*/ 0 h 2349"/>
                              <a:gd name="T32" fmla="*/ 133 w 1740"/>
                              <a:gd name="T33" fmla="*/ 0 h 2349"/>
                              <a:gd name="T34" fmla="*/ 124 w 1740"/>
                              <a:gd name="T35" fmla="*/ 0 h 2349"/>
                              <a:gd name="T36" fmla="*/ 121 w 1740"/>
                              <a:gd name="T37" fmla="*/ 8 h 2349"/>
                              <a:gd name="T38" fmla="*/ 117 w 1740"/>
                              <a:gd name="T39" fmla="*/ 16 h 2349"/>
                              <a:gd name="T40" fmla="*/ 114 w 1740"/>
                              <a:gd name="T41" fmla="*/ 24 h 2349"/>
                              <a:gd name="T42" fmla="*/ 110 w 1740"/>
                              <a:gd name="T43" fmla="*/ 31 h 2349"/>
                              <a:gd name="T44" fmla="*/ 105 w 1740"/>
                              <a:gd name="T45" fmla="*/ 40 h 2349"/>
                              <a:gd name="T46" fmla="*/ 100 w 1740"/>
                              <a:gd name="T47" fmla="*/ 48 h 2349"/>
                              <a:gd name="T48" fmla="*/ 94 w 1740"/>
                              <a:gd name="T49" fmla="*/ 55 h 2349"/>
                              <a:gd name="T50" fmla="*/ 89 w 1740"/>
                              <a:gd name="T51" fmla="*/ 62 h 2349"/>
                              <a:gd name="T52" fmla="*/ 84 w 1740"/>
                              <a:gd name="T53" fmla="*/ 68 h 2349"/>
                              <a:gd name="T54" fmla="*/ 78 w 1740"/>
                              <a:gd name="T55" fmla="*/ 74 h 2349"/>
                              <a:gd name="T56" fmla="*/ 72 w 1740"/>
                              <a:gd name="T57" fmla="*/ 79 h 2349"/>
                              <a:gd name="T58" fmla="*/ 66 w 1740"/>
                              <a:gd name="T59" fmla="*/ 84 h 2349"/>
                              <a:gd name="T60" fmla="*/ 60 w 1740"/>
                              <a:gd name="T61" fmla="*/ 89 h 2349"/>
                              <a:gd name="T62" fmla="*/ 53 w 1740"/>
                              <a:gd name="T63" fmla="*/ 93 h 2349"/>
                              <a:gd name="T64" fmla="*/ 45 w 1740"/>
                              <a:gd name="T65" fmla="*/ 97 h 2349"/>
                              <a:gd name="T66" fmla="*/ 37 w 1740"/>
                              <a:gd name="T67" fmla="*/ 100 h 2349"/>
                              <a:gd name="T68" fmla="*/ 29 w 1740"/>
                              <a:gd name="T69" fmla="*/ 103 h 2349"/>
                              <a:gd name="T70" fmla="*/ 20 w 1740"/>
                              <a:gd name="T71" fmla="*/ 106 h 2349"/>
                              <a:gd name="T72" fmla="*/ 10 w 1740"/>
                              <a:gd name="T73" fmla="*/ 109 h 2349"/>
                              <a:gd name="T74" fmla="*/ 0 w 1740"/>
                              <a:gd name="T75" fmla="*/ 111 h 2349"/>
                              <a:gd name="T76" fmla="*/ 3 w 1740"/>
                              <a:gd name="T77" fmla="*/ 122 h 2349"/>
                              <a:gd name="T78" fmla="*/ 6 w 1740"/>
                              <a:gd name="T79" fmla="*/ 133 h 2349"/>
                              <a:gd name="T80" fmla="*/ 8 w 1740"/>
                              <a:gd name="T81" fmla="*/ 145 h 2349"/>
                              <a:gd name="T82" fmla="*/ 10 w 1740"/>
                              <a:gd name="T83" fmla="*/ 159 h 2349"/>
                              <a:gd name="T84" fmla="*/ 11 w 1740"/>
                              <a:gd name="T85" fmla="*/ 166 h 2349"/>
                              <a:gd name="T86" fmla="*/ 12 w 1740"/>
                              <a:gd name="T87" fmla="*/ 174 h 2349"/>
                              <a:gd name="T88" fmla="*/ 12 w 1740"/>
                              <a:gd name="T89" fmla="*/ 183 h 2349"/>
                              <a:gd name="T90" fmla="*/ 12 w 1740"/>
                              <a:gd name="T91" fmla="*/ 192 h 2349"/>
                              <a:gd name="T92" fmla="*/ 12 w 1740"/>
                              <a:gd name="T93" fmla="*/ 201 h 2349"/>
                              <a:gd name="T94" fmla="*/ 12 w 1740"/>
                              <a:gd name="T95" fmla="*/ 212 h 2349"/>
                              <a:gd name="T96" fmla="*/ 12 w 1740"/>
                              <a:gd name="T97" fmla="*/ 223 h 2349"/>
                              <a:gd name="T98" fmla="*/ 11 w 1740"/>
                              <a:gd name="T99" fmla="*/ 234 h 2349"/>
                              <a:gd name="T100" fmla="*/ 44 w 1740"/>
                              <a:gd name="T101" fmla="*/ 235 h 2349"/>
                              <a:gd name="T102" fmla="*/ 79 w 1740"/>
                              <a:gd name="T103" fmla="*/ 235 h 2349"/>
                              <a:gd name="T104" fmla="*/ 97 w 1740"/>
                              <a:gd name="T105" fmla="*/ 235 h 2349"/>
                              <a:gd name="T106" fmla="*/ 115 w 1740"/>
                              <a:gd name="T107" fmla="*/ 235 h 2349"/>
                              <a:gd name="T108" fmla="*/ 132 w 1740"/>
                              <a:gd name="T109" fmla="*/ 234 h 2349"/>
                              <a:gd name="T110" fmla="*/ 148 w 1740"/>
                              <a:gd name="T111" fmla="*/ 233 h 2349"/>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740"/>
                              <a:gd name="T169" fmla="*/ 0 h 2349"/>
                              <a:gd name="T170" fmla="*/ 1740 w 1740"/>
                              <a:gd name="T171" fmla="*/ 2349 h 2349"/>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1 w 1740"/>
                              <a:gd name="T1" fmla="*/ 232 h 2349"/>
                              <a:gd name="T2" fmla="*/ 14 w 1740"/>
                              <a:gd name="T3" fmla="*/ 231 h 2349"/>
                              <a:gd name="T4" fmla="*/ 10 w 1740"/>
                              <a:gd name="T5" fmla="*/ 229 h 2349"/>
                              <a:gd name="T6" fmla="*/ 8 w 1740"/>
                              <a:gd name="T7" fmla="*/ 228 h 2349"/>
                              <a:gd name="T8" fmla="*/ 7 w 1740"/>
                              <a:gd name="T9" fmla="*/ 227 h 2349"/>
                              <a:gd name="T10" fmla="*/ 5 w 1740"/>
                              <a:gd name="T11" fmla="*/ 225 h 2349"/>
                              <a:gd name="T12" fmla="*/ 4 w 1740"/>
                              <a:gd name="T13" fmla="*/ 224 h 2349"/>
                              <a:gd name="T14" fmla="*/ 3 w 1740"/>
                              <a:gd name="T15" fmla="*/ 221 h 2349"/>
                              <a:gd name="T16" fmla="*/ 1 w 1740"/>
                              <a:gd name="T17" fmla="*/ 216 h 2349"/>
                              <a:gd name="T18" fmla="*/ 0 w 1740"/>
                              <a:gd name="T19" fmla="*/ 16 h 2349"/>
                              <a:gd name="T20" fmla="*/ 3 w 1740"/>
                              <a:gd name="T21" fmla="*/ 12 h 2349"/>
                              <a:gd name="T22" fmla="*/ 6 w 1740"/>
                              <a:gd name="T23" fmla="*/ 8 h 2349"/>
                              <a:gd name="T24" fmla="*/ 10 w 1740"/>
                              <a:gd name="T25" fmla="*/ 4 h 2349"/>
                              <a:gd name="T26" fmla="*/ 12 w 1740"/>
                              <a:gd name="T27" fmla="*/ 2 h 2349"/>
                              <a:gd name="T28" fmla="*/ 14 w 1740"/>
                              <a:gd name="T29" fmla="*/ 0 h 2349"/>
                              <a:gd name="T30" fmla="*/ 23 w 1740"/>
                              <a:gd name="T31" fmla="*/ 0 h 2349"/>
                              <a:gd name="T32" fmla="*/ 32 w 1740"/>
                              <a:gd name="T33" fmla="*/ 0 h 2349"/>
                              <a:gd name="T34" fmla="*/ 41 w 1740"/>
                              <a:gd name="T35" fmla="*/ 0 h 2349"/>
                              <a:gd name="T36" fmla="*/ 50 w 1740"/>
                              <a:gd name="T37" fmla="*/ 0 h 2349"/>
                              <a:gd name="T38" fmla="*/ 54 w 1740"/>
                              <a:gd name="T39" fmla="*/ 8 h 2349"/>
                              <a:gd name="T40" fmla="*/ 57 w 1740"/>
                              <a:gd name="T41" fmla="*/ 16 h 2349"/>
                              <a:gd name="T42" fmla="*/ 61 w 1740"/>
                              <a:gd name="T43" fmla="*/ 24 h 2349"/>
                              <a:gd name="T44" fmla="*/ 64 w 1740"/>
                              <a:gd name="T45" fmla="*/ 31 h 2349"/>
                              <a:gd name="T46" fmla="*/ 69 w 1740"/>
                              <a:gd name="T47" fmla="*/ 40 h 2349"/>
                              <a:gd name="T48" fmla="*/ 74 w 1740"/>
                              <a:gd name="T49" fmla="*/ 48 h 2349"/>
                              <a:gd name="T50" fmla="*/ 80 w 1740"/>
                              <a:gd name="T51" fmla="*/ 55 h 2349"/>
                              <a:gd name="T52" fmla="*/ 85 w 1740"/>
                              <a:gd name="T53" fmla="*/ 62 h 2349"/>
                              <a:gd name="T54" fmla="*/ 90 w 1740"/>
                              <a:gd name="T55" fmla="*/ 68 h 2349"/>
                              <a:gd name="T56" fmla="*/ 96 w 1740"/>
                              <a:gd name="T57" fmla="*/ 74 h 2349"/>
                              <a:gd name="T58" fmla="*/ 102 w 1740"/>
                              <a:gd name="T59" fmla="*/ 79 h 2349"/>
                              <a:gd name="T60" fmla="*/ 108 w 1740"/>
                              <a:gd name="T61" fmla="*/ 84 h 2349"/>
                              <a:gd name="T62" fmla="*/ 114 w 1740"/>
                              <a:gd name="T63" fmla="*/ 89 h 2349"/>
                              <a:gd name="T64" fmla="*/ 121 w 1740"/>
                              <a:gd name="T65" fmla="*/ 93 h 2349"/>
                              <a:gd name="T66" fmla="*/ 129 w 1740"/>
                              <a:gd name="T67" fmla="*/ 97 h 2349"/>
                              <a:gd name="T68" fmla="*/ 137 w 1740"/>
                              <a:gd name="T69" fmla="*/ 100 h 2349"/>
                              <a:gd name="T70" fmla="*/ 145 w 1740"/>
                              <a:gd name="T71" fmla="*/ 104 h 2349"/>
                              <a:gd name="T72" fmla="*/ 154 w 1740"/>
                              <a:gd name="T73" fmla="*/ 106 h 2349"/>
                              <a:gd name="T74" fmla="*/ 164 w 1740"/>
                              <a:gd name="T75" fmla="*/ 109 h 2349"/>
                              <a:gd name="T76" fmla="*/ 174 w 1740"/>
                              <a:gd name="T77" fmla="*/ 111 h 2349"/>
                              <a:gd name="T78" fmla="*/ 171 w 1740"/>
                              <a:gd name="T79" fmla="*/ 122 h 2349"/>
                              <a:gd name="T80" fmla="*/ 168 w 1740"/>
                              <a:gd name="T81" fmla="*/ 133 h 2349"/>
                              <a:gd name="T82" fmla="*/ 166 w 1740"/>
                              <a:gd name="T83" fmla="*/ 145 h 2349"/>
                              <a:gd name="T84" fmla="*/ 164 w 1740"/>
                              <a:gd name="T85" fmla="*/ 159 h 2349"/>
                              <a:gd name="T86" fmla="*/ 163 w 1740"/>
                              <a:gd name="T87" fmla="*/ 166 h 2349"/>
                              <a:gd name="T88" fmla="*/ 162 w 1740"/>
                              <a:gd name="T89" fmla="*/ 174 h 2349"/>
                              <a:gd name="T90" fmla="*/ 162 w 1740"/>
                              <a:gd name="T91" fmla="*/ 183 h 2349"/>
                              <a:gd name="T92" fmla="*/ 162 w 1740"/>
                              <a:gd name="T93" fmla="*/ 192 h 2349"/>
                              <a:gd name="T94" fmla="*/ 162 w 1740"/>
                              <a:gd name="T95" fmla="*/ 201 h 2349"/>
                              <a:gd name="T96" fmla="*/ 162 w 1740"/>
                              <a:gd name="T97" fmla="*/ 212 h 2349"/>
                              <a:gd name="T98" fmla="*/ 163 w 1740"/>
                              <a:gd name="T99" fmla="*/ 223 h 2349"/>
                              <a:gd name="T100" fmla="*/ 163 w 1740"/>
                              <a:gd name="T101" fmla="*/ 234 h 2349"/>
                              <a:gd name="T102" fmla="*/ 130 w 1740"/>
                              <a:gd name="T103" fmla="*/ 235 h 2349"/>
                              <a:gd name="T104" fmla="*/ 95 w 1740"/>
                              <a:gd name="T105" fmla="*/ 235 h 2349"/>
                              <a:gd name="T106" fmla="*/ 77 w 1740"/>
                              <a:gd name="T107" fmla="*/ 235 h 2349"/>
                              <a:gd name="T108" fmla="*/ 59 w 1740"/>
                              <a:gd name="T109" fmla="*/ 235 h 2349"/>
                              <a:gd name="T110" fmla="*/ 42 w 1740"/>
                              <a:gd name="T111" fmla="*/ 234 h 2349"/>
                              <a:gd name="T112" fmla="*/ 26 w 1740"/>
                              <a:gd name="T113" fmla="*/ 233 h 2349"/>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w 1740"/>
                              <a:gd name="T172" fmla="*/ 0 h 2349"/>
                              <a:gd name="T173" fmla="*/ 1740 w 1740"/>
                              <a:gd name="T174" fmla="*/ 2349 h 2349"/>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T171" t="T172" r="T173" b="T174"/>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1 w 1740"/>
                              <a:gd name="T1" fmla="*/ 232 h 2349"/>
                              <a:gd name="T2" fmla="*/ 14 w 1740"/>
                              <a:gd name="T3" fmla="*/ 231 h 2349"/>
                              <a:gd name="T4" fmla="*/ 10 w 1740"/>
                              <a:gd name="T5" fmla="*/ 229 h 2349"/>
                              <a:gd name="T6" fmla="*/ 8 w 1740"/>
                              <a:gd name="T7" fmla="*/ 228 h 2349"/>
                              <a:gd name="T8" fmla="*/ 7 w 1740"/>
                              <a:gd name="T9" fmla="*/ 227 h 2349"/>
                              <a:gd name="T10" fmla="*/ 5 w 1740"/>
                              <a:gd name="T11" fmla="*/ 225 h 2349"/>
                              <a:gd name="T12" fmla="*/ 4 w 1740"/>
                              <a:gd name="T13" fmla="*/ 224 h 2349"/>
                              <a:gd name="T14" fmla="*/ 3 w 1740"/>
                              <a:gd name="T15" fmla="*/ 221 h 2349"/>
                              <a:gd name="T16" fmla="*/ 1 w 1740"/>
                              <a:gd name="T17" fmla="*/ 216 h 2349"/>
                              <a:gd name="T18" fmla="*/ 0 w 1740"/>
                              <a:gd name="T19" fmla="*/ 16 h 2349"/>
                              <a:gd name="T20" fmla="*/ 3 w 1740"/>
                              <a:gd name="T21" fmla="*/ 12 h 2349"/>
                              <a:gd name="T22" fmla="*/ 6 w 1740"/>
                              <a:gd name="T23" fmla="*/ 8 h 2349"/>
                              <a:gd name="T24" fmla="*/ 10 w 1740"/>
                              <a:gd name="T25" fmla="*/ 4 h 2349"/>
                              <a:gd name="T26" fmla="*/ 12 w 1740"/>
                              <a:gd name="T27" fmla="*/ 2 h 2349"/>
                              <a:gd name="T28" fmla="*/ 14 w 1740"/>
                              <a:gd name="T29" fmla="*/ 0 h 2349"/>
                              <a:gd name="T30" fmla="*/ 23 w 1740"/>
                              <a:gd name="T31" fmla="*/ 0 h 2349"/>
                              <a:gd name="T32" fmla="*/ 32 w 1740"/>
                              <a:gd name="T33" fmla="*/ 0 h 2349"/>
                              <a:gd name="T34" fmla="*/ 41 w 1740"/>
                              <a:gd name="T35" fmla="*/ 0 h 2349"/>
                              <a:gd name="T36" fmla="*/ 50 w 1740"/>
                              <a:gd name="T37" fmla="*/ 0 h 2349"/>
                              <a:gd name="T38" fmla="*/ 54 w 1740"/>
                              <a:gd name="T39" fmla="*/ 8 h 2349"/>
                              <a:gd name="T40" fmla="*/ 57 w 1740"/>
                              <a:gd name="T41" fmla="*/ 16 h 2349"/>
                              <a:gd name="T42" fmla="*/ 61 w 1740"/>
                              <a:gd name="T43" fmla="*/ 24 h 2349"/>
                              <a:gd name="T44" fmla="*/ 64 w 1740"/>
                              <a:gd name="T45" fmla="*/ 31 h 2349"/>
                              <a:gd name="T46" fmla="*/ 69 w 1740"/>
                              <a:gd name="T47" fmla="*/ 40 h 2349"/>
                              <a:gd name="T48" fmla="*/ 74 w 1740"/>
                              <a:gd name="T49" fmla="*/ 48 h 2349"/>
                              <a:gd name="T50" fmla="*/ 80 w 1740"/>
                              <a:gd name="T51" fmla="*/ 55 h 2349"/>
                              <a:gd name="T52" fmla="*/ 85 w 1740"/>
                              <a:gd name="T53" fmla="*/ 62 h 2349"/>
                              <a:gd name="T54" fmla="*/ 90 w 1740"/>
                              <a:gd name="T55" fmla="*/ 68 h 2349"/>
                              <a:gd name="T56" fmla="*/ 96 w 1740"/>
                              <a:gd name="T57" fmla="*/ 74 h 2349"/>
                              <a:gd name="T58" fmla="*/ 102 w 1740"/>
                              <a:gd name="T59" fmla="*/ 79 h 2349"/>
                              <a:gd name="T60" fmla="*/ 108 w 1740"/>
                              <a:gd name="T61" fmla="*/ 84 h 2349"/>
                              <a:gd name="T62" fmla="*/ 114 w 1740"/>
                              <a:gd name="T63" fmla="*/ 89 h 2349"/>
                              <a:gd name="T64" fmla="*/ 121 w 1740"/>
                              <a:gd name="T65" fmla="*/ 93 h 2349"/>
                              <a:gd name="T66" fmla="*/ 129 w 1740"/>
                              <a:gd name="T67" fmla="*/ 97 h 2349"/>
                              <a:gd name="T68" fmla="*/ 137 w 1740"/>
                              <a:gd name="T69" fmla="*/ 100 h 2349"/>
                              <a:gd name="T70" fmla="*/ 145 w 1740"/>
                              <a:gd name="T71" fmla="*/ 104 h 2349"/>
                              <a:gd name="T72" fmla="*/ 154 w 1740"/>
                              <a:gd name="T73" fmla="*/ 106 h 2349"/>
                              <a:gd name="T74" fmla="*/ 164 w 1740"/>
                              <a:gd name="T75" fmla="*/ 109 h 2349"/>
                              <a:gd name="T76" fmla="*/ 174 w 1740"/>
                              <a:gd name="T77" fmla="*/ 111 h 2349"/>
                              <a:gd name="T78" fmla="*/ 171 w 1740"/>
                              <a:gd name="T79" fmla="*/ 122 h 2349"/>
                              <a:gd name="T80" fmla="*/ 168 w 1740"/>
                              <a:gd name="T81" fmla="*/ 133 h 2349"/>
                              <a:gd name="T82" fmla="*/ 166 w 1740"/>
                              <a:gd name="T83" fmla="*/ 145 h 2349"/>
                              <a:gd name="T84" fmla="*/ 164 w 1740"/>
                              <a:gd name="T85" fmla="*/ 159 h 2349"/>
                              <a:gd name="T86" fmla="*/ 163 w 1740"/>
                              <a:gd name="T87" fmla="*/ 166 h 2349"/>
                              <a:gd name="T88" fmla="*/ 162 w 1740"/>
                              <a:gd name="T89" fmla="*/ 174 h 2349"/>
                              <a:gd name="T90" fmla="*/ 162 w 1740"/>
                              <a:gd name="T91" fmla="*/ 183 h 2349"/>
                              <a:gd name="T92" fmla="*/ 162 w 1740"/>
                              <a:gd name="T93" fmla="*/ 192 h 2349"/>
                              <a:gd name="T94" fmla="*/ 162 w 1740"/>
                              <a:gd name="T95" fmla="*/ 201 h 2349"/>
                              <a:gd name="T96" fmla="*/ 162 w 1740"/>
                              <a:gd name="T97" fmla="*/ 212 h 2349"/>
                              <a:gd name="T98" fmla="*/ 163 w 1740"/>
                              <a:gd name="T99" fmla="*/ 223 h 2349"/>
                              <a:gd name="T100" fmla="*/ 163 w 1740"/>
                              <a:gd name="T101" fmla="*/ 234 h 2349"/>
                              <a:gd name="T102" fmla="*/ 130 w 1740"/>
                              <a:gd name="T103" fmla="*/ 235 h 2349"/>
                              <a:gd name="T104" fmla="*/ 95 w 1740"/>
                              <a:gd name="T105" fmla="*/ 235 h 2349"/>
                              <a:gd name="T106" fmla="*/ 77 w 1740"/>
                              <a:gd name="T107" fmla="*/ 235 h 2349"/>
                              <a:gd name="T108" fmla="*/ 59 w 1740"/>
                              <a:gd name="T109" fmla="*/ 235 h 2349"/>
                              <a:gd name="T110" fmla="*/ 42 w 1740"/>
                              <a:gd name="T111" fmla="*/ 234 h 2349"/>
                              <a:gd name="T112" fmla="*/ 26 w 1740"/>
                              <a:gd name="T113" fmla="*/ 233 h 2349"/>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w 1740"/>
                              <a:gd name="T172" fmla="*/ 0 h 2349"/>
                              <a:gd name="T173" fmla="*/ 1740 w 1740"/>
                              <a:gd name="T174" fmla="*/ 2349 h 2349"/>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T171" t="T172" r="T173" b="T174"/>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 w 872"/>
                              <a:gd name="T1" fmla="*/ 89 h 1094"/>
                              <a:gd name="T2" fmla="*/ 86 w 872"/>
                              <a:gd name="T3" fmla="*/ 77 h 1094"/>
                              <a:gd name="T4" fmla="*/ 87 w 872"/>
                              <a:gd name="T5" fmla="*/ 65 h 1094"/>
                              <a:gd name="T6" fmla="*/ 87 w 872"/>
                              <a:gd name="T7" fmla="*/ 52 h 1094"/>
                              <a:gd name="T8" fmla="*/ 87 w 872"/>
                              <a:gd name="T9" fmla="*/ 42 h 1094"/>
                              <a:gd name="T10" fmla="*/ 86 w 872"/>
                              <a:gd name="T11" fmla="*/ 36 h 1094"/>
                              <a:gd name="T12" fmla="*/ 86 w 872"/>
                              <a:gd name="T13" fmla="*/ 30 h 1094"/>
                              <a:gd name="T14" fmla="*/ 84 w 872"/>
                              <a:gd name="T15" fmla="*/ 24 h 1094"/>
                              <a:gd name="T16" fmla="*/ 83 w 872"/>
                              <a:gd name="T17" fmla="*/ 18 h 1094"/>
                              <a:gd name="T18" fmla="*/ 81 w 872"/>
                              <a:gd name="T19" fmla="*/ 13 h 1094"/>
                              <a:gd name="T20" fmla="*/ 78 w 872"/>
                              <a:gd name="T21" fmla="*/ 7 h 1094"/>
                              <a:gd name="T22" fmla="*/ 74 w 872"/>
                              <a:gd name="T23" fmla="*/ 2 h 1094"/>
                              <a:gd name="T24" fmla="*/ 70 w 872"/>
                              <a:gd name="T25" fmla="*/ 0 h 1094"/>
                              <a:gd name="T26" fmla="*/ 65 w 872"/>
                              <a:gd name="T27" fmla="*/ 0 h 1094"/>
                              <a:gd name="T28" fmla="*/ 59 w 872"/>
                              <a:gd name="T29" fmla="*/ 1 h 1094"/>
                              <a:gd name="T30" fmla="*/ 54 w 872"/>
                              <a:gd name="T31" fmla="*/ 2 h 1094"/>
                              <a:gd name="T32" fmla="*/ 49 w 872"/>
                              <a:gd name="T33" fmla="*/ 3 h 1094"/>
                              <a:gd name="T34" fmla="*/ 44 w 872"/>
                              <a:gd name="T35" fmla="*/ 4 h 1094"/>
                              <a:gd name="T36" fmla="*/ 38 w 872"/>
                              <a:gd name="T37" fmla="*/ 6 h 1094"/>
                              <a:gd name="T38" fmla="*/ 33 w 872"/>
                              <a:gd name="T39" fmla="*/ 8 h 1094"/>
                              <a:gd name="T40" fmla="*/ 28 w 872"/>
                              <a:gd name="T41" fmla="*/ 10 h 1094"/>
                              <a:gd name="T42" fmla="*/ 24 w 872"/>
                              <a:gd name="T43" fmla="*/ 13 h 1094"/>
                              <a:gd name="T44" fmla="*/ 19 w 872"/>
                              <a:gd name="T45" fmla="*/ 15 h 1094"/>
                              <a:gd name="T46" fmla="*/ 15 w 872"/>
                              <a:gd name="T47" fmla="*/ 19 h 1094"/>
                              <a:gd name="T48" fmla="*/ 11 w 872"/>
                              <a:gd name="T49" fmla="*/ 22 h 1094"/>
                              <a:gd name="T50" fmla="*/ 7 w 872"/>
                              <a:gd name="T51" fmla="*/ 26 h 1094"/>
                              <a:gd name="T52" fmla="*/ 4 w 872"/>
                              <a:gd name="T53" fmla="*/ 29 h 1094"/>
                              <a:gd name="T54" fmla="*/ 1 w 872"/>
                              <a:gd name="T55" fmla="*/ 34 h 1094"/>
                              <a:gd name="T56" fmla="*/ 0 w 872"/>
                              <a:gd name="T57" fmla="*/ 108 h 1094"/>
                              <a:gd name="T58" fmla="*/ 11 w 872"/>
                              <a:gd name="T59" fmla="*/ 108 h 1094"/>
                              <a:gd name="T60" fmla="*/ 22 w 872"/>
                              <a:gd name="T61" fmla="*/ 109 h 1094"/>
                              <a:gd name="T62" fmla="*/ 34 w 872"/>
                              <a:gd name="T63" fmla="*/ 110 h 1094"/>
                              <a:gd name="T64" fmla="*/ 45 w 872"/>
                              <a:gd name="T65" fmla="*/ 110 h 1094"/>
                              <a:gd name="T66" fmla="*/ 51 w 872"/>
                              <a:gd name="T67" fmla="*/ 110 h 1094"/>
                              <a:gd name="T68" fmla="*/ 56 w 872"/>
                              <a:gd name="T69" fmla="*/ 109 h 1094"/>
                              <a:gd name="T70" fmla="*/ 62 w 872"/>
                              <a:gd name="T71" fmla="*/ 108 h 1094"/>
                              <a:gd name="T72" fmla="*/ 67 w 872"/>
                              <a:gd name="T73" fmla="*/ 106 h 1094"/>
                              <a:gd name="T74" fmla="*/ 72 w 872"/>
                              <a:gd name="T75" fmla="*/ 104 h 1094"/>
                              <a:gd name="T76" fmla="*/ 77 w 872"/>
                              <a:gd name="T77" fmla="*/ 102 h 1094"/>
                              <a:gd name="T78" fmla="*/ 81 w 872"/>
                              <a:gd name="T79" fmla="*/ 99 h 1094"/>
                              <a:gd name="T80" fmla="*/ 85 w 872"/>
                              <a:gd name="T81" fmla="*/ 95 h 109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4"/>
                              <a:gd name="T125" fmla="*/ 872 w 872"/>
                              <a:gd name="T126" fmla="*/ 1094 h 1094"/>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 w 872"/>
                              <a:gd name="T1" fmla="*/ 89 h 1094"/>
                              <a:gd name="T2" fmla="*/ 86 w 872"/>
                              <a:gd name="T3" fmla="*/ 77 h 1094"/>
                              <a:gd name="T4" fmla="*/ 87 w 872"/>
                              <a:gd name="T5" fmla="*/ 65 h 1094"/>
                              <a:gd name="T6" fmla="*/ 87 w 872"/>
                              <a:gd name="T7" fmla="*/ 52 h 1094"/>
                              <a:gd name="T8" fmla="*/ 87 w 872"/>
                              <a:gd name="T9" fmla="*/ 42 h 1094"/>
                              <a:gd name="T10" fmla="*/ 86 w 872"/>
                              <a:gd name="T11" fmla="*/ 36 h 1094"/>
                              <a:gd name="T12" fmla="*/ 86 w 872"/>
                              <a:gd name="T13" fmla="*/ 30 h 1094"/>
                              <a:gd name="T14" fmla="*/ 84 w 872"/>
                              <a:gd name="T15" fmla="*/ 24 h 1094"/>
                              <a:gd name="T16" fmla="*/ 83 w 872"/>
                              <a:gd name="T17" fmla="*/ 18 h 1094"/>
                              <a:gd name="T18" fmla="*/ 81 w 872"/>
                              <a:gd name="T19" fmla="*/ 13 h 1094"/>
                              <a:gd name="T20" fmla="*/ 78 w 872"/>
                              <a:gd name="T21" fmla="*/ 7 h 1094"/>
                              <a:gd name="T22" fmla="*/ 74 w 872"/>
                              <a:gd name="T23" fmla="*/ 2 h 1094"/>
                              <a:gd name="T24" fmla="*/ 70 w 872"/>
                              <a:gd name="T25" fmla="*/ 0 h 1094"/>
                              <a:gd name="T26" fmla="*/ 65 w 872"/>
                              <a:gd name="T27" fmla="*/ 0 h 1094"/>
                              <a:gd name="T28" fmla="*/ 59 w 872"/>
                              <a:gd name="T29" fmla="*/ 1 h 1094"/>
                              <a:gd name="T30" fmla="*/ 54 w 872"/>
                              <a:gd name="T31" fmla="*/ 2 h 1094"/>
                              <a:gd name="T32" fmla="*/ 49 w 872"/>
                              <a:gd name="T33" fmla="*/ 3 h 1094"/>
                              <a:gd name="T34" fmla="*/ 44 w 872"/>
                              <a:gd name="T35" fmla="*/ 4 h 1094"/>
                              <a:gd name="T36" fmla="*/ 38 w 872"/>
                              <a:gd name="T37" fmla="*/ 6 h 1094"/>
                              <a:gd name="T38" fmla="*/ 33 w 872"/>
                              <a:gd name="T39" fmla="*/ 8 h 1094"/>
                              <a:gd name="T40" fmla="*/ 28 w 872"/>
                              <a:gd name="T41" fmla="*/ 10 h 1094"/>
                              <a:gd name="T42" fmla="*/ 24 w 872"/>
                              <a:gd name="T43" fmla="*/ 13 h 1094"/>
                              <a:gd name="T44" fmla="*/ 19 w 872"/>
                              <a:gd name="T45" fmla="*/ 15 h 1094"/>
                              <a:gd name="T46" fmla="*/ 15 w 872"/>
                              <a:gd name="T47" fmla="*/ 19 h 1094"/>
                              <a:gd name="T48" fmla="*/ 11 w 872"/>
                              <a:gd name="T49" fmla="*/ 22 h 1094"/>
                              <a:gd name="T50" fmla="*/ 7 w 872"/>
                              <a:gd name="T51" fmla="*/ 26 h 1094"/>
                              <a:gd name="T52" fmla="*/ 4 w 872"/>
                              <a:gd name="T53" fmla="*/ 29 h 1094"/>
                              <a:gd name="T54" fmla="*/ 1 w 872"/>
                              <a:gd name="T55" fmla="*/ 34 h 1094"/>
                              <a:gd name="T56" fmla="*/ 0 w 872"/>
                              <a:gd name="T57" fmla="*/ 108 h 1094"/>
                              <a:gd name="T58" fmla="*/ 11 w 872"/>
                              <a:gd name="T59" fmla="*/ 108 h 1094"/>
                              <a:gd name="T60" fmla="*/ 22 w 872"/>
                              <a:gd name="T61" fmla="*/ 109 h 1094"/>
                              <a:gd name="T62" fmla="*/ 34 w 872"/>
                              <a:gd name="T63" fmla="*/ 110 h 1094"/>
                              <a:gd name="T64" fmla="*/ 45 w 872"/>
                              <a:gd name="T65" fmla="*/ 110 h 1094"/>
                              <a:gd name="T66" fmla="*/ 51 w 872"/>
                              <a:gd name="T67" fmla="*/ 110 h 1094"/>
                              <a:gd name="T68" fmla="*/ 56 w 872"/>
                              <a:gd name="T69" fmla="*/ 109 h 1094"/>
                              <a:gd name="T70" fmla="*/ 62 w 872"/>
                              <a:gd name="T71" fmla="*/ 108 h 1094"/>
                              <a:gd name="T72" fmla="*/ 67 w 872"/>
                              <a:gd name="T73" fmla="*/ 106 h 1094"/>
                              <a:gd name="T74" fmla="*/ 72 w 872"/>
                              <a:gd name="T75" fmla="*/ 104 h 1094"/>
                              <a:gd name="T76" fmla="*/ 77 w 872"/>
                              <a:gd name="T77" fmla="*/ 102 h 1094"/>
                              <a:gd name="T78" fmla="*/ 81 w 872"/>
                              <a:gd name="T79" fmla="*/ 99 h 1094"/>
                              <a:gd name="T80" fmla="*/ 85 w 872"/>
                              <a:gd name="T81" fmla="*/ 95 h 109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4"/>
                              <a:gd name="T125" fmla="*/ 872 w 872"/>
                              <a:gd name="T126" fmla="*/ 1094 h 1094"/>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2 w 872"/>
                              <a:gd name="T1" fmla="*/ 88 h 1093"/>
                              <a:gd name="T2" fmla="*/ 1 w 872"/>
                              <a:gd name="T3" fmla="*/ 76 h 1093"/>
                              <a:gd name="T4" fmla="*/ 0 w 872"/>
                              <a:gd name="T5" fmla="*/ 64 h 1093"/>
                              <a:gd name="T6" fmla="*/ 0 w 872"/>
                              <a:gd name="T7" fmla="*/ 51 h 1093"/>
                              <a:gd name="T8" fmla="*/ 0 w 872"/>
                              <a:gd name="T9" fmla="*/ 42 h 1093"/>
                              <a:gd name="T10" fmla="*/ 1 w 872"/>
                              <a:gd name="T11" fmla="*/ 36 h 1093"/>
                              <a:gd name="T12" fmla="*/ 1 w 872"/>
                              <a:gd name="T13" fmla="*/ 30 h 1093"/>
                              <a:gd name="T14" fmla="*/ 3 w 872"/>
                              <a:gd name="T15" fmla="*/ 24 h 1093"/>
                              <a:gd name="T16" fmla="*/ 4 w 872"/>
                              <a:gd name="T17" fmla="*/ 18 h 1093"/>
                              <a:gd name="T18" fmla="*/ 6 w 872"/>
                              <a:gd name="T19" fmla="*/ 13 h 1093"/>
                              <a:gd name="T20" fmla="*/ 9 w 872"/>
                              <a:gd name="T21" fmla="*/ 7 h 1093"/>
                              <a:gd name="T22" fmla="*/ 13 w 872"/>
                              <a:gd name="T23" fmla="*/ 2 h 1093"/>
                              <a:gd name="T24" fmla="*/ 17 w 872"/>
                              <a:gd name="T25" fmla="*/ 0 h 1093"/>
                              <a:gd name="T26" fmla="*/ 22 w 872"/>
                              <a:gd name="T27" fmla="*/ 0 h 1093"/>
                              <a:gd name="T28" fmla="*/ 28 w 872"/>
                              <a:gd name="T29" fmla="*/ 1 h 1093"/>
                              <a:gd name="T30" fmla="*/ 33 w 872"/>
                              <a:gd name="T31" fmla="*/ 2 h 1093"/>
                              <a:gd name="T32" fmla="*/ 38 w 872"/>
                              <a:gd name="T33" fmla="*/ 3 h 1093"/>
                              <a:gd name="T34" fmla="*/ 43 w 872"/>
                              <a:gd name="T35" fmla="*/ 4 h 1093"/>
                              <a:gd name="T36" fmla="*/ 49 w 872"/>
                              <a:gd name="T37" fmla="*/ 6 h 1093"/>
                              <a:gd name="T38" fmla="*/ 54 w 872"/>
                              <a:gd name="T39" fmla="*/ 8 h 1093"/>
                              <a:gd name="T40" fmla="*/ 59 w 872"/>
                              <a:gd name="T41" fmla="*/ 10 h 1093"/>
                              <a:gd name="T42" fmla="*/ 63 w 872"/>
                              <a:gd name="T43" fmla="*/ 13 h 1093"/>
                              <a:gd name="T44" fmla="*/ 68 w 872"/>
                              <a:gd name="T45" fmla="*/ 15 h 1093"/>
                              <a:gd name="T46" fmla="*/ 72 w 872"/>
                              <a:gd name="T47" fmla="*/ 18 h 1093"/>
                              <a:gd name="T48" fmla="*/ 76 w 872"/>
                              <a:gd name="T49" fmla="*/ 22 h 1093"/>
                              <a:gd name="T50" fmla="*/ 80 w 872"/>
                              <a:gd name="T51" fmla="*/ 25 h 1093"/>
                              <a:gd name="T52" fmla="*/ 83 w 872"/>
                              <a:gd name="T53" fmla="*/ 29 h 1093"/>
                              <a:gd name="T54" fmla="*/ 86 w 872"/>
                              <a:gd name="T55" fmla="*/ 33 h 1093"/>
                              <a:gd name="T56" fmla="*/ 87 w 872"/>
                              <a:gd name="T57" fmla="*/ 107 h 1093"/>
                              <a:gd name="T58" fmla="*/ 76 w 872"/>
                              <a:gd name="T59" fmla="*/ 107 h 1093"/>
                              <a:gd name="T60" fmla="*/ 65 w 872"/>
                              <a:gd name="T61" fmla="*/ 108 h 1093"/>
                              <a:gd name="T62" fmla="*/ 53 w 872"/>
                              <a:gd name="T63" fmla="*/ 109 h 1093"/>
                              <a:gd name="T64" fmla="*/ 42 w 872"/>
                              <a:gd name="T65" fmla="*/ 109 h 1093"/>
                              <a:gd name="T66" fmla="*/ 36 w 872"/>
                              <a:gd name="T67" fmla="*/ 109 h 1093"/>
                              <a:gd name="T68" fmla="*/ 31 w 872"/>
                              <a:gd name="T69" fmla="*/ 108 h 1093"/>
                              <a:gd name="T70" fmla="*/ 25 w 872"/>
                              <a:gd name="T71" fmla="*/ 107 h 1093"/>
                              <a:gd name="T72" fmla="*/ 20 w 872"/>
                              <a:gd name="T73" fmla="*/ 106 h 1093"/>
                              <a:gd name="T74" fmla="*/ 15 w 872"/>
                              <a:gd name="T75" fmla="*/ 104 h 1093"/>
                              <a:gd name="T76" fmla="*/ 10 w 872"/>
                              <a:gd name="T77" fmla="*/ 101 h 1093"/>
                              <a:gd name="T78" fmla="*/ 6 w 872"/>
                              <a:gd name="T79" fmla="*/ 98 h 1093"/>
                              <a:gd name="T80" fmla="*/ 2 w 872"/>
                              <a:gd name="T81" fmla="*/ 94 h 109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3"/>
                              <a:gd name="T125" fmla="*/ 872 w 872"/>
                              <a:gd name="T126" fmla="*/ 1093 h 1093"/>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2 w 872"/>
                              <a:gd name="T1" fmla="*/ 88 h 1093"/>
                              <a:gd name="T2" fmla="*/ 1 w 872"/>
                              <a:gd name="T3" fmla="*/ 76 h 1093"/>
                              <a:gd name="T4" fmla="*/ 0 w 872"/>
                              <a:gd name="T5" fmla="*/ 64 h 1093"/>
                              <a:gd name="T6" fmla="*/ 0 w 872"/>
                              <a:gd name="T7" fmla="*/ 51 h 1093"/>
                              <a:gd name="T8" fmla="*/ 0 w 872"/>
                              <a:gd name="T9" fmla="*/ 42 h 1093"/>
                              <a:gd name="T10" fmla="*/ 1 w 872"/>
                              <a:gd name="T11" fmla="*/ 36 h 1093"/>
                              <a:gd name="T12" fmla="*/ 1 w 872"/>
                              <a:gd name="T13" fmla="*/ 30 h 1093"/>
                              <a:gd name="T14" fmla="*/ 3 w 872"/>
                              <a:gd name="T15" fmla="*/ 24 h 1093"/>
                              <a:gd name="T16" fmla="*/ 4 w 872"/>
                              <a:gd name="T17" fmla="*/ 18 h 1093"/>
                              <a:gd name="T18" fmla="*/ 6 w 872"/>
                              <a:gd name="T19" fmla="*/ 13 h 1093"/>
                              <a:gd name="T20" fmla="*/ 9 w 872"/>
                              <a:gd name="T21" fmla="*/ 7 h 1093"/>
                              <a:gd name="T22" fmla="*/ 13 w 872"/>
                              <a:gd name="T23" fmla="*/ 2 h 1093"/>
                              <a:gd name="T24" fmla="*/ 17 w 872"/>
                              <a:gd name="T25" fmla="*/ 0 h 1093"/>
                              <a:gd name="T26" fmla="*/ 22 w 872"/>
                              <a:gd name="T27" fmla="*/ 0 h 1093"/>
                              <a:gd name="T28" fmla="*/ 28 w 872"/>
                              <a:gd name="T29" fmla="*/ 1 h 1093"/>
                              <a:gd name="T30" fmla="*/ 33 w 872"/>
                              <a:gd name="T31" fmla="*/ 2 h 1093"/>
                              <a:gd name="T32" fmla="*/ 38 w 872"/>
                              <a:gd name="T33" fmla="*/ 3 h 1093"/>
                              <a:gd name="T34" fmla="*/ 43 w 872"/>
                              <a:gd name="T35" fmla="*/ 4 h 1093"/>
                              <a:gd name="T36" fmla="*/ 49 w 872"/>
                              <a:gd name="T37" fmla="*/ 6 h 1093"/>
                              <a:gd name="T38" fmla="*/ 54 w 872"/>
                              <a:gd name="T39" fmla="*/ 8 h 1093"/>
                              <a:gd name="T40" fmla="*/ 59 w 872"/>
                              <a:gd name="T41" fmla="*/ 10 h 1093"/>
                              <a:gd name="T42" fmla="*/ 63 w 872"/>
                              <a:gd name="T43" fmla="*/ 13 h 1093"/>
                              <a:gd name="T44" fmla="*/ 68 w 872"/>
                              <a:gd name="T45" fmla="*/ 15 h 1093"/>
                              <a:gd name="T46" fmla="*/ 72 w 872"/>
                              <a:gd name="T47" fmla="*/ 18 h 1093"/>
                              <a:gd name="T48" fmla="*/ 76 w 872"/>
                              <a:gd name="T49" fmla="*/ 22 h 1093"/>
                              <a:gd name="T50" fmla="*/ 80 w 872"/>
                              <a:gd name="T51" fmla="*/ 25 h 1093"/>
                              <a:gd name="T52" fmla="*/ 83 w 872"/>
                              <a:gd name="T53" fmla="*/ 29 h 1093"/>
                              <a:gd name="T54" fmla="*/ 86 w 872"/>
                              <a:gd name="T55" fmla="*/ 33 h 1093"/>
                              <a:gd name="T56" fmla="*/ 87 w 872"/>
                              <a:gd name="T57" fmla="*/ 107 h 1093"/>
                              <a:gd name="T58" fmla="*/ 76 w 872"/>
                              <a:gd name="T59" fmla="*/ 107 h 1093"/>
                              <a:gd name="T60" fmla="*/ 65 w 872"/>
                              <a:gd name="T61" fmla="*/ 108 h 1093"/>
                              <a:gd name="T62" fmla="*/ 53 w 872"/>
                              <a:gd name="T63" fmla="*/ 109 h 1093"/>
                              <a:gd name="T64" fmla="*/ 42 w 872"/>
                              <a:gd name="T65" fmla="*/ 109 h 1093"/>
                              <a:gd name="T66" fmla="*/ 36 w 872"/>
                              <a:gd name="T67" fmla="*/ 109 h 1093"/>
                              <a:gd name="T68" fmla="*/ 31 w 872"/>
                              <a:gd name="T69" fmla="*/ 108 h 1093"/>
                              <a:gd name="T70" fmla="*/ 25 w 872"/>
                              <a:gd name="T71" fmla="*/ 107 h 1093"/>
                              <a:gd name="T72" fmla="*/ 20 w 872"/>
                              <a:gd name="T73" fmla="*/ 106 h 1093"/>
                              <a:gd name="T74" fmla="*/ 15 w 872"/>
                              <a:gd name="T75" fmla="*/ 104 h 1093"/>
                              <a:gd name="T76" fmla="*/ 10 w 872"/>
                              <a:gd name="T77" fmla="*/ 101 h 1093"/>
                              <a:gd name="T78" fmla="*/ 6 w 872"/>
                              <a:gd name="T79" fmla="*/ 98 h 1093"/>
                              <a:gd name="T80" fmla="*/ 2 w 872"/>
                              <a:gd name="T81" fmla="*/ 94 h 109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3"/>
                              <a:gd name="T125" fmla="*/ 872 w 872"/>
                              <a:gd name="T126" fmla="*/ 1093 h 1093"/>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 w 1854"/>
                              <a:gd name="T1" fmla="*/ 280 h 2824"/>
                              <a:gd name="T2" fmla="*/ 83 w 1854"/>
                              <a:gd name="T3" fmla="*/ 274 h 2824"/>
                              <a:gd name="T4" fmla="*/ 77 w 1854"/>
                              <a:gd name="T5" fmla="*/ 268 h 2824"/>
                              <a:gd name="T6" fmla="*/ 71 w 1854"/>
                              <a:gd name="T7" fmla="*/ 264 h 2824"/>
                              <a:gd name="T8" fmla="*/ 65 w 1854"/>
                              <a:gd name="T9" fmla="*/ 259 h 2824"/>
                              <a:gd name="T10" fmla="*/ 59 w 1854"/>
                              <a:gd name="T11" fmla="*/ 256 h 2824"/>
                              <a:gd name="T12" fmla="*/ 53 w 1854"/>
                              <a:gd name="T13" fmla="*/ 252 h 2824"/>
                              <a:gd name="T14" fmla="*/ 48 w 1854"/>
                              <a:gd name="T15" fmla="*/ 249 h 2824"/>
                              <a:gd name="T16" fmla="*/ 42 w 1854"/>
                              <a:gd name="T17" fmla="*/ 247 h 2824"/>
                              <a:gd name="T18" fmla="*/ 36 w 1854"/>
                              <a:gd name="T19" fmla="*/ 244 h 2824"/>
                              <a:gd name="T20" fmla="*/ 28 w 1854"/>
                              <a:gd name="T21" fmla="*/ 242 h 2824"/>
                              <a:gd name="T22" fmla="*/ 17 w 1854"/>
                              <a:gd name="T23" fmla="*/ 238 h 2824"/>
                              <a:gd name="T24" fmla="*/ 6 w 1854"/>
                              <a:gd name="T25" fmla="*/ 235 h 2824"/>
                              <a:gd name="T26" fmla="*/ 6 w 1854"/>
                              <a:gd name="T27" fmla="*/ 222 h 2824"/>
                              <a:gd name="T28" fmla="*/ 16 w 1854"/>
                              <a:gd name="T29" fmla="*/ 198 h 2824"/>
                              <a:gd name="T30" fmla="*/ 26 w 1854"/>
                              <a:gd name="T31" fmla="*/ 174 h 2824"/>
                              <a:gd name="T32" fmla="*/ 34 w 1854"/>
                              <a:gd name="T33" fmla="*/ 152 h 2824"/>
                              <a:gd name="T34" fmla="*/ 42 w 1854"/>
                              <a:gd name="T35" fmla="*/ 131 h 2824"/>
                              <a:gd name="T36" fmla="*/ 48 w 1854"/>
                              <a:gd name="T37" fmla="*/ 111 h 2824"/>
                              <a:gd name="T38" fmla="*/ 57 w 1854"/>
                              <a:gd name="T39" fmla="*/ 84 h 2824"/>
                              <a:gd name="T40" fmla="*/ 67 w 1854"/>
                              <a:gd name="T41" fmla="*/ 52 h 2824"/>
                              <a:gd name="T42" fmla="*/ 73 w 1854"/>
                              <a:gd name="T43" fmla="*/ 33 h 2824"/>
                              <a:gd name="T44" fmla="*/ 77 w 1854"/>
                              <a:gd name="T45" fmla="*/ 23 h 2824"/>
                              <a:gd name="T46" fmla="*/ 80 w 1854"/>
                              <a:gd name="T47" fmla="*/ 14 h 2824"/>
                              <a:gd name="T48" fmla="*/ 84 w 1854"/>
                              <a:gd name="T49" fmla="*/ 7 h 2824"/>
                              <a:gd name="T50" fmla="*/ 87 w 1854"/>
                              <a:gd name="T51" fmla="*/ 3 h 2824"/>
                              <a:gd name="T52" fmla="*/ 91 w 1854"/>
                              <a:gd name="T53" fmla="*/ 0 h 2824"/>
                              <a:gd name="T54" fmla="*/ 94 w 1854"/>
                              <a:gd name="T55" fmla="*/ 0 h 2824"/>
                              <a:gd name="T56" fmla="*/ 98 w 1854"/>
                              <a:gd name="T57" fmla="*/ 3 h 2824"/>
                              <a:gd name="T58" fmla="*/ 102 w 1854"/>
                              <a:gd name="T59" fmla="*/ 7 h 2824"/>
                              <a:gd name="T60" fmla="*/ 105 w 1854"/>
                              <a:gd name="T61" fmla="*/ 14 h 2824"/>
                              <a:gd name="T62" fmla="*/ 109 w 1854"/>
                              <a:gd name="T63" fmla="*/ 23 h 2824"/>
                              <a:gd name="T64" fmla="*/ 112 w 1854"/>
                              <a:gd name="T65" fmla="*/ 33 h 2824"/>
                              <a:gd name="T66" fmla="*/ 119 w 1854"/>
                              <a:gd name="T67" fmla="*/ 52 h 2824"/>
                              <a:gd name="T68" fmla="*/ 128 w 1854"/>
                              <a:gd name="T69" fmla="*/ 84 h 2824"/>
                              <a:gd name="T70" fmla="*/ 137 w 1854"/>
                              <a:gd name="T71" fmla="*/ 111 h 2824"/>
                              <a:gd name="T72" fmla="*/ 144 w 1854"/>
                              <a:gd name="T73" fmla="*/ 131 h 2824"/>
                              <a:gd name="T74" fmla="*/ 152 w 1854"/>
                              <a:gd name="T75" fmla="*/ 152 h 2824"/>
                              <a:gd name="T76" fmla="*/ 160 w 1854"/>
                              <a:gd name="T77" fmla="*/ 174 h 2824"/>
                              <a:gd name="T78" fmla="*/ 170 w 1854"/>
                              <a:gd name="T79" fmla="*/ 197 h 2824"/>
                              <a:gd name="T80" fmla="*/ 180 w 1854"/>
                              <a:gd name="T81" fmla="*/ 221 h 2824"/>
                              <a:gd name="T82" fmla="*/ 180 w 1854"/>
                              <a:gd name="T83" fmla="*/ 235 h 2824"/>
                              <a:gd name="T84" fmla="*/ 169 w 1854"/>
                              <a:gd name="T85" fmla="*/ 238 h 2824"/>
                              <a:gd name="T86" fmla="*/ 158 w 1854"/>
                              <a:gd name="T87" fmla="*/ 241 h 2824"/>
                              <a:gd name="T88" fmla="*/ 149 w 1854"/>
                              <a:gd name="T89" fmla="*/ 244 h 2824"/>
                              <a:gd name="T90" fmla="*/ 144 w 1854"/>
                              <a:gd name="T91" fmla="*/ 247 h 2824"/>
                              <a:gd name="T92" fmla="*/ 138 w 1854"/>
                              <a:gd name="T93" fmla="*/ 249 h 2824"/>
                              <a:gd name="T94" fmla="*/ 132 w 1854"/>
                              <a:gd name="T95" fmla="*/ 252 h 2824"/>
                              <a:gd name="T96" fmla="*/ 126 w 1854"/>
                              <a:gd name="T97" fmla="*/ 255 h 2824"/>
                              <a:gd name="T98" fmla="*/ 120 w 1854"/>
                              <a:gd name="T99" fmla="*/ 259 h 2824"/>
                              <a:gd name="T100" fmla="*/ 114 w 1854"/>
                              <a:gd name="T101" fmla="*/ 264 h 2824"/>
                              <a:gd name="T102" fmla="*/ 108 w 1854"/>
                              <a:gd name="T103" fmla="*/ 268 h 2824"/>
                              <a:gd name="T104" fmla="*/ 102 w 1854"/>
                              <a:gd name="T105" fmla="*/ 274 h 2824"/>
                              <a:gd name="T106" fmla="*/ 96 w 1854"/>
                              <a:gd name="T107" fmla="*/ 280 h 282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w 1854"/>
                              <a:gd name="T163" fmla="*/ 0 h 2824"/>
                              <a:gd name="T164" fmla="*/ 1854 w 1854"/>
                              <a:gd name="T165" fmla="*/ 2824 h 2824"/>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T162" t="T163" r="T164" b="T165"/>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 w 1854"/>
                              <a:gd name="T1" fmla="*/ 280 h 2824"/>
                              <a:gd name="T2" fmla="*/ 83 w 1854"/>
                              <a:gd name="T3" fmla="*/ 274 h 2824"/>
                              <a:gd name="T4" fmla="*/ 77 w 1854"/>
                              <a:gd name="T5" fmla="*/ 268 h 2824"/>
                              <a:gd name="T6" fmla="*/ 71 w 1854"/>
                              <a:gd name="T7" fmla="*/ 264 h 2824"/>
                              <a:gd name="T8" fmla="*/ 65 w 1854"/>
                              <a:gd name="T9" fmla="*/ 259 h 2824"/>
                              <a:gd name="T10" fmla="*/ 59 w 1854"/>
                              <a:gd name="T11" fmla="*/ 256 h 2824"/>
                              <a:gd name="T12" fmla="*/ 53 w 1854"/>
                              <a:gd name="T13" fmla="*/ 252 h 2824"/>
                              <a:gd name="T14" fmla="*/ 48 w 1854"/>
                              <a:gd name="T15" fmla="*/ 249 h 2824"/>
                              <a:gd name="T16" fmla="*/ 42 w 1854"/>
                              <a:gd name="T17" fmla="*/ 247 h 2824"/>
                              <a:gd name="T18" fmla="*/ 36 w 1854"/>
                              <a:gd name="T19" fmla="*/ 244 h 2824"/>
                              <a:gd name="T20" fmla="*/ 28 w 1854"/>
                              <a:gd name="T21" fmla="*/ 242 h 2824"/>
                              <a:gd name="T22" fmla="*/ 17 w 1854"/>
                              <a:gd name="T23" fmla="*/ 238 h 2824"/>
                              <a:gd name="T24" fmla="*/ 6 w 1854"/>
                              <a:gd name="T25" fmla="*/ 235 h 2824"/>
                              <a:gd name="T26" fmla="*/ 6 w 1854"/>
                              <a:gd name="T27" fmla="*/ 222 h 2824"/>
                              <a:gd name="T28" fmla="*/ 16 w 1854"/>
                              <a:gd name="T29" fmla="*/ 198 h 2824"/>
                              <a:gd name="T30" fmla="*/ 26 w 1854"/>
                              <a:gd name="T31" fmla="*/ 174 h 2824"/>
                              <a:gd name="T32" fmla="*/ 34 w 1854"/>
                              <a:gd name="T33" fmla="*/ 152 h 2824"/>
                              <a:gd name="T34" fmla="*/ 42 w 1854"/>
                              <a:gd name="T35" fmla="*/ 131 h 2824"/>
                              <a:gd name="T36" fmla="*/ 48 w 1854"/>
                              <a:gd name="T37" fmla="*/ 111 h 2824"/>
                              <a:gd name="T38" fmla="*/ 57 w 1854"/>
                              <a:gd name="T39" fmla="*/ 84 h 2824"/>
                              <a:gd name="T40" fmla="*/ 67 w 1854"/>
                              <a:gd name="T41" fmla="*/ 52 h 2824"/>
                              <a:gd name="T42" fmla="*/ 73 w 1854"/>
                              <a:gd name="T43" fmla="*/ 33 h 2824"/>
                              <a:gd name="T44" fmla="*/ 77 w 1854"/>
                              <a:gd name="T45" fmla="*/ 23 h 2824"/>
                              <a:gd name="T46" fmla="*/ 80 w 1854"/>
                              <a:gd name="T47" fmla="*/ 14 h 2824"/>
                              <a:gd name="T48" fmla="*/ 84 w 1854"/>
                              <a:gd name="T49" fmla="*/ 7 h 2824"/>
                              <a:gd name="T50" fmla="*/ 87 w 1854"/>
                              <a:gd name="T51" fmla="*/ 3 h 2824"/>
                              <a:gd name="T52" fmla="*/ 91 w 1854"/>
                              <a:gd name="T53" fmla="*/ 0 h 2824"/>
                              <a:gd name="T54" fmla="*/ 94 w 1854"/>
                              <a:gd name="T55" fmla="*/ 0 h 2824"/>
                              <a:gd name="T56" fmla="*/ 98 w 1854"/>
                              <a:gd name="T57" fmla="*/ 3 h 2824"/>
                              <a:gd name="T58" fmla="*/ 102 w 1854"/>
                              <a:gd name="T59" fmla="*/ 7 h 2824"/>
                              <a:gd name="T60" fmla="*/ 105 w 1854"/>
                              <a:gd name="T61" fmla="*/ 14 h 2824"/>
                              <a:gd name="T62" fmla="*/ 109 w 1854"/>
                              <a:gd name="T63" fmla="*/ 23 h 2824"/>
                              <a:gd name="T64" fmla="*/ 112 w 1854"/>
                              <a:gd name="T65" fmla="*/ 33 h 2824"/>
                              <a:gd name="T66" fmla="*/ 119 w 1854"/>
                              <a:gd name="T67" fmla="*/ 52 h 2824"/>
                              <a:gd name="T68" fmla="*/ 128 w 1854"/>
                              <a:gd name="T69" fmla="*/ 84 h 2824"/>
                              <a:gd name="T70" fmla="*/ 137 w 1854"/>
                              <a:gd name="T71" fmla="*/ 111 h 2824"/>
                              <a:gd name="T72" fmla="*/ 144 w 1854"/>
                              <a:gd name="T73" fmla="*/ 131 h 2824"/>
                              <a:gd name="T74" fmla="*/ 152 w 1854"/>
                              <a:gd name="T75" fmla="*/ 152 h 2824"/>
                              <a:gd name="T76" fmla="*/ 160 w 1854"/>
                              <a:gd name="T77" fmla="*/ 174 h 2824"/>
                              <a:gd name="T78" fmla="*/ 170 w 1854"/>
                              <a:gd name="T79" fmla="*/ 197 h 2824"/>
                              <a:gd name="T80" fmla="*/ 180 w 1854"/>
                              <a:gd name="T81" fmla="*/ 221 h 2824"/>
                              <a:gd name="T82" fmla="*/ 180 w 1854"/>
                              <a:gd name="T83" fmla="*/ 235 h 2824"/>
                              <a:gd name="T84" fmla="*/ 169 w 1854"/>
                              <a:gd name="T85" fmla="*/ 238 h 2824"/>
                              <a:gd name="T86" fmla="*/ 158 w 1854"/>
                              <a:gd name="T87" fmla="*/ 241 h 2824"/>
                              <a:gd name="T88" fmla="*/ 149 w 1854"/>
                              <a:gd name="T89" fmla="*/ 244 h 2824"/>
                              <a:gd name="T90" fmla="*/ 144 w 1854"/>
                              <a:gd name="T91" fmla="*/ 247 h 2824"/>
                              <a:gd name="T92" fmla="*/ 138 w 1854"/>
                              <a:gd name="T93" fmla="*/ 249 h 2824"/>
                              <a:gd name="T94" fmla="*/ 132 w 1854"/>
                              <a:gd name="T95" fmla="*/ 252 h 2824"/>
                              <a:gd name="T96" fmla="*/ 126 w 1854"/>
                              <a:gd name="T97" fmla="*/ 255 h 2824"/>
                              <a:gd name="T98" fmla="*/ 120 w 1854"/>
                              <a:gd name="T99" fmla="*/ 259 h 2824"/>
                              <a:gd name="T100" fmla="*/ 114 w 1854"/>
                              <a:gd name="T101" fmla="*/ 264 h 2824"/>
                              <a:gd name="T102" fmla="*/ 108 w 1854"/>
                              <a:gd name="T103" fmla="*/ 268 h 2824"/>
                              <a:gd name="T104" fmla="*/ 102 w 1854"/>
                              <a:gd name="T105" fmla="*/ 274 h 2824"/>
                              <a:gd name="T106" fmla="*/ 96 w 1854"/>
                              <a:gd name="T107" fmla="*/ 280 h 282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w 1854"/>
                              <a:gd name="T163" fmla="*/ 0 h 2824"/>
                              <a:gd name="T164" fmla="*/ 1854 w 1854"/>
                              <a:gd name="T165" fmla="*/ 2824 h 2824"/>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T162" t="T163" r="T164" b="T165"/>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 w 1160"/>
                              <a:gd name="T1" fmla="*/ 563 h 5677"/>
                              <a:gd name="T2" fmla="*/ 108 w 1160"/>
                              <a:gd name="T3" fmla="*/ 561 h 5677"/>
                              <a:gd name="T4" fmla="*/ 110 w 1160"/>
                              <a:gd name="T5" fmla="*/ 559 h 5677"/>
                              <a:gd name="T6" fmla="*/ 112 w 1160"/>
                              <a:gd name="T7" fmla="*/ 554 h 5677"/>
                              <a:gd name="T8" fmla="*/ 114 w 1160"/>
                              <a:gd name="T9" fmla="*/ 487 h 5677"/>
                              <a:gd name="T10" fmla="*/ 114 w 1160"/>
                              <a:gd name="T11" fmla="*/ 359 h 5677"/>
                              <a:gd name="T12" fmla="*/ 114 w 1160"/>
                              <a:gd name="T13" fmla="*/ 231 h 5677"/>
                              <a:gd name="T14" fmla="*/ 114 w 1160"/>
                              <a:gd name="T15" fmla="*/ 134 h 5677"/>
                              <a:gd name="T16" fmla="*/ 116 w 1160"/>
                              <a:gd name="T17" fmla="*/ 37 h 5677"/>
                              <a:gd name="T18" fmla="*/ 115 w 1160"/>
                              <a:gd name="T19" fmla="*/ 32 h 5677"/>
                              <a:gd name="T20" fmla="*/ 116 w 1160"/>
                              <a:gd name="T21" fmla="*/ 23 h 5677"/>
                              <a:gd name="T22" fmla="*/ 116 w 1160"/>
                              <a:gd name="T23" fmla="*/ 18 h 5677"/>
                              <a:gd name="T24" fmla="*/ 115 w 1160"/>
                              <a:gd name="T25" fmla="*/ 12 h 5677"/>
                              <a:gd name="T26" fmla="*/ 114 w 1160"/>
                              <a:gd name="T27" fmla="*/ 6 h 5677"/>
                              <a:gd name="T28" fmla="*/ 113 w 1160"/>
                              <a:gd name="T29" fmla="*/ 4 h 5677"/>
                              <a:gd name="T30" fmla="*/ 112 w 1160"/>
                              <a:gd name="T31" fmla="*/ 2 h 5677"/>
                              <a:gd name="T32" fmla="*/ 110 w 1160"/>
                              <a:gd name="T33" fmla="*/ 0 h 5677"/>
                              <a:gd name="T34" fmla="*/ 108 w 1160"/>
                              <a:gd name="T35" fmla="*/ 0 h 5677"/>
                              <a:gd name="T36" fmla="*/ 106 w 1160"/>
                              <a:gd name="T37" fmla="*/ 0 h 5677"/>
                              <a:gd name="T38" fmla="*/ 101 w 1160"/>
                              <a:gd name="T39" fmla="*/ 2 h 5677"/>
                              <a:gd name="T40" fmla="*/ 96 w 1160"/>
                              <a:gd name="T41" fmla="*/ 5 h 5677"/>
                              <a:gd name="T42" fmla="*/ 85 w 1160"/>
                              <a:gd name="T43" fmla="*/ 19 h 5677"/>
                              <a:gd name="T44" fmla="*/ 66 w 1160"/>
                              <a:gd name="T45" fmla="*/ 57 h 5677"/>
                              <a:gd name="T46" fmla="*/ 50 w 1160"/>
                              <a:gd name="T47" fmla="*/ 98 h 5677"/>
                              <a:gd name="T48" fmla="*/ 37 w 1160"/>
                              <a:gd name="T49" fmla="*/ 140 h 5677"/>
                              <a:gd name="T50" fmla="*/ 26 w 1160"/>
                              <a:gd name="T51" fmla="*/ 184 h 5677"/>
                              <a:gd name="T52" fmla="*/ 17 w 1160"/>
                              <a:gd name="T53" fmla="*/ 229 h 5677"/>
                              <a:gd name="T54" fmla="*/ 11 w 1160"/>
                              <a:gd name="T55" fmla="*/ 274 h 5677"/>
                              <a:gd name="T56" fmla="*/ 6 w 1160"/>
                              <a:gd name="T57" fmla="*/ 319 h 5677"/>
                              <a:gd name="T58" fmla="*/ 3 w 1160"/>
                              <a:gd name="T59" fmla="*/ 365 h 5677"/>
                              <a:gd name="T60" fmla="*/ 1 w 1160"/>
                              <a:gd name="T61" fmla="*/ 409 h 5677"/>
                              <a:gd name="T62" fmla="*/ 0 w 1160"/>
                              <a:gd name="T63" fmla="*/ 453 h 5677"/>
                              <a:gd name="T64" fmla="*/ 7 w 1160"/>
                              <a:gd name="T65" fmla="*/ 472 h 5677"/>
                              <a:gd name="T66" fmla="*/ 16 w 1160"/>
                              <a:gd name="T67" fmla="*/ 479 h 5677"/>
                              <a:gd name="T68" fmla="*/ 25 w 1160"/>
                              <a:gd name="T69" fmla="*/ 487 h 5677"/>
                              <a:gd name="T70" fmla="*/ 32 w 1160"/>
                              <a:gd name="T71" fmla="*/ 495 h 5677"/>
                              <a:gd name="T72" fmla="*/ 39 w 1160"/>
                              <a:gd name="T73" fmla="*/ 503 h 5677"/>
                              <a:gd name="T74" fmla="*/ 45 w 1160"/>
                              <a:gd name="T75" fmla="*/ 512 h 5677"/>
                              <a:gd name="T76" fmla="*/ 51 w 1160"/>
                              <a:gd name="T77" fmla="*/ 521 h 5677"/>
                              <a:gd name="T78" fmla="*/ 56 w 1160"/>
                              <a:gd name="T79" fmla="*/ 531 h 5677"/>
                              <a:gd name="T80" fmla="*/ 64 w 1160"/>
                              <a:gd name="T81" fmla="*/ 550 h 5677"/>
                              <a:gd name="T82" fmla="*/ 73 w 1160"/>
                              <a:gd name="T83" fmla="*/ 567 h 5677"/>
                              <a:gd name="T84" fmla="*/ 84 w 1160"/>
                              <a:gd name="T85" fmla="*/ 566 h 5677"/>
                              <a:gd name="T86" fmla="*/ 91 w 1160"/>
                              <a:gd name="T87" fmla="*/ 565 h 5677"/>
                              <a:gd name="T88" fmla="*/ 96 w 1160"/>
                              <a:gd name="T89" fmla="*/ 566 h 567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160"/>
                              <a:gd name="T136" fmla="*/ 0 h 5677"/>
                              <a:gd name="T137" fmla="*/ 1160 w 1160"/>
                              <a:gd name="T138" fmla="*/ 5677 h 567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 w 1160"/>
                              <a:gd name="T1" fmla="*/ 563 h 5677"/>
                              <a:gd name="T2" fmla="*/ 108 w 1160"/>
                              <a:gd name="T3" fmla="*/ 561 h 5677"/>
                              <a:gd name="T4" fmla="*/ 110 w 1160"/>
                              <a:gd name="T5" fmla="*/ 559 h 5677"/>
                              <a:gd name="T6" fmla="*/ 112 w 1160"/>
                              <a:gd name="T7" fmla="*/ 554 h 5677"/>
                              <a:gd name="T8" fmla="*/ 114 w 1160"/>
                              <a:gd name="T9" fmla="*/ 487 h 5677"/>
                              <a:gd name="T10" fmla="*/ 114 w 1160"/>
                              <a:gd name="T11" fmla="*/ 359 h 5677"/>
                              <a:gd name="T12" fmla="*/ 114 w 1160"/>
                              <a:gd name="T13" fmla="*/ 231 h 5677"/>
                              <a:gd name="T14" fmla="*/ 114 w 1160"/>
                              <a:gd name="T15" fmla="*/ 134 h 5677"/>
                              <a:gd name="T16" fmla="*/ 116 w 1160"/>
                              <a:gd name="T17" fmla="*/ 37 h 5677"/>
                              <a:gd name="T18" fmla="*/ 115 w 1160"/>
                              <a:gd name="T19" fmla="*/ 32 h 5677"/>
                              <a:gd name="T20" fmla="*/ 116 w 1160"/>
                              <a:gd name="T21" fmla="*/ 23 h 5677"/>
                              <a:gd name="T22" fmla="*/ 116 w 1160"/>
                              <a:gd name="T23" fmla="*/ 18 h 5677"/>
                              <a:gd name="T24" fmla="*/ 115 w 1160"/>
                              <a:gd name="T25" fmla="*/ 12 h 5677"/>
                              <a:gd name="T26" fmla="*/ 114 w 1160"/>
                              <a:gd name="T27" fmla="*/ 6 h 5677"/>
                              <a:gd name="T28" fmla="*/ 113 w 1160"/>
                              <a:gd name="T29" fmla="*/ 4 h 5677"/>
                              <a:gd name="T30" fmla="*/ 112 w 1160"/>
                              <a:gd name="T31" fmla="*/ 2 h 5677"/>
                              <a:gd name="T32" fmla="*/ 110 w 1160"/>
                              <a:gd name="T33" fmla="*/ 0 h 5677"/>
                              <a:gd name="T34" fmla="*/ 108 w 1160"/>
                              <a:gd name="T35" fmla="*/ 0 h 5677"/>
                              <a:gd name="T36" fmla="*/ 106 w 1160"/>
                              <a:gd name="T37" fmla="*/ 0 h 5677"/>
                              <a:gd name="T38" fmla="*/ 101 w 1160"/>
                              <a:gd name="T39" fmla="*/ 2 h 5677"/>
                              <a:gd name="T40" fmla="*/ 96 w 1160"/>
                              <a:gd name="T41" fmla="*/ 5 h 5677"/>
                              <a:gd name="T42" fmla="*/ 85 w 1160"/>
                              <a:gd name="T43" fmla="*/ 19 h 5677"/>
                              <a:gd name="T44" fmla="*/ 66 w 1160"/>
                              <a:gd name="T45" fmla="*/ 57 h 5677"/>
                              <a:gd name="T46" fmla="*/ 50 w 1160"/>
                              <a:gd name="T47" fmla="*/ 98 h 5677"/>
                              <a:gd name="T48" fmla="*/ 37 w 1160"/>
                              <a:gd name="T49" fmla="*/ 140 h 5677"/>
                              <a:gd name="T50" fmla="*/ 26 w 1160"/>
                              <a:gd name="T51" fmla="*/ 184 h 5677"/>
                              <a:gd name="T52" fmla="*/ 17 w 1160"/>
                              <a:gd name="T53" fmla="*/ 229 h 5677"/>
                              <a:gd name="T54" fmla="*/ 11 w 1160"/>
                              <a:gd name="T55" fmla="*/ 274 h 5677"/>
                              <a:gd name="T56" fmla="*/ 6 w 1160"/>
                              <a:gd name="T57" fmla="*/ 319 h 5677"/>
                              <a:gd name="T58" fmla="*/ 3 w 1160"/>
                              <a:gd name="T59" fmla="*/ 365 h 5677"/>
                              <a:gd name="T60" fmla="*/ 1 w 1160"/>
                              <a:gd name="T61" fmla="*/ 409 h 5677"/>
                              <a:gd name="T62" fmla="*/ 0 w 1160"/>
                              <a:gd name="T63" fmla="*/ 453 h 5677"/>
                              <a:gd name="T64" fmla="*/ 7 w 1160"/>
                              <a:gd name="T65" fmla="*/ 472 h 5677"/>
                              <a:gd name="T66" fmla="*/ 16 w 1160"/>
                              <a:gd name="T67" fmla="*/ 479 h 5677"/>
                              <a:gd name="T68" fmla="*/ 25 w 1160"/>
                              <a:gd name="T69" fmla="*/ 487 h 5677"/>
                              <a:gd name="T70" fmla="*/ 32 w 1160"/>
                              <a:gd name="T71" fmla="*/ 495 h 5677"/>
                              <a:gd name="T72" fmla="*/ 39 w 1160"/>
                              <a:gd name="T73" fmla="*/ 503 h 5677"/>
                              <a:gd name="T74" fmla="*/ 45 w 1160"/>
                              <a:gd name="T75" fmla="*/ 512 h 5677"/>
                              <a:gd name="T76" fmla="*/ 51 w 1160"/>
                              <a:gd name="T77" fmla="*/ 521 h 5677"/>
                              <a:gd name="T78" fmla="*/ 56 w 1160"/>
                              <a:gd name="T79" fmla="*/ 531 h 5677"/>
                              <a:gd name="T80" fmla="*/ 64 w 1160"/>
                              <a:gd name="T81" fmla="*/ 550 h 5677"/>
                              <a:gd name="T82" fmla="*/ 73 w 1160"/>
                              <a:gd name="T83" fmla="*/ 567 h 5677"/>
                              <a:gd name="T84" fmla="*/ 84 w 1160"/>
                              <a:gd name="T85" fmla="*/ 566 h 5677"/>
                              <a:gd name="T86" fmla="*/ 91 w 1160"/>
                              <a:gd name="T87" fmla="*/ 565 h 5677"/>
                              <a:gd name="T88" fmla="*/ 96 w 1160"/>
                              <a:gd name="T89" fmla="*/ 566 h 567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160"/>
                              <a:gd name="T136" fmla="*/ 0 h 5677"/>
                              <a:gd name="T137" fmla="*/ 1160 w 1160"/>
                              <a:gd name="T138" fmla="*/ 5677 h 567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1 w 1160"/>
                              <a:gd name="T1" fmla="*/ 564 h 5676"/>
                              <a:gd name="T2" fmla="*/ 8 w 1160"/>
                              <a:gd name="T3" fmla="*/ 562 h 5676"/>
                              <a:gd name="T4" fmla="*/ 6 w 1160"/>
                              <a:gd name="T5" fmla="*/ 560 h 5676"/>
                              <a:gd name="T6" fmla="*/ 4 w 1160"/>
                              <a:gd name="T7" fmla="*/ 555 h 5676"/>
                              <a:gd name="T8" fmla="*/ 2 w 1160"/>
                              <a:gd name="T9" fmla="*/ 488 h 5676"/>
                              <a:gd name="T10" fmla="*/ 2 w 1160"/>
                              <a:gd name="T11" fmla="*/ 360 h 5676"/>
                              <a:gd name="T12" fmla="*/ 2 w 1160"/>
                              <a:gd name="T13" fmla="*/ 231 h 5676"/>
                              <a:gd name="T14" fmla="*/ 2 w 1160"/>
                              <a:gd name="T15" fmla="*/ 134 h 5676"/>
                              <a:gd name="T16" fmla="*/ 0 w 1160"/>
                              <a:gd name="T17" fmla="*/ 37 h 5676"/>
                              <a:gd name="T18" fmla="*/ 1 w 1160"/>
                              <a:gd name="T19" fmla="*/ 32 h 5676"/>
                              <a:gd name="T20" fmla="*/ 0 w 1160"/>
                              <a:gd name="T21" fmla="*/ 23 h 5676"/>
                              <a:gd name="T22" fmla="*/ 0 w 1160"/>
                              <a:gd name="T23" fmla="*/ 17 h 5676"/>
                              <a:gd name="T24" fmla="*/ 1 w 1160"/>
                              <a:gd name="T25" fmla="*/ 12 h 5676"/>
                              <a:gd name="T26" fmla="*/ 2 w 1160"/>
                              <a:gd name="T27" fmla="*/ 6 h 5676"/>
                              <a:gd name="T28" fmla="*/ 3 w 1160"/>
                              <a:gd name="T29" fmla="*/ 4 h 5676"/>
                              <a:gd name="T30" fmla="*/ 4 w 1160"/>
                              <a:gd name="T31" fmla="*/ 2 h 5676"/>
                              <a:gd name="T32" fmla="*/ 6 w 1160"/>
                              <a:gd name="T33" fmla="*/ 0 h 5676"/>
                              <a:gd name="T34" fmla="*/ 8 w 1160"/>
                              <a:gd name="T35" fmla="*/ 0 h 5676"/>
                              <a:gd name="T36" fmla="*/ 10 w 1160"/>
                              <a:gd name="T37" fmla="*/ 0 h 5676"/>
                              <a:gd name="T38" fmla="*/ 15 w 1160"/>
                              <a:gd name="T39" fmla="*/ 2 h 5676"/>
                              <a:gd name="T40" fmla="*/ 20 w 1160"/>
                              <a:gd name="T41" fmla="*/ 5 h 5676"/>
                              <a:gd name="T42" fmla="*/ 31 w 1160"/>
                              <a:gd name="T43" fmla="*/ 19 h 5676"/>
                              <a:gd name="T44" fmla="*/ 50 w 1160"/>
                              <a:gd name="T45" fmla="*/ 57 h 5676"/>
                              <a:gd name="T46" fmla="*/ 66 w 1160"/>
                              <a:gd name="T47" fmla="*/ 98 h 5676"/>
                              <a:gd name="T48" fmla="*/ 79 w 1160"/>
                              <a:gd name="T49" fmla="*/ 140 h 5676"/>
                              <a:gd name="T50" fmla="*/ 90 w 1160"/>
                              <a:gd name="T51" fmla="*/ 184 h 5676"/>
                              <a:gd name="T52" fmla="*/ 99 w 1160"/>
                              <a:gd name="T53" fmla="*/ 229 h 5676"/>
                              <a:gd name="T54" fmla="*/ 105 w 1160"/>
                              <a:gd name="T55" fmla="*/ 274 h 5676"/>
                              <a:gd name="T56" fmla="*/ 110 w 1160"/>
                              <a:gd name="T57" fmla="*/ 320 h 5676"/>
                              <a:gd name="T58" fmla="*/ 113 w 1160"/>
                              <a:gd name="T59" fmla="*/ 365 h 5676"/>
                              <a:gd name="T60" fmla="*/ 115 w 1160"/>
                              <a:gd name="T61" fmla="*/ 410 h 5676"/>
                              <a:gd name="T62" fmla="*/ 116 w 1160"/>
                              <a:gd name="T63" fmla="*/ 454 h 5676"/>
                              <a:gd name="T64" fmla="*/ 109 w 1160"/>
                              <a:gd name="T65" fmla="*/ 473 h 5676"/>
                              <a:gd name="T66" fmla="*/ 100 w 1160"/>
                              <a:gd name="T67" fmla="*/ 480 h 5676"/>
                              <a:gd name="T68" fmla="*/ 91 w 1160"/>
                              <a:gd name="T69" fmla="*/ 488 h 5676"/>
                              <a:gd name="T70" fmla="*/ 84 w 1160"/>
                              <a:gd name="T71" fmla="*/ 496 h 5676"/>
                              <a:gd name="T72" fmla="*/ 77 w 1160"/>
                              <a:gd name="T73" fmla="*/ 504 h 5676"/>
                              <a:gd name="T74" fmla="*/ 71 w 1160"/>
                              <a:gd name="T75" fmla="*/ 513 h 5676"/>
                              <a:gd name="T76" fmla="*/ 65 w 1160"/>
                              <a:gd name="T77" fmla="*/ 522 h 5676"/>
                              <a:gd name="T78" fmla="*/ 60 w 1160"/>
                              <a:gd name="T79" fmla="*/ 532 h 5676"/>
                              <a:gd name="T80" fmla="*/ 55 w 1160"/>
                              <a:gd name="T81" fmla="*/ 543 h 5676"/>
                              <a:gd name="T82" fmla="*/ 49 w 1160"/>
                              <a:gd name="T83" fmla="*/ 559 h 5676"/>
                              <a:gd name="T84" fmla="*/ 40 w 1160"/>
                              <a:gd name="T85" fmla="*/ 568 h 5676"/>
                              <a:gd name="T86" fmla="*/ 30 w 1160"/>
                              <a:gd name="T87" fmla="*/ 566 h 5676"/>
                              <a:gd name="T88" fmla="*/ 23 w 1160"/>
                              <a:gd name="T89" fmla="*/ 566 h 5676"/>
                              <a:gd name="T90" fmla="*/ 18 w 1160"/>
                              <a:gd name="T91" fmla="*/ 567 h 567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w 1160"/>
                              <a:gd name="T139" fmla="*/ 0 h 5676"/>
                              <a:gd name="T140" fmla="*/ 1160 w 1160"/>
                              <a:gd name="T141" fmla="*/ 5676 h 567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T138" t="T139" r="T140" b="T141"/>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1 w 1160"/>
                              <a:gd name="T1" fmla="*/ 564 h 5676"/>
                              <a:gd name="T2" fmla="*/ 8 w 1160"/>
                              <a:gd name="T3" fmla="*/ 562 h 5676"/>
                              <a:gd name="T4" fmla="*/ 6 w 1160"/>
                              <a:gd name="T5" fmla="*/ 560 h 5676"/>
                              <a:gd name="T6" fmla="*/ 4 w 1160"/>
                              <a:gd name="T7" fmla="*/ 555 h 5676"/>
                              <a:gd name="T8" fmla="*/ 2 w 1160"/>
                              <a:gd name="T9" fmla="*/ 488 h 5676"/>
                              <a:gd name="T10" fmla="*/ 2 w 1160"/>
                              <a:gd name="T11" fmla="*/ 360 h 5676"/>
                              <a:gd name="T12" fmla="*/ 2 w 1160"/>
                              <a:gd name="T13" fmla="*/ 231 h 5676"/>
                              <a:gd name="T14" fmla="*/ 2 w 1160"/>
                              <a:gd name="T15" fmla="*/ 134 h 5676"/>
                              <a:gd name="T16" fmla="*/ 0 w 1160"/>
                              <a:gd name="T17" fmla="*/ 37 h 5676"/>
                              <a:gd name="T18" fmla="*/ 1 w 1160"/>
                              <a:gd name="T19" fmla="*/ 32 h 5676"/>
                              <a:gd name="T20" fmla="*/ 0 w 1160"/>
                              <a:gd name="T21" fmla="*/ 23 h 5676"/>
                              <a:gd name="T22" fmla="*/ 0 w 1160"/>
                              <a:gd name="T23" fmla="*/ 17 h 5676"/>
                              <a:gd name="T24" fmla="*/ 1 w 1160"/>
                              <a:gd name="T25" fmla="*/ 12 h 5676"/>
                              <a:gd name="T26" fmla="*/ 2 w 1160"/>
                              <a:gd name="T27" fmla="*/ 6 h 5676"/>
                              <a:gd name="T28" fmla="*/ 3 w 1160"/>
                              <a:gd name="T29" fmla="*/ 4 h 5676"/>
                              <a:gd name="T30" fmla="*/ 4 w 1160"/>
                              <a:gd name="T31" fmla="*/ 2 h 5676"/>
                              <a:gd name="T32" fmla="*/ 6 w 1160"/>
                              <a:gd name="T33" fmla="*/ 0 h 5676"/>
                              <a:gd name="T34" fmla="*/ 8 w 1160"/>
                              <a:gd name="T35" fmla="*/ 0 h 5676"/>
                              <a:gd name="T36" fmla="*/ 10 w 1160"/>
                              <a:gd name="T37" fmla="*/ 0 h 5676"/>
                              <a:gd name="T38" fmla="*/ 15 w 1160"/>
                              <a:gd name="T39" fmla="*/ 2 h 5676"/>
                              <a:gd name="T40" fmla="*/ 20 w 1160"/>
                              <a:gd name="T41" fmla="*/ 5 h 5676"/>
                              <a:gd name="T42" fmla="*/ 31 w 1160"/>
                              <a:gd name="T43" fmla="*/ 19 h 5676"/>
                              <a:gd name="T44" fmla="*/ 50 w 1160"/>
                              <a:gd name="T45" fmla="*/ 57 h 5676"/>
                              <a:gd name="T46" fmla="*/ 66 w 1160"/>
                              <a:gd name="T47" fmla="*/ 98 h 5676"/>
                              <a:gd name="T48" fmla="*/ 79 w 1160"/>
                              <a:gd name="T49" fmla="*/ 140 h 5676"/>
                              <a:gd name="T50" fmla="*/ 90 w 1160"/>
                              <a:gd name="T51" fmla="*/ 184 h 5676"/>
                              <a:gd name="T52" fmla="*/ 99 w 1160"/>
                              <a:gd name="T53" fmla="*/ 229 h 5676"/>
                              <a:gd name="T54" fmla="*/ 105 w 1160"/>
                              <a:gd name="T55" fmla="*/ 274 h 5676"/>
                              <a:gd name="T56" fmla="*/ 110 w 1160"/>
                              <a:gd name="T57" fmla="*/ 320 h 5676"/>
                              <a:gd name="T58" fmla="*/ 113 w 1160"/>
                              <a:gd name="T59" fmla="*/ 365 h 5676"/>
                              <a:gd name="T60" fmla="*/ 115 w 1160"/>
                              <a:gd name="T61" fmla="*/ 410 h 5676"/>
                              <a:gd name="T62" fmla="*/ 116 w 1160"/>
                              <a:gd name="T63" fmla="*/ 454 h 5676"/>
                              <a:gd name="T64" fmla="*/ 109 w 1160"/>
                              <a:gd name="T65" fmla="*/ 473 h 5676"/>
                              <a:gd name="T66" fmla="*/ 100 w 1160"/>
                              <a:gd name="T67" fmla="*/ 480 h 5676"/>
                              <a:gd name="T68" fmla="*/ 91 w 1160"/>
                              <a:gd name="T69" fmla="*/ 488 h 5676"/>
                              <a:gd name="T70" fmla="*/ 84 w 1160"/>
                              <a:gd name="T71" fmla="*/ 496 h 5676"/>
                              <a:gd name="T72" fmla="*/ 77 w 1160"/>
                              <a:gd name="T73" fmla="*/ 504 h 5676"/>
                              <a:gd name="T74" fmla="*/ 71 w 1160"/>
                              <a:gd name="T75" fmla="*/ 513 h 5676"/>
                              <a:gd name="T76" fmla="*/ 65 w 1160"/>
                              <a:gd name="T77" fmla="*/ 522 h 5676"/>
                              <a:gd name="T78" fmla="*/ 60 w 1160"/>
                              <a:gd name="T79" fmla="*/ 532 h 5676"/>
                              <a:gd name="T80" fmla="*/ 55 w 1160"/>
                              <a:gd name="T81" fmla="*/ 543 h 5676"/>
                              <a:gd name="T82" fmla="*/ 49 w 1160"/>
                              <a:gd name="T83" fmla="*/ 559 h 5676"/>
                              <a:gd name="T84" fmla="*/ 40 w 1160"/>
                              <a:gd name="T85" fmla="*/ 568 h 5676"/>
                              <a:gd name="T86" fmla="*/ 30 w 1160"/>
                              <a:gd name="T87" fmla="*/ 566 h 5676"/>
                              <a:gd name="T88" fmla="*/ 23 w 1160"/>
                              <a:gd name="T89" fmla="*/ 566 h 5676"/>
                              <a:gd name="T90" fmla="*/ 18 w 1160"/>
                              <a:gd name="T91" fmla="*/ 567 h 567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w 1160"/>
                              <a:gd name="T139" fmla="*/ 0 h 5676"/>
                              <a:gd name="T140" fmla="*/ 1160 w 1160"/>
                              <a:gd name="T141" fmla="*/ 5676 h 567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T138" t="T139" r="T140" b="T141"/>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 w 400"/>
                              <a:gd name="T1" fmla="*/ 161 h 1632"/>
                              <a:gd name="T2" fmla="*/ 40 w 400"/>
                              <a:gd name="T3" fmla="*/ 162 h 1632"/>
                              <a:gd name="T4" fmla="*/ 40 w 400"/>
                              <a:gd name="T5" fmla="*/ 0 h 1632"/>
                              <a:gd name="T6" fmla="*/ 0 w 400"/>
                              <a:gd name="T7" fmla="*/ 0 h 1632"/>
                              <a:gd name="T8" fmla="*/ 0 w 400"/>
                              <a:gd name="T9" fmla="*/ 162 h 1632"/>
                              <a:gd name="T10" fmla="*/ 0 w 400"/>
                              <a:gd name="T11" fmla="*/ 163 h 1632"/>
                              <a:gd name="T12" fmla="*/ 0 w 400"/>
                              <a:gd name="T13" fmla="*/ 162 h 1632"/>
                              <a:gd name="T14" fmla="*/ 0 w 400"/>
                              <a:gd name="T15" fmla="*/ 163 h 1632"/>
                              <a:gd name="T16" fmla="*/ 0 w 400"/>
                              <a:gd name="T17" fmla="*/ 163 h 1632"/>
                              <a:gd name="T18" fmla="*/ 40 w 400"/>
                              <a:gd name="T19" fmla="*/ 161 h 163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00"/>
                              <a:gd name="T31" fmla="*/ 0 h 1632"/>
                              <a:gd name="T32" fmla="*/ 400 w 400"/>
                              <a:gd name="T33" fmla="*/ 1632 h 1632"/>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 w 1748"/>
                              <a:gd name="T1" fmla="*/ 171 h 2097"/>
                              <a:gd name="T2" fmla="*/ 162 w 1748"/>
                              <a:gd name="T3" fmla="*/ 167 h 2097"/>
                              <a:gd name="T4" fmla="*/ 152 w 1748"/>
                              <a:gd name="T5" fmla="*/ 162 h 2097"/>
                              <a:gd name="T6" fmla="*/ 143 w 1748"/>
                              <a:gd name="T7" fmla="*/ 157 h 2097"/>
                              <a:gd name="T8" fmla="*/ 134 w 1748"/>
                              <a:gd name="T9" fmla="*/ 151 h 2097"/>
                              <a:gd name="T10" fmla="*/ 125 w 1748"/>
                              <a:gd name="T11" fmla="*/ 144 h 2097"/>
                              <a:gd name="T12" fmla="*/ 116 w 1748"/>
                              <a:gd name="T13" fmla="*/ 137 h 2097"/>
                              <a:gd name="T14" fmla="*/ 108 w 1748"/>
                              <a:gd name="T15" fmla="*/ 130 h 2097"/>
                              <a:gd name="T16" fmla="*/ 100 w 1748"/>
                              <a:gd name="T17" fmla="*/ 122 h 2097"/>
                              <a:gd name="T18" fmla="*/ 92 w 1748"/>
                              <a:gd name="T19" fmla="*/ 114 h 2097"/>
                              <a:gd name="T20" fmla="*/ 84 w 1748"/>
                              <a:gd name="T21" fmla="*/ 106 h 2097"/>
                              <a:gd name="T22" fmla="*/ 78 w 1748"/>
                              <a:gd name="T23" fmla="*/ 97 h 2097"/>
                              <a:gd name="T24" fmla="*/ 71 w 1748"/>
                              <a:gd name="T25" fmla="*/ 88 h 2097"/>
                              <a:gd name="T26" fmla="*/ 65 w 1748"/>
                              <a:gd name="T27" fmla="*/ 78 h 2097"/>
                              <a:gd name="T28" fmla="*/ 60 w 1748"/>
                              <a:gd name="T29" fmla="*/ 69 h 2097"/>
                              <a:gd name="T30" fmla="*/ 55 w 1748"/>
                              <a:gd name="T31" fmla="*/ 59 h 2097"/>
                              <a:gd name="T32" fmla="*/ 51 w 1748"/>
                              <a:gd name="T33" fmla="*/ 49 h 2097"/>
                              <a:gd name="T34" fmla="*/ 47 w 1748"/>
                              <a:gd name="T35" fmla="*/ 39 h 2097"/>
                              <a:gd name="T36" fmla="*/ 45 w 1748"/>
                              <a:gd name="T37" fmla="*/ 30 h 2097"/>
                              <a:gd name="T38" fmla="*/ 42 w 1748"/>
                              <a:gd name="T39" fmla="*/ 20 h 2097"/>
                              <a:gd name="T40" fmla="*/ 41 w 1748"/>
                              <a:gd name="T41" fmla="*/ 10 h 2097"/>
                              <a:gd name="T42" fmla="*/ 40 w 1748"/>
                              <a:gd name="T43" fmla="*/ 0 h 2097"/>
                              <a:gd name="T44" fmla="*/ 1 w 1748"/>
                              <a:gd name="T45" fmla="*/ 10 h 2097"/>
                              <a:gd name="T46" fmla="*/ 2 w 1748"/>
                              <a:gd name="T47" fmla="*/ 23 h 2097"/>
                              <a:gd name="T48" fmla="*/ 5 w 1748"/>
                              <a:gd name="T49" fmla="*/ 35 h 2097"/>
                              <a:gd name="T50" fmla="*/ 8 w 1748"/>
                              <a:gd name="T51" fmla="*/ 48 h 2097"/>
                              <a:gd name="T52" fmla="*/ 12 w 1748"/>
                              <a:gd name="T53" fmla="*/ 60 h 2097"/>
                              <a:gd name="T54" fmla="*/ 17 w 1748"/>
                              <a:gd name="T55" fmla="*/ 72 h 2097"/>
                              <a:gd name="T56" fmla="*/ 23 w 1748"/>
                              <a:gd name="T57" fmla="*/ 84 h 2097"/>
                              <a:gd name="T58" fmla="*/ 29 w 1748"/>
                              <a:gd name="T59" fmla="*/ 95 h 2097"/>
                              <a:gd name="T60" fmla="*/ 36 w 1748"/>
                              <a:gd name="T61" fmla="*/ 106 h 2097"/>
                              <a:gd name="T62" fmla="*/ 43 w 1748"/>
                              <a:gd name="T63" fmla="*/ 117 h 2097"/>
                              <a:gd name="T64" fmla="*/ 51 w 1748"/>
                              <a:gd name="T65" fmla="*/ 127 h 2097"/>
                              <a:gd name="T66" fmla="*/ 59 w 1748"/>
                              <a:gd name="T67" fmla="*/ 137 h 2097"/>
                              <a:gd name="T68" fmla="*/ 68 w 1748"/>
                              <a:gd name="T69" fmla="*/ 147 h 2097"/>
                              <a:gd name="T70" fmla="*/ 77 w 1748"/>
                              <a:gd name="T71" fmla="*/ 156 h 2097"/>
                              <a:gd name="T72" fmla="*/ 87 w 1748"/>
                              <a:gd name="T73" fmla="*/ 165 h 2097"/>
                              <a:gd name="T74" fmla="*/ 97 w 1748"/>
                              <a:gd name="T75" fmla="*/ 173 h 2097"/>
                              <a:gd name="T76" fmla="*/ 108 w 1748"/>
                              <a:gd name="T77" fmla="*/ 181 h 2097"/>
                              <a:gd name="T78" fmla="*/ 118 w 1748"/>
                              <a:gd name="T79" fmla="*/ 188 h 2097"/>
                              <a:gd name="T80" fmla="*/ 130 w 1748"/>
                              <a:gd name="T81" fmla="*/ 195 h 2097"/>
                              <a:gd name="T82" fmla="*/ 141 w 1748"/>
                              <a:gd name="T83" fmla="*/ 201 h 2097"/>
                              <a:gd name="T84" fmla="*/ 152 w 1748"/>
                              <a:gd name="T85" fmla="*/ 207 h 2097"/>
                              <a:gd name="T86" fmla="*/ 160 w 1748"/>
                              <a:gd name="T87" fmla="*/ 210 h 2097"/>
                              <a:gd name="T88" fmla="*/ 175 w 1748"/>
                              <a:gd name="T89" fmla="*/ 173 h 209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748"/>
                              <a:gd name="T136" fmla="*/ 0 h 2097"/>
                              <a:gd name="T137" fmla="*/ 1748 w 1748"/>
                              <a:gd name="T138" fmla="*/ 2097 h 209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4 w 4190"/>
                              <a:gd name="T1" fmla="*/ 166 h 2060"/>
                              <a:gd name="T2" fmla="*/ 419 w 4190"/>
                              <a:gd name="T3" fmla="*/ 166 h 2060"/>
                              <a:gd name="T4" fmla="*/ 15 w 4190"/>
                              <a:gd name="T5" fmla="*/ 0 h 2060"/>
                              <a:gd name="T6" fmla="*/ 0 w 4190"/>
                              <a:gd name="T7" fmla="*/ 37 h 2060"/>
                              <a:gd name="T8" fmla="*/ 404 w 4190"/>
                              <a:gd name="T9" fmla="*/ 203 h 2060"/>
                              <a:gd name="T10" fmla="*/ 419 w 4190"/>
                              <a:gd name="T11" fmla="*/ 203 h 2060"/>
                              <a:gd name="T12" fmla="*/ 404 w 4190"/>
                              <a:gd name="T13" fmla="*/ 203 h 2060"/>
                              <a:gd name="T14" fmla="*/ 412 w 4190"/>
                              <a:gd name="T15" fmla="*/ 206 h 2060"/>
                              <a:gd name="T16" fmla="*/ 419 w 4190"/>
                              <a:gd name="T17" fmla="*/ 203 h 2060"/>
                              <a:gd name="T18" fmla="*/ 404 w 4190"/>
                              <a:gd name="T19" fmla="*/ 166 h 206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190"/>
                              <a:gd name="T31" fmla="*/ 0 h 2060"/>
                              <a:gd name="T32" fmla="*/ 4190 w 4190"/>
                              <a:gd name="T33" fmla="*/ 2060 h 2060"/>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 w 4190"/>
                              <a:gd name="T1" fmla="*/ 0 h 2031"/>
                              <a:gd name="T2" fmla="*/ 404 w 4190"/>
                              <a:gd name="T3" fmla="*/ 0 h 2031"/>
                              <a:gd name="T4" fmla="*/ 0 w 4190"/>
                              <a:gd name="T5" fmla="*/ 166 h 2031"/>
                              <a:gd name="T6" fmla="*/ 15 w 4190"/>
                              <a:gd name="T7" fmla="*/ 203 h 2031"/>
                              <a:gd name="T8" fmla="*/ 419 w 4190"/>
                              <a:gd name="T9" fmla="*/ 37 h 2031"/>
                              <a:gd name="T10" fmla="*/ 419 w 4190"/>
                              <a:gd name="T11" fmla="*/ 37 h 2031"/>
                              <a:gd name="T12" fmla="*/ 404 w 4190"/>
                              <a:gd name="T13" fmla="*/ 0 h 2031"/>
                              <a:gd name="T14" fmla="*/ 404 w 4190"/>
                              <a:gd name="T15" fmla="*/ 0 h 2031"/>
                              <a:gd name="T16" fmla="*/ 404 w 4190"/>
                              <a:gd name="T17" fmla="*/ 0 h 2031"/>
                              <a:gd name="T18" fmla="*/ 404 w 4190"/>
                              <a:gd name="T19" fmla="*/ 0 h 203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190"/>
                              <a:gd name="T31" fmla="*/ 0 h 2031"/>
                              <a:gd name="T32" fmla="*/ 4190 w 4190"/>
                              <a:gd name="T33" fmla="*/ 2031 h 2031"/>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 w 1744"/>
                              <a:gd name="T1" fmla="*/ 3 h 2097"/>
                              <a:gd name="T2" fmla="*/ 133 w 1744"/>
                              <a:gd name="T3" fmla="*/ 13 h 2097"/>
                              <a:gd name="T4" fmla="*/ 131 w 1744"/>
                              <a:gd name="T5" fmla="*/ 23 h 2097"/>
                              <a:gd name="T6" fmla="*/ 129 w 1744"/>
                              <a:gd name="T7" fmla="*/ 33 h 2097"/>
                              <a:gd name="T8" fmla="*/ 126 w 1744"/>
                              <a:gd name="T9" fmla="*/ 43 h 2097"/>
                              <a:gd name="T10" fmla="*/ 122 w 1744"/>
                              <a:gd name="T11" fmla="*/ 53 h 2097"/>
                              <a:gd name="T12" fmla="*/ 118 w 1744"/>
                              <a:gd name="T13" fmla="*/ 62 h 2097"/>
                              <a:gd name="T14" fmla="*/ 112 w 1744"/>
                              <a:gd name="T15" fmla="*/ 72 h 2097"/>
                              <a:gd name="T16" fmla="*/ 107 w 1744"/>
                              <a:gd name="T17" fmla="*/ 81 h 2097"/>
                              <a:gd name="T18" fmla="*/ 101 w 1744"/>
                              <a:gd name="T19" fmla="*/ 91 h 2097"/>
                              <a:gd name="T20" fmla="*/ 94 w 1744"/>
                              <a:gd name="T21" fmla="*/ 100 h 2097"/>
                              <a:gd name="T22" fmla="*/ 87 w 1744"/>
                              <a:gd name="T23" fmla="*/ 108 h 2097"/>
                              <a:gd name="T24" fmla="*/ 80 w 1744"/>
                              <a:gd name="T25" fmla="*/ 117 h 2097"/>
                              <a:gd name="T26" fmla="*/ 72 w 1744"/>
                              <a:gd name="T27" fmla="*/ 125 h 2097"/>
                              <a:gd name="T28" fmla="*/ 64 w 1744"/>
                              <a:gd name="T29" fmla="*/ 132 h 2097"/>
                              <a:gd name="T30" fmla="*/ 55 w 1744"/>
                              <a:gd name="T31" fmla="*/ 140 h 2097"/>
                              <a:gd name="T32" fmla="*/ 47 w 1744"/>
                              <a:gd name="T33" fmla="*/ 147 h 2097"/>
                              <a:gd name="T34" fmla="*/ 38 w 1744"/>
                              <a:gd name="T35" fmla="*/ 153 h 2097"/>
                              <a:gd name="T36" fmla="*/ 28 w 1744"/>
                              <a:gd name="T37" fmla="*/ 159 h 2097"/>
                              <a:gd name="T38" fmla="*/ 19 w 1744"/>
                              <a:gd name="T39" fmla="*/ 164 h 2097"/>
                              <a:gd name="T40" fmla="*/ 9 w 1744"/>
                              <a:gd name="T41" fmla="*/ 169 h 2097"/>
                              <a:gd name="T42" fmla="*/ 0 w 1744"/>
                              <a:gd name="T43" fmla="*/ 173 h 2097"/>
                              <a:gd name="T44" fmla="*/ 22 w 1744"/>
                              <a:gd name="T45" fmla="*/ 207 h 2097"/>
                              <a:gd name="T46" fmla="*/ 34 w 1744"/>
                              <a:gd name="T47" fmla="*/ 201 h 2097"/>
                              <a:gd name="T48" fmla="*/ 45 w 1744"/>
                              <a:gd name="T49" fmla="*/ 195 h 2097"/>
                              <a:gd name="T50" fmla="*/ 56 w 1744"/>
                              <a:gd name="T51" fmla="*/ 188 h 2097"/>
                              <a:gd name="T52" fmla="*/ 67 w 1744"/>
                              <a:gd name="T53" fmla="*/ 181 h 2097"/>
                              <a:gd name="T54" fmla="*/ 77 w 1744"/>
                              <a:gd name="T55" fmla="*/ 173 h 2097"/>
                              <a:gd name="T56" fmla="*/ 87 w 1744"/>
                              <a:gd name="T57" fmla="*/ 165 h 2097"/>
                              <a:gd name="T58" fmla="*/ 97 w 1744"/>
                              <a:gd name="T59" fmla="*/ 156 h 2097"/>
                              <a:gd name="T60" fmla="*/ 106 w 1744"/>
                              <a:gd name="T61" fmla="*/ 147 h 2097"/>
                              <a:gd name="T62" fmla="*/ 115 w 1744"/>
                              <a:gd name="T63" fmla="*/ 137 h 2097"/>
                              <a:gd name="T64" fmla="*/ 123 w 1744"/>
                              <a:gd name="T65" fmla="*/ 127 h 2097"/>
                              <a:gd name="T66" fmla="*/ 131 w 1744"/>
                              <a:gd name="T67" fmla="*/ 117 h 2097"/>
                              <a:gd name="T68" fmla="*/ 139 w 1744"/>
                              <a:gd name="T69" fmla="*/ 106 h 2097"/>
                              <a:gd name="T70" fmla="*/ 145 w 1744"/>
                              <a:gd name="T71" fmla="*/ 95 h 2097"/>
                              <a:gd name="T72" fmla="*/ 151 w 1744"/>
                              <a:gd name="T73" fmla="*/ 84 h 2097"/>
                              <a:gd name="T74" fmla="*/ 157 w 1744"/>
                              <a:gd name="T75" fmla="*/ 72 h 2097"/>
                              <a:gd name="T76" fmla="*/ 162 w 1744"/>
                              <a:gd name="T77" fmla="*/ 60 h 2097"/>
                              <a:gd name="T78" fmla="*/ 166 w 1744"/>
                              <a:gd name="T79" fmla="*/ 48 h 2097"/>
                              <a:gd name="T80" fmla="*/ 169 w 1744"/>
                              <a:gd name="T81" fmla="*/ 35 h 2097"/>
                              <a:gd name="T82" fmla="*/ 172 w 1744"/>
                              <a:gd name="T83" fmla="*/ 23 h 2097"/>
                              <a:gd name="T84" fmla="*/ 173 w 1744"/>
                              <a:gd name="T85" fmla="*/ 10 h 2097"/>
                              <a:gd name="T86" fmla="*/ 174 w 1744"/>
                              <a:gd name="T87" fmla="*/ 1 h 2097"/>
                              <a:gd name="T88" fmla="*/ 174 w 1744"/>
                              <a:gd name="T89" fmla="*/ 1 h 209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744"/>
                              <a:gd name="T136" fmla="*/ 0 h 2097"/>
                              <a:gd name="T137" fmla="*/ 1744 w 1744"/>
                              <a:gd name="T138" fmla="*/ 2097 h 209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20 w 400"/>
                              <a:gd name="T1" fmla="*/ 40 h 13403"/>
                              <a:gd name="T2" fmla="*/ 0 w 400"/>
                              <a:gd name="T3" fmla="*/ 20 h 13403"/>
                              <a:gd name="T4" fmla="*/ 0 w 400"/>
                              <a:gd name="T5" fmla="*/ 1340 h 13403"/>
                              <a:gd name="T6" fmla="*/ 40 w 400"/>
                              <a:gd name="T7" fmla="*/ 1340 h 13403"/>
                              <a:gd name="T8" fmla="*/ 40 w 400"/>
                              <a:gd name="T9" fmla="*/ 20 h 13403"/>
                              <a:gd name="T10" fmla="*/ 20 w 400"/>
                              <a:gd name="T11" fmla="*/ 0 h 13403"/>
                              <a:gd name="T12" fmla="*/ 40 w 400"/>
                              <a:gd name="T13" fmla="*/ 20 h 13403"/>
                              <a:gd name="T14" fmla="*/ 40 w 400"/>
                              <a:gd name="T15" fmla="*/ 0 h 13403"/>
                              <a:gd name="T16" fmla="*/ 20 w 400"/>
                              <a:gd name="T17" fmla="*/ 0 h 13403"/>
                              <a:gd name="T18" fmla="*/ 20 w 400"/>
                              <a:gd name="T19" fmla="*/ 40 h 1340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00"/>
                              <a:gd name="T31" fmla="*/ 0 h 13403"/>
                              <a:gd name="T32" fmla="*/ 400 w 400"/>
                              <a:gd name="T33" fmla="*/ 13403 h 13403"/>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 w 5711"/>
                              <a:gd name="T1" fmla="*/ 20 h 400"/>
                              <a:gd name="T2" fmla="*/ 20 w 5711"/>
                              <a:gd name="T3" fmla="*/ 40 h 400"/>
                              <a:gd name="T4" fmla="*/ 571 w 5711"/>
                              <a:gd name="T5" fmla="*/ 40 h 400"/>
                              <a:gd name="T6" fmla="*/ 571 w 5711"/>
                              <a:gd name="T7" fmla="*/ 0 h 400"/>
                              <a:gd name="T8" fmla="*/ 20 w 5711"/>
                              <a:gd name="T9" fmla="*/ 0 h 400"/>
                              <a:gd name="T10" fmla="*/ 0 w 5711"/>
                              <a:gd name="T11" fmla="*/ 20 h 400"/>
                              <a:gd name="T12" fmla="*/ 20 w 5711"/>
                              <a:gd name="T13" fmla="*/ 0 h 400"/>
                              <a:gd name="T14" fmla="*/ 0 w 5711"/>
                              <a:gd name="T15" fmla="*/ 0 h 400"/>
                              <a:gd name="T16" fmla="*/ 0 w 5711"/>
                              <a:gd name="T17" fmla="*/ 20 h 400"/>
                              <a:gd name="T18" fmla="*/ 40 w 5711"/>
                              <a:gd name="T19" fmla="*/ 20 h 40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5711"/>
                              <a:gd name="T31" fmla="*/ 0 h 400"/>
                              <a:gd name="T32" fmla="*/ 5711 w 5711"/>
                              <a:gd name="T33" fmla="*/ 400 h 400"/>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 w 400"/>
                              <a:gd name="T1" fmla="*/ 410 h 4097"/>
                              <a:gd name="T2" fmla="*/ 40 w 400"/>
                              <a:gd name="T3" fmla="*/ 410 h 4097"/>
                              <a:gd name="T4" fmla="*/ 40 w 400"/>
                              <a:gd name="T5" fmla="*/ 0 h 4097"/>
                              <a:gd name="T6" fmla="*/ 0 w 400"/>
                              <a:gd name="T7" fmla="*/ 0 h 4097"/>
                              <a:gd name="T8" fmla="*/ 0 w 400"/>
                              <a:gd name="T9" fmla="*/ 410 h 4097"/>
                              <a:gd name="T10" fmla="*/ 20 w 400"/>
                              <a:gd name="T11" fmla="*/ 410 h 4097"/>
                              <a:gd name="T12" fmla="*/ 0 60000 65536"/>
                              <a:gd name="T13" fmla="*/ 0 60000 65536"/>
                              <a:gd name="T14" fmla="*/ 0 60000 65536"/>
                              <a:gd name="T15" fmla="*/ 0 60000 65536"/>
                              <a:gd name="T16" fmla="*/ 0 60000 65536"/>
                              <a:gd name="T17" fmla="*/ 0 60000 65536"/>
                              <a:gd name="T18" fmla="*/ 0 w 400"/>
                              <a:gd name="T19" fmla="*/ 0 h 4097"/>
                              <a:gd name="T20" fmla="*/ 400 w 400"/>
                              <a:gd name="T21" fmla="*/ 4097 h 4097"/>
                            </a:gdLst>
                            <a:ahLst/>
                            <a:cxnLst>
                              <a:cxn ang="T12">
                                <a:pos x="T0" y="T1"/>
                              </a:cxn>
                              <a:cxn ang="T13">
                                <a:pos x="T2" y="T3"/>
                              </a:cxn>
                              <a:cxn ang="T14">
                                <a:pos x="T4" y="T5"/>
                              </a:cxn>
                              <a:cxn ang="T15">
                                <a:pos x="T6" y="T7"/>
                              </a:cxn>
                              <a:cxn ang="T16">
                                <a:pos x="T8" y="T9"/>
                              </a:cxn>
                              <a:cxn ang="T17">
                                <a:pos x="T10" y="T11"/>
                              </a:cxn>
                            </a:cxnLst>
                            <a:rect l="T18" t="T19" r="T20" b="T21"/>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D506F" w:rsidRDefault="008D506F" w:rsidP="008D506F">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6,143;31,138;27,132;24,124;3,117;1,116;0,101;0,11;1,10;3,10;10,17;17,30;21,45;23,61;22,74;17,78;16,83;17,88;20,92;24,93;26,93;29,88;34,73;36,58;37,42;36,21;37,6;39,0;40,0;42,0;43,3;46,14;44,36;44,54;46,69;51,83;55,92;57,93;59,93;64,89;65,84;64,79;61,75;58,65;59,50;63,35;68,21;77,10;80,10;81,11;81,75;80,116;79,117;58,121;55,130;51,136;47,141;41,145" o:connectangles="0,0,0,0,0,0,0,0,0,0,0,0,0,0,0,0,0,0,0,0,0,0,0,0,0,0,0,0,0,0,0,0,0,0,0,0,0,0,0,0,0,0,0,0,0,0,0,0,0,0,0,0,0,0,0,0,0,0" textboxrect="0,0,8096,14546"/>
                  <v:textbox>
                    <w:txbxContent>
                      <w:p w:rsidR="008D506F" w:rsidRDefault="008D506F" w:rsidP="008D506F">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6,143;31,138;27,132;24,124;3,117;1,116;0,101;0,11;1,10;3,10;10,17;17,30;21,45;23,61;22,74;17,78;16,83;17,88;20,92;24,93;26,93;29,88;34,73;36,58;37,42;36,21;37,6;39,0;40,0;42,0;43,3;46,14;44,36;44,54;46,69;51,83;55,92;57,93;59,93;64,89;65,84;64,79;61,75;58,65;59,50;63,35;68,21;77,10;80,10;81,11;81,75;80,116;79,117;58,121;55,130;51,136;47,141;41,145" o:connectangles="0,0,0,0,0,0,0,0,0,0,0,0,0,0,0,0,0,0,0,0,0,0,0,0,0,0,0,0,0,0,0,0,0,0,0,0,0,0,0,0,0,0,0,0,0,0,0,0,0,0,0,0,0,0,0,0,0,0" textboxrect="0,0,8096,14546"/>
                  <v:textbox>
                    <w:txbxContent>
                      <w:p w:rsidR="008D506F" w:rsidRDefault="008D506F" w:rsidP="008D506F">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3;7,2;7,2;7,1;7,1;7,0;6,0;6,0;5,0;4,0;3,0;2,0;1,0;1,0;0,0;0,1;0,15;1,15;1,14;2,14;3,13;3,13;4,12;4,11;4,11;5,10;5,9;6,8;6,8;6,7;7,6;7,4;7,3" o:connectangles="0,0,0,0,0,0,0,0,0,0,0,0,0,0,0,0,0,0,0,0,0,0,0,0,0,0,0,0,0,0,0,0,0" textboxrect="0,0,710,1491"/>
                  <v:textbox>
                    <w:txbxContent>
                      <w:p w:rsidR="008D506F" w:rsidRDefault="008D506F" w:rsidP="008D506F">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3;7,2;7,2;7,1;7,1;7,0;6,0;6,0;5,0;4,0;3,0;2,0;1,0;1,0;0,0;0,1;0,15;1,15;1,14;2,14;3,13;3,13;4,12;4,11;4,11;5,10;5,9;6,8;6,8;6,7;7,6;7,4;7,3" o:connectangles="0,0,0,0,0,0,0,0,0,0,0,0,0,0,0,0,0,0,0,0,0,0,0,0,0,0,0,0,0,0,0,0,0" textboxrect="0,0,710,1491"/>
                  <v:textbox>
                    <w:txbxContent>
                      <w:p w:rsidR="008D506F" w:rsidRDefault="008D506F" w:rsidP="008D506F">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0,2;0,2;0,1;0,1;0,0;1,0;1,0;2,0;3,0;4,0;6,0;6,0;6,0;7,0;7,1;7,15;6,15;6,14;5,14;5,13;4,13;4,12;3,11;3,11;2,10;2,9;2,8;1,8;1,7;1,6;0,4;0,3" o:connectangles="0,0,0,0,0,0,0,0,0,0,0,0,0,0,0,0,0,0,0,0,0,0,0,0,0,0,0,0,0,0,0,0,0" textboxrect="0,0,710,1491"/>
                  <v:textbox>
                    <w:txbxContent>
                      <w:p w:rsidR="008D506F" w:rsidRDefault="008D506F" w:rsidP="008D506F">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0,2;0,2;0,1;0,1;0,0;1,0;1,0;2,0;3,0;4,0;6,0;6,0;6,0;7,0;7,1;7,15;6,15;6,14;5,14;5,13;4,13;4,12;3,11;3,11;2,10;2,9;2,8;1,8;1,7;1,6;0,4;0,3" o:connectangles="0,0,0,0,0,0,0,0,0,0,0,0,0,0,0,0,0,0,0,0,0,0,0,0,0,0,0,0,0,0,0,0,0" textboxrect="0,0,710,1491"/>
                  <v:textbox>
                    <w:txbxContent>
                      <w:p w:rsidR="008D506F" w:rsidRDefault="008D506F" w:rsidP="008D506F">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23;16,23;16,23;17,23;17,23;17,23;17,22;17,22;17,22;17,2;17,1;17,1;16,0;16,0;15,0;14,0;13,0;12,0;12,1;12,2;11,2;11,3;11,4;10,5;9,6;9,6;8,7;8,7;7,8;7,8;6,9;5,9;5,10;4,10;3,10;2,11;1,11;0,11;0,12;1,13;1,15;1,16;1,17;1,17;1,18;1,19;1,20;1,21;1,22;1,23;4,24;8,24;10,24;12,24;13,23;15,23" o:connectangles="0,0,0,0,0,0,0,0,0,0,0,0,0,0,0,0,0,0,0,0,0,0,0,0,0,0,0,0,0,0,0,0,0,0,0,0,0,0,0,0,0,0,0,0,0,0,0,0,0,0,0,0,0,0,0,0" textboxrect="0,0,1740,2349"/>
                  <v:textbox>
                    <w:txbxContent>
                      <w:p w:rsidR="008D506F" w:rsidRDefault="008D506F" w:rsidP="008D506F">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23;16,23;16,23;17,23;17,23;17,23;17,22;17,22;17,22;17,2;17,1;17,1;16,0;16,0;15,0;14,0;13,0;12,0;12,1;12,2;11,2;11,3;11,4;10,5;9,6;9,6;8,7;8,7;7,8;7,8;6,9;5,9;5,10;4,10;3,10;2,11;1,11;0,11;0,12;1,13;1,15;1,16;1,17;1,17;1,18;1,19;1,20;1,21;1,22;1,23;4,24;8,24;10,24;12,24;13,23;15,23" o:connectangles="0,0,0,0,0,0,0,0,0,0,0,0,0,0,0,0,0,0,0,0,0,0,0,0,0,0,0,0,0,0,0,0,0,0,0,0,0,0,0,0,0,0,0,0,0,0,0,0,0,0,0,0,0,0,0,0" textboxrect="0,0,1740,2349"/>
                  <v:textbox>
                    <w:txbxContent>
                      <w:p w:rsidR="008D506F" w:rsidRDefault="008D506F" w:rsidP="008D506F">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23;1,23;1,23;1,23;1,23;1,23;0,22;0,22;0,22;0,2;0,1;1,1;1,0;1,0;1,0;2,0;3,0;4,0;5,0;5,1;6,2;6,2;6,3;7,4;7,5;8,6;9,6;9,7;10,7;10,8;11,8;11,9;12,9;13,10;14,10;15,10;15,11;16,11;17,11;17,12;17,13;17,15;16,16;16,17;16,17;16,18;16,19;16,20;16,21;16,22;16,23;13,24;10,24;8,24;6,24;4,23;3,23" o:connectangles="0,0,0,0,0,0,0,0,0,0,0,0,0,0,0,0,0,0,0,0,0,0,0,0,0,0,0,0,0,0,0,0,0,0,0,0,0,0,0,0,0,0,0,0,0,0,0,0,0,0,0,0,0,0,0,0,0" textboxrect="0,0,1740,2349"/>
                  <v:textbox>
                    <w:txbxContent>
                      <w:p w:rsidR="008D506F" w:rsidRDefault="008D506F" w:rsidP="008D506F">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23;1,23;1,23;1,23;1,23;1,23;0,22;0,22;0,22;0,2;0,1;1,1;1,0;1,0;1,0;2,0;3,0;4,0;5,0;5,1;6,2;6,2;6,3;7,4;7,5;8,6;9,6;9,7;10,7;10,8;11,8;11,9;12,9;13,10;14,10;15,10;15,11;16,11;17,11;17,12;17,13;17,15;16,16;16,17;16,17;16,18;16,19;16,20;16,21;16,22;16,23;13,24;10,24;8,24;6,24;4,23;3,23" o:connectangles="0,0,0,0,0,0,0,0,0,0,0,0,0,0,0,0,0,0,0,0,0,0,0,0,0,0,0,0,0,0,0,0,0,0,0,0,0,0,0,0,0,0,0,0,0,0,0,0,0,0,0,0,0,0,0,0,0" textboxrect="0,0,1740,2349"/>
                  <v:textbox>
                    <w:txbxContent>
                      <w:p w:rsidR="008D506F" w:rsidRDefault="008D506F" w:rsidP="008D506F">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9;9,8;9,7;9,5;9,4;9,4;9,3;8,2;8,2;8,1;8,1;7,0;7,0;6,0;6,0;5,0;5,0;4,0;4,1;3,1;3,1;2,1;2,2;1,2;1,2;1,3;0,3;0,3;0,11;1,11;2,11;3,11;4,11;5,11;6,11;6,11;7,11;7,10;8,10;8,10;8,10" o:connectangles="0,0,0,0,0,0,0,0,0,0,0,0,0,0,0,0,0,0,0,0,0,0,0,0,0,0,0,0,0,0,0,0,0,0,0,0,0,0,0,0,0" textboxrect="0,0,872,1094"/>
                  <v:textbox>
                    <w:txbxContent>
                      <w:p w:rsidR="008D506F" w:rsidRDefault="008D506F" w:rsidP="008D506F">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9;9,8;9,7;9,5;9,4;9,4;9,3;8,2;8,2;8,1;8,1;7,0;7,0;6,0;6,0;5,0;5,0;4,0;4,1;3,1;3,1;2,1;2,2;1,2;1,2;1,3;0,3;0,3;0,11;1,11;2,11;3,11;4,11;5,11;6,11;6,11;7,11;7,10;8,10;8,10;8,10" o:connectangles="0,0,0,0,0,0,0,0,0,0,0,0,0,0,0,0,0,0,0,0,0,0,0,0,0,0,0,0,0,0,0,0,0,0,0,0,0,0,0,0,0" textboxrect="0,0,872,1094"/>
                  <v:textbox>
                    <w:txbxContent>
                      <w:p w:rsidR="008D506F" w:rsidRDefault="008D506F" w:rsidP="008D506F">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0,9;0,8;0,6;0,5;0,4;0,4;0,3;0,2;0,2;1,1;1,1;1,0;2,0;2,0;3,0;3,0;4,0;4,0;5,1;5,1;6,1;6,1;7,1;7,2;8,2;8,2;8,3;9,3;9,11;8,11;6,11;5,11;4,11;4,11;3,11;2,11;2,11;1,10;1,10;1,10;0,9" o:connectangles="0,0,0,0,0,0,0,0,0,0,0,0,0,0,0,0,0,0,0,0,0,0,0,0,0,0,0,0,0,0,0,0,0,0,0,0,0,0,0,0,0" textboxrect="0,0,872,1093"/>
                  <v:textbox>
                    <w:txbxContent>
                      <w:p w:rsidR="008D506F" w:rsidRDefault="008D506F" w:rsidP="008D506F">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0,9;0,8;0,6;0,5;0,4;0,4;0,3;0,2;0,2;1,1;1,1;1,0;2,0;2,0;3,0;3,0;4,0;4,0;5,1;5,1;6,1;6,1;7,1;7,2;8,2;8,2;8,3;9,3;9,11;8,11;6,11;5,11;4,11;4,11;3,11;2,11;2,11;1,10;1,10;1,10;0,9" o:connectangles="0,0,0,0,0,0,0,0,0,0,0,0,0,0,0,0,0,0,0,0,0,0,0,0,0,0,0,0,0,0,0,0,0,0,0,0,0,0,0,0,0" textboxrect="0,0,872,1093"/>
                  <v:textbox>
                    <w:txbxContent>
                      <w:p w:rsidR="008D506F" w:rsidRDefault="008D506F" w:rsidP="008D506F">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9,28;8,27;8,27;7,26;7,26;6,26;5,25;5,25;4,25;4,24;3,24;2,24;1,24;1,22;2,20;3,17;3,15;4,13;5,11;6,8;7,5;7,3;8,2;8,1;8,1;9,0;9,0;9,0;10,0;10,1;11,1;11,2;11,3;12,5;13,8;14,11;14,13;15,15;16,17;17,20;18,22;18,24;17,24;16,24;15,24;14,25;14,25;13,25;13,26;12,26;11,26;11,27;10,27;10,28" o:connectangles="0,0,0,0,0,0,0,0,0,0,0,0,0,0,0,0,0,0,0,0,0,0,0,0,0,0,0,0,0,0,0,0,0,0,0,0,0,0,0,0,0,0,0,0,0,0,0,0,0,0,0,0,0,0" textboxrect="0,0,1854,2824"/>
                  <v:textbox>
                    <w:txbxContent>
                      <w:p w:rsidR="008D506F" w:rsidRDefault="008D506F" w:rsidP="008D506F">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9,28;8,27;8,27;7,26;7,26;6,26;5,25;5,25;4,25;4,24;3,24;2,24;1,24;1,22;2,20;3,17;3,15;4,13;5,11;6,8;7,5;7,3;8,2;8,1;8,1;9,0;9,0;9,0;10,0;10,1;11,1;11,2;11,3;12,5;13,8;14,11;14,13;15,15;16,17;17,20;18,22;18,24;17,24;16,24;15,24;14,25;14,25;13,25;13,26;12,26;11,26;11,27;10,27;10,28" o:connectangles="0,0,0,0,0,0,0,0,0,0,0,0,0,0,0,0,0,0,0,0,0,0,0,0,0,0,0,0,0,0,0,0,0,0,0,0,0,0,0,0,0,0,0,0,0,0,0,0,0,0,0,0,0,0" textboxrect="0,0,1854,2824"/>
                  <v:textbox>
                    <w:txbxContent>
                      <w:p w:rsidR="008D506F" w:rsidRDefault="008D506F" w:rsidP="008D506F">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1,56;11,56;11,56;11,55;11,49;11,36;11,23;11,13;12,4;12,3;12,2;12,2;12,1;11,1;11,0;11,0;11,0;11,0;11,0;10,0;10,0;9,2;7,6;5,10;4,14;3,18;2,23;1,27;1,32;0,36;0,41;0,45;1,47;2,48;3,49;3,49;4,50;5,51;5,52;6,53;6,55;7,57;8,57;9,56;10,57" o:connectangles="0,0,0,0,0,0,0,0,0,0,0,0,0,0,0,0,0,0,0,0,0,0,0,0,0,0,0,0,0,0,0,0,0,0,0,0,0,0,0,0,0,0,0,0,0" textboxrect="0,0,1160,5677"/>
                  <v:textbox>
                    <w:txbxContent>
                      <w:p w:rsidR="008D506F" w:rsidRDefault="008D506F" w:rsidP="008D506F">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1,56;11,56;11,56;11,55;11,49;11,36;11,23;11,13;12,4;12,3;12,2;12,2;12,1;11,1;11,0;11,0;11,0;11,0;11,0;10,0;10,0;9,2;7,6;5,10;4,14;3,18;2,23;1,27;1,32;0,36;0,41;0,45;1,47;2,48;3,49;3,49;4,50;5,51;5,52;6,53;6,55;7,57;8,57;9,56;10,57" o:connectangles="0,0,0,0,0,0,0,0,0,0,0,0,0,0,0,0,0,0,0,0,0,0,0,0,0,0,0,0,0,0,0,0,0,0,0,0,0,0,0,0,0,0,0,0,0" textboxrect="0,0,1160,5677"/>
                  <v:textbox>
                    <w:txbxContent>
                      <w:p w:rsidR="008D506F" w:rsidRDefault="008D506F" w:rsidP="008D506F">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56;1,56;1,56;0,56;0,49;0,36;0,23;0,13;0,4;0,3;0,2;0,2;0,1;0,1;0,0;0,0;1,0;1,0;1,0;2,0;2,1;3,2;5,6;7,10;8,14;9,18;10,23;11,27;11,32;11,37;12,41;12,45;11,47;10,48;9,49;8,50;8,50;7,51;7,52;6,53;6,54;5,56;4,57;3,57;2,57;2,57" o:connectangles="0,0,0,0,0,0,0,0,0,0,0,0,0,0,0,0,0,0,0,0,0,0,0,0,0,0,0,0,0,0,0,0,0,0,0,0,0,0,0,0,0,0,0,0,0,0" textboxrect="0,0,1160,5676"/>
                  <v:textbox>
                    <w:txbxContent>
                      <w:p w:rsidR="008D506F" w:rsidRDefault="008D506F" w:rsidP="008D506F">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56;1,56;1,56;0,56;0,49;0,36;0,23;0,13;0,4;0,3;0,2;0,2;0,1;0,1;0,0;0,0;1,0;1,0;1,0;2,0;2,1;3,2;5,6;7,10;8,14;9,18;10,23;11,27;11,32;11,37;12,41;12,45;11,47;10,48;9,49;8,50;8,50;7,51;7,52;6,53;6,54;5,56;4,57;3,57;2,57;2,57" o:connectangles="0,0,0,0,0,0,0,0,0,0,0,0,0,0,0,0,0,0,0,0,0,0,0,0,0,0,0,0,0,0,0,0,0,0,0,0,0,0,0,0,0,0,0,0,0,0" textboxrect="0,0,1160,5676"/>
                  <v:textbox>
                    <w:txbxContent>
                      <w:p w:rsidR="008D506F" w:rsidRDefault="008D506F" w:rsidP="008D506F">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8D506F" w:rsidRDefault="008D506F" w:rsidP="008D506F">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16;4,16;4,0;0,0;0,16;0,16;0,16;0,16;0,16;4,16" o:connectangles="0,0,0,0,0,0,0,0,0,0" textboxrect="0,0,400,1632"/>
                  <v:textbox>
                    <w:txbxContent>
                      <w:p w:rsidR="008D506F" w:rsidRDefault="008D506F" w:rsidP="008D506F">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7;16,17;15,16;14,16;13,15;13,14;12,14;11,13;10,12;9,11;8,11;8,10;7,9;7,8;6,7;6,6;5,5;5,4;5,3;4,2;4,1;4,0;0,1;0,2;1,4;1,5;1,6;2,7;2,8;3,10;4,11;4,12;5,13;6,14;7,15;8,16;9,17;10,17;11,18;12,19;13,20;14,20;15,21;16,21;18,17" o:connectangles="0,0,0,0,0,0,0,0,0,0,0,0,0,0,0,0,0,0,0,0,0,0,0,0,0,0,0,0,0,0,0,0,0,0,0,0,0,0,0,0,0,0,0,0,0" textboxrect="0,0,1748,2097"/>
                  <v:textbox>
                    <w:txbxContent>
                      <w:p w:rsidR="008D506F" w:rsidRDefault="008D506F" w:rsidP="008D506F">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17;42,17;2,0;0,4;40,20;42,20;40,20;41,21;42,20;40,17" o:connectangles="0,0,0,0,0,0,0,0,0,0" textboxrect="0,0,4190,2060"/>
                  <v:textbox>
                    <w:txbxContent>
                      <w:p w:rsidR="008D506F" w:rsidRDefault="008D506F" w:rsidP="008D506F">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0;40,0;0,17;2,20;42,4;42,4;40,0;40,0;40,0;40,0" o:connectangles="0,0,0,0,0,0,0,0,0,0" textboxrect="0,0,4190,2031"/>
                  <v:textbox>
                    <w:txbxContent>
                      <w:p w:rsidR="008D506F" w:rsidRDefault="008D506F" w:rsidP="008D506F">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0;13,1;13,2;13,3;13,4;12,5;12,6;11,7;11,8;10,9;9,10;9,11;8,12;7,13;6,13;5,14;5,15;4,15;3,16;2,16;1,17;0,17;2,21;3,20;4,20;6,19;7,18;8,17;9,17;10,16;11,15;11,14;12,13;13,12;14,11;14,10;15,8;16,7;16,6;17,5;17,4;17,2;17,1;17,0;17,0" o:connectangles="0,0,0,0,0,0,0,0,0,0,0,0,0,0,0,0,0,0,0,0,0,0,0,0,0,0,0,0,0,0,0,0,0,0,0,0,0,0,0,0,0,0,0,0,0" textboxrect="0,0,1744,2097"/>
                  <v:textbox>
                    <w:txbxContent>
                      <w:p w:rsidR="008D506F" w:rsidRDefault="008D506F" w:rsidP="008D506F">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4;0,2;0,134;4,134;4,2;2,0;4,2;4,0;2,0;2,4" o:connectangles="0,0,0,0,0,0,0,0,0,0" textboxrect="0,0,400,13403"/>
                  <v:textbox>
                    <w:txbxContent>
                      <w:p w:rsidR="008D506F" w:rsidRDefault="008D506F" w:rsidP="008D506F">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8D506F" w:rsidRDefault="008D506F" w:rsidP="008D506F">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2;2,4;57,4;57,0;2,0;0,2;2,0;0,0;0,2;4,2" o:connectangles="0,0,0,0,0,0,0,0,0,0" textboxrect="0,0,5711,400"/>
                  <v:textbox>
                    <w:txbxContent>
                      <w:p w:rsidR="008D506F" w:rsidRDefault="008D506F" w:rsidP="008D506F">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41;4,41;4,0;0,0;0,41;2,41" o:connectangles="0,0,0,0,0,0" textboxrect="0,0,400,4097"/>
                  <v:textbox>
                    <w:txbxContent>
                      <w:p w:rsidR="008D506F" w:rsidRDefault="008D506F" w:rsidP="008D506F">
                        <w:pPr>
                          <w:rPr>
                            <w:rFonts w:eastAsia="Times New Roman"/>
                          </w:rPr>
                        </w:pPr>
                      </w:p>
                    </w:txbxContent>
                  </v:textbox>
                </v:shape>
                <w10:wrap anchorx="margin"/>
              </v:group>
            </w:pict>
          </mc:Fallback>
        </mc:AlternateContent>
      </w:r>
    </w:p>
    <w:p w:rsidR="008D506F" w:rsidRDefault="008D506F" w:rsidP="008D506F">
      <w:pPr>
        <w:tabs>
          <w:tab w:val="left" w:pos="708"/>
        </w:tabs>
        <w:spacing w:after="0" w:line="240" w:lineRule="auto"/>
        <w:jc w:val="center"/>
        <w:rPr>
          <w:rFonts w:ascii="Times New Roman" w:eastAsia="Arial Unicode MS" w:hAnsi="Times New Roman"/>
          <w:b/>
          <w:color w:val="000000"/>
          <w:sz w:val="24"/>
          <w:szCs w:val="24"/>
        </w:rPr>
      </w:pPr>
    </w:p>
    <w:p w:rsidR="008D506F" w:rsidRDefault="008D506F" w:rsidP="008D506F">
      <w:pPr>
        <w:tabs>
          <w:tab w:val="left" w:pos="708"/>
        </w:tabs>
        <w:spacing w:after="0" w:line="240" w:lineRule="auto"/>
        <w:jc w:val="center"/>
        <w:rPr>
          <w:rFonts w:ascii="Times New Roman" w:eastAsia="Arial Unicode MS" w:hAnsi="Times New Roman"/>
          <w:b/>
          <w:color w:val="000000"/>
          <w:sz w:val="24"/>
          <w:szCs w:val="24"/>
        </w:rPr>
      </w:pPr>
    </w:p>
    <w:p w:rsidR="008D506F" w:rsidRDefault="008D506F" w:rsidP="008D506F">
      <w:pPr>
        <w:tabs>
          <w:tab w:val="left" w:pos="708"/>
        </w:tabs>
        <w:spacing w:after="0" w:line="240" w:lineRule="auto"/>
        <w:jc w:val="center"/>
        <w:rPr>
          <w:rFonts w:ascii="Times New Roman" w:eastAsia="Arial Unicode MS" w:hAnsi="Times New Roman"/>
          <w:b/>
          <w:color w:val="000000"/>
          <w:sz w:val="24"/>
          <w:szCs w:val="24"/>
        </w:rPr>
      </w:pPr>
    </w:p>
    <w:p w:rsidR="008D506F" w:rsidRDefault="008D506F" w:rsidP="008D506F">
      <w:pPr>
        <w:tabs>
          <w:tab w:val="left" w:pos="708"/>
        </w:tabs>
        <w:spacing w:after="0" w:line="240" w:lineRule="auto"/>
        <w:jc w:val="center"/>
        <w:rPr>
          <w:rFonts w:ascii="Times New Roman" w:eastAsia="Arial Unicode MS" w:hAnsi="Times New Roman"/>
          <w:b/>
          <w:color w:val="000000"/>
          <w:sz w:val="24"/>
          <w:szCs w:val="24"/>
        </w:rPr>
      </w:pPr>
    </w:p>
    <w:p w:rsidR="008D506F" w:rsidRDefault="008D506F" w:rsidP="008D506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8D506F" w:rsidRDefault="008D506F" w:rsidP="008D506F">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8D506F" w:rsidRDefault="008D506F" w:rsidP="008D506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8D506F" w:rsidRDefault="008D506F" w:rsidP="008D506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8D506F" w:rsidRDefault="008D506F" w:rsidP="008D506F">
      <w:pPr>
        <w:tabs>
          <w:tab w:val="left" w:pos="708"/>
        </w:tabs>
        <w:spacing w:after="0" w:line="240" w:lineRule="auto"/>
        <w:jc w:val="center"/>
        <w:rPr>
          <w:rFonts w:ascii="Times New Roman" w:eastAsia="Arial Unicode MS" w:hAnsi="Times New Roman"/>
          <w:b/>
          <w:color w:val="000000"/>
          <w:sz w:val="24"/>
          <w:szCs w:val="24"/>
        </w:rPr>
      </w:pPr>
    </w:p>
    <w:p w:rsidR="008D506F" w:rsidRDefault="008D506F" w:rsidP="008D506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8D506F" w:rsidRDefault="008D506F" w:rsidP="008D506F">
      <w:pPr>
        <w:tabs>
          <w:tab w:val="left" w:pos="708"/>
        </w:tabs>
        <w:spacing w:after="0" w:line="240" w:lineRule="auto"/>
        <w:jc w:val="center"/>
        <w:rPr>
          <w:rFonts w:ascii="Times New Roman" w:eastAsia="Arial Unicode MS" w:hAnsi="Times New Roman"/>
          <w:b/>
          <w:color w:val="000000"/>
          <w:sz w:val="24"/>
          <w:szCs w:val="24"/>
        </w:rPr>
      </w:pPr>
    </w:p>
    <w:p w:rsidR="008D506F" w:rsidRDefault="008D506F" w:rsidP="008D506F">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8D506F" w:rsidRDefault="008D506F" w:rsidP="008D506F">
      <w:pPr>
        <w:tabs>
          <w:tab w:val="left" w:pos="708"/>
        </w:tabs>
        <w:spacing w:after="0" w:line="240" w:lineRule="auto"/>
        <w:rPr>
          <w:rFonts w:ascii="Times New Roman" w:eastAsia="Arial Unicode MS" w:hAnsi="Times New Roman"/>
          <w:color w:val="000000"/>
          <w:sz w:val="24"/>
          <w:szCs w:val="24"/>
        </w:rPr>
      </w:pPr>
    </w:p>
    <w:p w:rsidR="008D506F" w:rsidRDefault="008D506F" w:rsidP="008D506F">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3</w:t>
      </w:r>
      <w:r>
        <w:rPr>
          <w:rFonts w:ascii="Times New Roman" w:eastAsia="Arial Unicode MS" w:hAnsi="Times New Roman"/>
          <w:color w:val="000000"/>
          <w:sz w:val="24"/>
          <w:szCs w:val="24"/>
        </w:rPr>
        <w:t>.07.2021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7</w:t>
      </w:r>
    </w:p>
    <w:p w:rsidR="008D506F" w:rsidRDefault="008D506F" w:rsidP="008D506F">
      <w:pPr>
        <w:tabs>
          <w:tab w:val="left" w:pos="4424"/>
        </w:tabs>
        <w:spacing w:after="0"/>
        <w:rPr>
          <w:rFonts w:ascii="Times New Roman" w:eastAsia="Arial Unicode MS" w:hAnsi="Times New Roman"/>
          <w:sz w:val="24"/>
          <w:szCs w:val="24"/>
        </w:rPr>
      </w:pPr>
    </w:p>
    <w:p w:rsidR="008D506F" w:rsidRPr="00D82474" w:rsidRDefault="008D506F" w:rsidP="008D506F">
      <w:pPr>
        <w:spacing w:after="0"/>
        <w:rPr>
          <w:rFonts w:ascii="Times New Roman" w:hAnsi="Times New Roman"/>
          <w:b/>
          <w:sz w:val="24"/>
          <w:szCs w:val="24"/>
        </w:rPr>
      </w:pPr>
      <w:r w:rsidRPr="00D82474">
        <w:rPr>
          <w:rFonts w:ascii="Times New Roman" w:hAnsi="Times New Roman"/>
          <w:b/>
          <w:sz w:val="24"/>
          <w:szCs w:val="24"/>
        </w:rPr>
        <w:t>Про затвердження умов оренди нерухомого</w:t>
      </w:r>
    </w:p>
    <w:p w:rsidR="008D506F" w:rsidRPr="00D82474" w:rsidRDefault="008D506F" w:rsidP="008D506F">
      <w:pPr>
        <w:spacing w:after="0"/>
        <w:rPr>
          <w:rFonts w:ascii="Times New Roman" w:hAnsi="Times New Roman"/>
          <w:b/>
          <w:sz w:val="24"/>
          <w:szCs w:val="24"/>
        </w:rPr>
      </w:pPr>
      <w:r w:rsidRPr="00D82474">
        <w:rPr>
          <w:rFonts w:ascii="Times New Roman" w:hAnsi="Times New Roman"/>
          <w:b/>
          <w:sz w:val="24"/>
          <w:szCs w:val="24"/>
        </w:rPr>
        <w:t xml:space="preserve">майна </w:t>
      </w:r>
      <w:proofErr w:type="spellStart"/>
      <w:r w:rsidRPr="00D82474">
        <w:rPr>
          <w:rFonts w:ascii="Times New Roman" w:hAnsi="Times New Roman"/>
          <w:b/>
          <w:sz w:val="24"/>
          <w:szCs w:val="24"/>
        </w:rPr>
        <w:t>Крупецької</w:t>
      </w:r>
      <w:proofErr w:type="spellEnd"/>
      <w:r w:rsidRPr="00D82474">
        <w:rPr>
          <w:rFonts w:ascii="Times New Roman" w:hAnsi="Times New Roman"/>
          <w:b/>
          <w:sz w:val="24"/>
          <w:szCs w:val="24"/>
        </w:rPr>
        <w:t xml:space="preserve"> сільської ради </w:t>
      </w:r>
    </w:p>
    <w:p w:rsidR="008D506F" w:rsidRPr="00D82474" w:rsidRDefault="008D506F" w:rsidP="008D506F">
      <w:pPr>
        <w:spacing w:after="0"/>
        <w:rPr>
          <w:rFonts w:ascii="Times New Roman" w:hAnsi="Times New Roman"/>
          <w:b/>
          <w:sz w:val="24"/>
          <w:szCs w:val="24"/>
        </w:rPr>
      </w:pPr>
      <w:r w:rsidRPr="00D82474">
        <w:rPr>
          <w:rFonts w:ascii="Times New Roman" w:hAnsi="Times New Roman"/>
          <w:b/>
          <w:sz w:val="24"/>
          <w:szCs w:val="24"/>
        </w:rPr>
        <w:t>шляхом проведення аукціону</w:t>
      </w:r>
    </w:p>
    <w:p w:rsidR="008D506F" w:rsidRPr="00D82474" w:rsidRDefault="008D506F" w:rsidP="008D506F">
      <w:pPr>
        <w:spacing w:after="0"/>
        <w:rPr>
          <w:rFonts w:ascii="Times New Roman" w:hAnsi="Times New Roman"/>
          <w:sz w:val="24"/>
          <w:szCs w:val="24"/>
        </w:rPr>
      </w:pPr>
    </w:p>
    <w:p w:rsidR="008D506F" w:rsidRPr="00D82474" w:rsidRDefault="008D506F" w:rsidP="008D506F">
      <w:pPr>
        <w:spacing w:after="0"/>
        <w:ind w:firstLine="567"/>
        <w:jc w:val="both"/>
        <w:rPr>
          <w:rFonts w:ascii="Times New Roman" w:hAnsi="Times New Roman"/>
          <w:sz w:val="24"/>
          <w:szCs w:val="24"/>
        </w:rPr>
      </w:pPr>
      <w:r w:rsidRPr="00D82474">
        <w:rPr>
          <w:rFonts w:ascii="Times New Roman" w:hAnsi="Times New Roman"/>
          <w:sz w:val="24"/>
          <w:szCs w:val="24"/>
        </w:rPr>
        <w:t xml:space="preserve">Керуючись пунктом 31 частини 1 статті 26 та частиною 5 статті 60 Закону України "Про місцеве самоврядування в Україні, Законом України «Про оренду державного та комунального майна», постановою Кабінету Міністрів України  від 3 червня 2020 р. № 483 «Деякі питання оренди державного та комунального майна», рішеннями </w:t>
      </w:r>
      <w:proofErr w:type="spellStart"/>
      <w:r w:rsidRPr="00D82474">
        <w:rPr>
          <w:rFonts w:ascii="Times New Roman" w:hAnsi="Times New Roman"/>
          <w:sz w:val="24"/>
          <w:szCs w:val="24"/>
        </w:rPr>
        <w:t>Крупецької</w:t>
      </w:r>
      <w:proofErr w:type="spellEnd"/>
      <w:r w:rsidRPr="00D82474">
        <w:rPr>
          <w:rFonts w:ascii="Times New Roman" w:hAnsi="Times New Roman"/>
          <w:sz w:val="24"/>
          <w:szCs w:val="24"/>
        </w:rPr>
        <w:t xml:space="preserve"> сільської ради: від 22 квітня 2021 року № 8 «Про порядок передачі в оренду комунального майна </w:t>
      </w:r>
      <w:proofErr w:type="spellStart"/>
      <w:r w:rsidRPr="00D82474">
        <w:rPr>
          <w:rFonts w:ascii="Times New Roman" w:hAnsi="Times New Roman"/>
          <w:sz w:val="24"/>
          <w:szCs w:val="24"/>
        </w:rPr>
        <w:t>Крупецької</w:t>
      </w:r>
      <w:proofErr w:type="spellEnd"/>
      <w:r w:rsidRPr="00D82474">
        <w:rPr>
          <w:rFonts w:ascii="Times New Roman" w:hAnsi="Times New Roman"/>
          <w:sz w:val="24"/>
          <w:szCs w:val="24"/>
        </w:rPr>
        <w:t xml:space="preserve"> сільської територіальної громади», від 30.06.2021 року №15 «Про намір передачі в оренду об’єктів нерухомого майна комунальної власності», від 30.06.2021 року №16 «Про внесення змін до рішення </w:t>
      </w:r>
      <w:proofErr w:type="spellStart"/>
      <w:r w:rsidRPr="00D82474">
        <w:rPr>
          <w:rFonts w:ascii="Times New Roman" w:hAnsi="Times New Roman"/>
          <w:sz w:val="24"/>
          <w:szCs w:val="24"/>
        </w:rPr>
        <w:t>Крупецької</w:t>
      </w:r>
      <w:proofErr w:type="spellEnd"/>
      <w:r w:rsidRPr="00D82474">
        <w:rPr>
          <w:rFonts w:ascii="Times New Roman" w:hAnsi="Times New Roman"/>
          <w:sz w:val="24"/>
          <w:szCs w:val="24"/>
        </w:rPr>
        <w:t xml:space="preserve"> сільської ради від 22 квітня 2021 року №8 «Про порядок передачі в оренду комунального майна </w:t>
      </w:r>
      <w:proofErr w:type="spellStart"/>
      <w:r w:rsidRPr="00D82474">
        <w:rPr>
          <w:rFonts w:ascii="Times New Roman" w:hAnsi="Times New Roman"/>
          <w:sz w:val="24"/>
          <w:szCs w:val="24"/>
        </w:rPr>
        <w:t>Крупецької</w:t>
      </w:r>
      <w:proofErr w:type="spellEnd"/>
      <w:r w:rsidRPr="00D82474">
        <w:rPr>
          <w:rFonts w:ascii="Times New Roman" w:hAnsi="Times New Roman"/>
          <w:sz w:val="24"/>
          <w:szCs w:val="24"/>
        </w:rPr>
        <w:t xml:space="preserve"> сільської територіальної громади» та з метою раціонального використання майна комунальної власності </w:t>
      </w:r>
      <w:proofErr w:type="spellStart"/>
      <w:r w:rsidRPr="00D82474">
        <w:rPr>
          <w:rFonts w:ascii="Times New Roman" w:hAnsi="Times New Roman"/>
          <w:sz w:val="24"/>
          <w:szCs w:val="24"/>
        </w:rPr>
        <w:t>Крупецької</w:t>
      </w:r>
      <w:proofErr w:type="spellEnd"/>
      <w:r w:rsidRPr="00D82474">
        <w:rPr>
          <w:rFonts w:ascii="Times New Roman" w:hAnsi="Times New Roman"/>
          <w:sz w:val="24"/>
          <w:szCs w:val="24"/>
        </w:rPr>
        <w:t xml:space="preserve"> сільської ради, сільська рада</w:t>
      </w:r>
    </w:p>
    <w:p w:rsidR="008D506F" w:rsidRPr="00D82474" w:rsidRDefault="008D506F" w:rsidP="008D506F">
      <w:pPr>
        <w:tabs>
          <w:tab w:val="left" w:pos="2160"/>
        </w:tabs>
        <w:spacing w:after="0"/>
        <w:ind w:firstLine="567"/>
        <w:jc w:val="both"/>
        <w:rPr>
          <w:rFonts w:ascii="Times New Roman" w:hAnsi="Times New Roman"/>
          <w:sz w:val="24"/>
          <w:szCs w:val="24"/>
        </w:rPr>
      </w:pPr>
      <w:r w:rsidRPr="00D82474">
        <w:rPr>
          <w:rFonts w:ascii="Times New Roman" w:eastAsia="Arial Unicode MS" w:hAnsi="Times New Roman"/>
          <w:sz w:val="24"/>
          <w:szCs w:val="24"/>
        </w:rPr>
        <w:t>ВИРІШИЛА:</w:t>
      </w:r>
    </w:p>
    <w:p w:rsidR="008D506F" w:rsidRPr="00D82474" w:rsidRDefault="008D506F" w:rsidP="008D506F">
      <w:pPr>
        <w:pStyle w:val="af3"/>
        <w:numPr>
          <w:ilvl w:val="0"/>
          <w:numId w:val="1"/>
        </w:numPr>
        <w:shd w:val="clear" w:color="auto" w:fill="FFFFFF"/>
        <w:spacing w:before="0" w:beforeAutospacing="0" w:after="0" w:afterAutospacing="0" w:line="276" w:lineRule="auto"/>
        <w:ind w:left="0" w:firstLine="851"/>
        <w:jc w:val="both"/>
      </w:pPr>
      <w:r w:rsidRPr="00D82474">
        <w:t xml:space="preserve">Затвердити умови передачі в оренду нерухомого майна, частини будівлі «Будинок торгівлі», площею 152,1 </w:t>
      </w:r>
      <w:proofErr w:type="spellStart"/>
      <w:r w:rsidRPr="00D82474">
        <w:t>кв</w:t>
      </w:r>
      <w:proofErr w:type="spellEnd"/>
      <w:r w:rsidRPr="00D82474">
        <w:t>.</w:t>
      </w:r>
      <w:r>
        <w:t xml:space="preserve"> </w:t>
      </w:r>
      <w:r w:rsidRPr="00D82474">
        <w:t xml:space="preserve">м, за </w:t>
      </w:r>
      <w:proofErr w:type="spellStart"/>
      <w:r w:rsidRPr="00D82474">
        <w:t>адресою</w:t>
      </w:r>
      <w:proofErr w:type="spellEnd"/>
      <w:r w:rsidRPr="00D82474">
        <w:t>: с.</w:t>
      </w:r>
      <w:r>
        <w:t xml:space="preserve"> </w:t>
      </w:r>
      <w:proofErr w:type="spellStart"/>
      <w:r w:rsidRPr="00D82474">
        <w:t>Колом’є</w:t>
      </w:r>
      <w:proofErr w:type="spellEnd"/>
      <w:r w:rsidRPr="00D82474">
        <w:t xml:space="preserve">, </w:t>
      </w:r>
      <w:proofErr w:type="spellStart"/>
      <w:r w:rsidRPr="00D82474">
        <w:t>вул.Миру</w:t>
      </w:r>
      <w:proofErr w:type="spellEnd"/>
      <w:r w:rsidRPr="00D82474">
        <w:t>, 109</w:t>
      </w:r>
      <w:r>
        <w:t xml:space="preserve"> </w:t>
      </w:r>
      <w:r w:rsidRPr="00D82474">
        <w:t>а, шляхом проведення аукціону згідно з Додатком №1 (додаток 1).</w:t>
      </w:r>
    </w:p>
    <w:p w:rsidR="008D506F" w:rsidRPr="00D82474" w:rsidRDefault="008D506F" w:rsidP="008D506F">
      <w:pPr>
        <w:pStyle w:val="af3"/>
        <w:numPr>
          <w:ilvl w:val="0"/>
          <w:numId w:val="1"/>
        </w:numPr>
        <w:shd w:val="clear" w:color="auto" w:fill="FFFFFF"/>
        <w:spacing w:before="0" w:beforeAutospacing="0" w:after="0" w:afterAutospacing="0" w:line="276" w:lineRule="auto"/>
        <w:ind w:left="0" w:firstLine="851"/>
        <w:jc w:val="both"/>
      </w:pPr>
      <w:r w:rsidRPr="00D82474">
        <w:t xml:space="preserve">Доручити головному спеціалісту з юридичної роботи оприлюднити в електронній торговій системі оголошення про передачу в оренду нерухомого майна комунальної власності </w:t>
      </w:r>
      <w:proofErr w:type="spellStart"/>
      <w:r w:rsidRPr="00D82474">
        <w:t>Крупецької</w:t>
      </w:r>
      <w:proofErr w:type="spellEnd"/>
      <w:r w:rsidRPr="00D82474">
        <w:t xml:space="preserve"> сільської ради шляхом проведення аукціону </w:t>
      </w:r>
      <w:r w:rsidRPr="00D82474">
        <w:rPr>
          <w:bCs/>
        </w:rPr>
        <w:t>(додаток 2)</w:t>
      </w:r>
      <w:r w:rsidRPr="00D82474">
        <w:t xml:space="preserve"> згідно з умовами зазначеними в пункті 1 цього рішення</w:t>
      </w:r>
      <w:r w:rsidRPr="00D82474">
        <w:rPr>
          <w:bCs/>
        </w:rPr>
        <w:t xml:space="preserve"> та з дотриманням вимог чинного законодавства</w:t>
      </w:r>
      <w:r w:rsidRPr="00D82474">
        <w:rPr>
          <w:lang w:eastAsia="ru-RU"/>
        </w:rPr>
        <w:t>.</w:t>
      </w:r>
    </w:p>
    <w:p w:rsidR="008D506F" w:rsidRPr="00B855A7" w:rsidRDefault="008D506F" w:rsidP="008D506F">
      <w:pPr>
        <w:pStyle w:val="af5"/>
        <w:numPr>
          <w:ilvl w:val="0"/>
          <w:numId w:val="1"/>
        </w:numPr>
        <w:autoSpaceDE w:val="0"/>
        <w:autoSpaceDN w:val="0"/>
        <w:adjustRightInd w:val="0"/>
        <w:spacing w:after="0"/>
        <w:ind w:left="0" w:firstLine="567"/>
        <w:jc w:val="both"/>
        <w:rPr>
          <w:rFonts w:ascii="Times New Roman" w:hAnsi="Times New Roman"/>
          <w:bCs/>
          <w:sz w:val="24"/>
          <w:szCs w:val="24"/>
        </w:rPr>
      </w:pPr>
      <w:r w:rsidRPr="00D82474">
        <w:rPr>
          <w:rFonts w:ascii="Times New Roman" w:hAnsi="Times New Roman"/>
          <w:sz w:val="24"/>
          <w:szCs w:val="24"/>
        </w:rPr>
        <w:lastRenderedPageBreak/>
        <w:t xml:space="preserve">Контроль за </w:t>
      </w:r>
      <w:proofErr w:type="spellStart"/>
      <w:r w:rsidRPr="00D82474">
        <w:rPr>
          <w:rFonts w:ascii="Times New Roman" w:hAnsi="Times New Roman"/>
          <w:sz w:val="24"/>
          <w:szCs w:val="24"/>
        </w:rPr>
        <w:t>виконанням</w:t>
      </w:r>
      <w:proofErr w:type="spellEnd"/>
      <w:r w:rsidRPr="00D82474">
        <w:rPr>
          <w:rFonts w:ascii="Times New Roman" w:hAnsi="Times New Roman"/>
          <w:sz w:val="24"/>
          <w:szCs w:val="24"/>
        </w:rPr>
        <w:t xml:space="preserve"> </w:t>
      </w:r>
      <w:proofErr w:type="spellStart"/>
      <w:r w:rsidRPr="00D82474">
        <w:rPr>
          <w:rFonts w:ascii="Times New Roman" w:hAnsi="Times New Roman"/>
          <w:sz w:val="24"/>
          <w:szCs w:val="24"/>
        </w:rPr>
        <w:t>цього</w:t>
      </w:r>
      <w:proofErr w:type="spellEnd"/>
      <w:r w:rsidRPr="00D82474">
        <w:rPr>
          <w:rFonts w:ascii="Times New Roman" w:hAnsi="Times New Roman"/>
          <w:sz w:val="24"/>
          <w:szCs w:val="24"/>
        </w:rPr>
        <w:t xml:space="preserve"> </w:t>
      </w:r>
      <w:proofErr w:type="spellStart"/>
      <w:proofErr w:type="gramStart"/>
      <w:r w:rsidRPr="00D82474">
        <w:rPr>
          <w:rFonts w:ascii="Times New Roman" w:hAnsi="Times New Roman"/>
          <w:sz w:val="24"/>
          <w:szCs w:val="24"/>
        </w:rPr>
        <w:t>р</w:t>
      </w:r>
      <w:proofErr w:type="gramEnd"/>
      <w:r w:rsidRPr="00D82474">
        <w:rPr>
          <w:rFonts w:ascii="Times New Roman" w:hAnsi="Times New Roman"/>
          <w:sz w:val="24"/>
          <w:szCs w:val="24"/>
        </w:rPr>
        <w:t>ішення</w:t>
      </w:r>
      <w:proofErr w:type="spellEnd"/>
      <w:r w:rsidRPr="00D82474">
        <w:rPr>
          <w:rFonts w:ascii="Times New Roman" w:hAnsi="Times New Roman"/>
          <w:sz w:val="24"/>
          <w:szCs w:val="24"/>
        </w:rPr>
        <w:t xml:space="preserve"> </w:t>
      </w:r>
      <w:proofErr w:type="spellStart"/>
      <w:r w:rsidRPr="00D82474">
        <w:rPr>
          <w:rFonts w:ascii="Times New Roman" w:hAnsi="Times New Roman"/>
          <w:sz w:val="24"/>
          <w:szCs w:val="24"/>
        </w:rPr>
        <w:t>покласти</w:t>
      </w:r>
      <w:proofErr w:type="spellEnd"/>
      <w:r w:rsidRPr="00D82474">
        <w:rPr>
          <w:rFonts w:ascii="Times New Roman" w:hAnsi="Times New Roman"/>
          <w:sz w:val="24"/>
          <w:szCs w:val="24"/>
        </w:rPr>
        <w:t xml:space="preserve"> на </w:t>
      </w:r>
      <w:proofErr w:type="spellStart"/>
      <w:r w:rsidRPr="00D82474">
        <w:rPr>
          <w:rFonts w:ascii="Times New Roman" w:hAnsi="Times New Roman"/>
          <w:sz w:val="24"/>
          <w:szCs w:val="24"/>
        </w:rPr>
        <w:t>постійну</w:t>
      </w:r>
      <w:proofErr w:type="spellEnd"/>
      <w:r w:rsidRPr="00D82474">
        <w:rPr>
          <w:rFonts w:ascii="Times New Roman" w:hAnsi="Times New Roman"/>
          <w:sz w:val="24"/>
          <w:szCs w:val="24"/>
        </w:rPr>
        <w:t xml:space="preserve"> </w:t>
      </w:r>
      <w:proofErr w:type="spellStart"/>
      <w:r w:rsidRPr="00D82474">
        <w:rPr>
          <w:rFonts w:ascii="Times New Roman" w:hAnsi="Times New Roman"/>
          <w:sz w:val="24"/>
          <w:szCs w:val="24"/>
        </w:rPr>
        <w:t>комісію</w:t>
      </w:r>
      <w:proofErr w:type="spellEnd"/>
      <w:r w:rsidRPr="00D82474">
        <w:rPr>
          <w:rFonts w:ascii="Times New Roman" w:hAnsi="Times New Roman"/>
          <w:sz w:val="24"/>
          <w:szCs w:val="24"/>
        </w:rPr>
        <w:t xml:space="preserve"> з </w:t>
      </w:r>
      <w:proofErr w:type="spellStart"/>
      <w:r w:rsidRPr="00D82474">
        <w:rPr>
          <w:rFonts w:ascii="Times New Roman" w:hAnsi="Times New Roman"/>
          <w:sz w:val="24"/>
          <w:szCs w:val="24"/>
        </w:rPr>
        <w:t>питань</w:t>
      </w:r>
      <w:proofErr w:type="spellEnd"/>
      <w:r w:rsidRPr="00D82474">
        <w:rPr>
          <w:rFonts w:ascii="Times New Roman" w:hAnsi="Times New Roman"/>
          <w:sz w:val="24"/>
          <w:szCs w:val="24"/>
        </w:rPr>
        <w:t xml:space="preserve"> </w:t>
      </w:r>
      <w:proofErr w:type="spellStart"/>
      <w:r w:rsidRPr="00D82474">
        <w:rPr>
          <w:rFonts w:ascii="Times New Roman" w:hAnsi="Times New Roman"/>
          <w:sz w:val="24"/>
          <w:szCs w:val="24"/>
        </w:rPr>
        <w:t>комунальної</w:t>
      </w:r>
      <w:proofErr w:type="spellEnd"/>
      <w:r w:rsidRPr="00D82474">
        <w:rPr>
          <w:rFonts w:ascii="Times New Roman" w:hAnsi="Times New Roman"/>
          <w:sz w:val="24"/>
          <w:szCs w:val="24"/>
        </w:rPr>
        <w:t xml:space="preserve"> </w:t>
      </w:r>
      <w:proofErr w:type="spellStart"/>
      <w:r w:rsidRPr="00D82474">
        <w:rPr>
          <w:rFonts w:ascii="Times New Roman" w:hAnsi="Times New Roman"/>
          <w:sz w:val="24"/>
          <w:szCs w:val="24"/>
        </w:rPr>
        <w:t>власності</w:t>
      </w:r>
      <w:proofErr w:type="spellEnd"/>
      <w:r w:rsidRPr="00D82474">
        <w:rPr>
          <w:rFonts w:ascii="Times New Roman" w:hAnsi="Times New Roman"/>
          <w:sz w:val="24"/>
          <w:szCs w:val="24"/>
        </w:rPr>
        <w:t xml:space="preserve">, </w:t>
      </w:r>
      <w:proofErr w:type="spellStart"/>
      <w:r w:rsidRPr="00D82474">
        <w:rPr>
          <w:rFonts w:ascii="Times New Roman" w:hAnsi="Times New Roman"/>
          <w:sz w:val="24"/>
          <w:szCs w:val="24"/>
        </w:rPr>
        <w:t>житлово</w:t>
      </w:r>
      <w:proofErr w:type="spellEnd"/>
      <w:r>
        <w:rPr>
          <w:rFonts w:ascii="Times New Roman" w:hAnsi="Times New Roman"/>
          <w:sz w:val="24"/>
          <w:szCs w:val="24"/>
          <w:lang w:val="uk-UA"/>
        </w:rPr>
        <w:t xml:space="preserve"> </w:t>
      </w:r>
      <w:r w:rsidRPr="00D82474">
        <w:rPr>
          <w:rFonts w:ascii="Times New Roman" w:hAnsi="Times New Roman"/>
          <w:sz w:val="24"/>
          <w:szCs w:val="24"/>
        </w:rPr>
        <w:t>-</w:t>
      </w:r>
      <w:r>
        <w:rPr>
          <w:rFonts w:ascii="Times New Roman" w:hAnsi="Times New Roman"/>
          <w:sz w:val="24"/>
          <w:szCs w:val="24"/>
          <w:lang w:val="uk-UA"/>
        </w:rPr>
        <w:t xml:space="preserve"> </w:t>
      </w:r>
      <w:proofErr w:type="spellStart"/>
      <w:r w:rsidRPr="00D82474">
        <w:rPr>
          <w:rFonts w:ascii="Times New Roman" w:hAnsi="Times New Roman"/>
          <w:sz w:val="24"/>
          <w:szCs w:val="24"/>
        </w:rPr>
        <w:t>комунального</w:t>
      </w:r>
      <w:proofErr w:type="spellEnd"/>
      <w:r w:rsidRPr="00D82474">
        <w:rPr>
          <w:rFonts w:ascii="Times New Roman" w:hAnsi="Times New Roman"/>
          <w:sz w:val="24"/>
          <w:szCs w:val="24"/>
        </w:rPr>
        <w:t xml:space="preserve"> </w:t>
      </w:r>
      <w:proofErr w:type="spellStart"/>
      <w:r w:rsidRPr="00D82474">
        <w:rPr>
          <w:rFonts w:ascii="Times New Roman" w:hAnsi="Times New Roman"/>
          <w:sz w:val="24"/>
          <w:szCs w:val="24"/>
        </w:rPr>
        <w:t>господарства</w:t>
      </w:r>
      <w:proofErr w:type="spellEnd"/>
      <w:r w:rsidRPr="00D82474">
        <w:rPr>
          <w:rFonts w:ascii="Times New Roman" w:hAnsi="Times New Roman"/>
          <w:sz w:val="24"/>
          <w:szCs w:val="24"/>
        </w:rPr>
        <w:t xml:space="preserve">, </w:t>
      </w:r>
      <w:proofErr w:type="spellStart"/>
      <w:r w:rsidRPr="00D82474">
        <w:rPr>
          <w:rFonts w:ascii="Times New Roman" w:hAnsi="Times New Roman"/>
          <w:sz w:val="24"/>
          <w:szCs w:val="24"/>
        </w:rPr>
        <w:t>енергозбереження</w:t>
      </w:r>
      <w:proofErr w:type="spellEnd"/>
      <w:r w:rsidRPr="00D82474">
        <w:rPr>
          <w:rFonts w:ascii="Times New Roman" w:hAnsi="Times New Roman"/>
          <w:sz w:val="24"/>
          <w:szCs w:val="24"/>
        </w:rPr>
        <w:t xml:space="preserve"> та транспорту та </w:t>
      </w:r>
      <w:proofErr w:type="spellStart"/>
      <w:r w:rsidRPr="00D82474">
        <w:rPr>
          <w:rFonts w:ascii="Times New Roman" w:hAnsi="Times New Roman"/>
          <w:sz w:val="24"/>
          <w:szCs w:val="24"/>
        </w:rPr>
        <w:t>інфраструктури</w:t>
      </w:r>
      <w:proofErr w:type="spellEnd"/>
      <w:r w:rsidRPr="00D82474">
        <w:rPr>
          <w:rFonts w:ascii="Times New Roman" w:hAnsi="Times New Roman"/>
          <w:sz w:val="24"/>
          <w:szCs w:val="24"/>
        </w:rPr>
        <w:t xml:space="preserve"> (</w:t>
      </w:r>
      <w:proofErr w:type="spellStart"/>
      <w:r w:rsidRPr="00D82474">
        <w:rPr>
          <w:rFonts w:ascii="Times New Roman" w:hAnsi="Times New Roman"/>
          <w:sz w:val="24"/>
          <w:szCs w:val="24"/>
        </w:rPr>
        <w:t>Качаровський</w:t>
      </w:r>
      <w:proofErr w:type="spellEnd"/>
      <w:r w:rsidRPr="00D82474">
        <w:rPr>
          <w:rFonts w:ascii="Times New Roman" w:hAnsi="Times New Roman"/>
          <w:sz w:val="24"/>
          <w:szCs w:val="24"/>
        </w:rPr>
        <w:t xml:space="preserve"> М.Г.)</w:t>
      </w:r>
    </w:p>
    <w:p w:rsidR="008D506F" w:rsidRDefault="008D506F" w:rsidP="008D506F">
      <w:pPr>
        <w:pStyle w:val="af5"/>
        <w:autoSpaceDE w:val="0"/>
        <w:autoSpaceDN w:val="0"/>
        <w:adjustRightInd w:val="0"/>
        <w:spacing w:after="0"/>
        <w:ind w:left="567"/>
        <w:jc w:val="both"/>
        <w:rPr>
          <w:rFonts w:ascii="Times New Roman" w:hAnsi="Times New Roman"/>
          <w:sz w:val="24"/>
          <w:szCs w:val="24"/>
          <w:lang w:val="uk-UA"/>
        </w:rPr>
      </w:pPr>
    </w:p>
    <w:p w:rsidR="008D506F" w:rsidRPr="00D82474" w:rsidRDefault="008D506F" w:rsidP="008D506F">
      <w:pPr>
        <w:pStyle w:val="af5"/>
        <w:autoSpaceDE w:val="0"/>
        <w:autoSpaceDN w:val="0"/>
        <w:adjustRightInd w:val="0"/>
        <w:spacing w:after="0"/>
        <w:ind w:left="567"/>
        <w:jc w:val="both"/>
        <w:rPr>
          <w:rFonts w:ascii="Times New Roman" w:hAnsi="Times New Roman"/>
          <w:bCs/>
          <w:sz w:val="24"/>
          <w:szCs w:val="24"/>
        </w:rPr>
      </w:pPr>
    </w:p>
    <w:p w:rsidR="008D506F" w:rsidRPr="00D82474" w:rsidRDefault="008D506F" w:rsidP="008D506F">
      <w:pPr>
        <w:spacing w:before="340"/>
        <w:rPr>
          <w:rFonts w:ascii="Times New Roman" w:hAnsi="Times New Roman"/>
          <w:bCs/>
          <w:sz w:val="24"/>
          <w:szCs w:val="24"/>
        </w:rPr>
      </w:pPr>
      <w:r w:rsidRPr="00D82474">
        <w:rPr>
          <w:rFonts w:ascii="Times New Roman" w:hAnsi="Times New Roman"/>
          <w:bCs/>
          <w:sz w:val="24"/>
          <w:szCs w:val="24"/>
        </w:rPr>
        <w:t xml:space="preserve">Сільський голова                                                                                 Валерій МИХАЛЮК    </w:t>
      </w:r>
    </w:p>
    <w:p w:rsidR="008D506F" w:rsidRPr="00D82474" w:rsidRDefault="008D506F" w:rsidP="008D506F">
      <w:pPr>
        <w:pStyle w:val="af3"/>
        <w:spacing w:before="0" w:beforeAutospacing="0" w:after="0" w:afterAutospacing="0"/>
        <w:ind w:left="5664"/>
        <w:jc w:val="both"/>
      </w:pPr>
      <w:r w:rsidRPr="00D82474">
        <w:t>Додаток 1</w:t>
      </w:r>
    </w:p>
    <w:p w:rsidR="008D506F" w:rsidRPr="00D82474" w:rsidRDefault="008D506F" w:rsidP="008D506F">
      <w:pPr>
        <w:pStyle w:val="af3"/>
        <w:spacing w:before="0" w:beforeAutospacing="0" w:after="0" w:afterAutospacing="0"/>
        <w:ind w:left="5664"/>
        <w:jc w:val="both"/>
      </w:pPr>
      <w:r w:rsidRPr="00D82474">
        <w:t>до рішення Х</w:t>
      </w:r>
      <w:r w:rsidRPr="00D82474">
        <w:rPr>
          <w:lang w:val="en-US"/>
        </w:rPr>
        <w:t>III</w:t>
      </w:r>
      <w:r w:rsidRPr="00D82474">
        <w:t xml:space="preserve"> сесії </w:t>
      </w:r>
      <w:proofErr w:type="spellStart"/>
      <w:r w:rsidRPr="00D82474">
        <w:t>Крупецької</w:t>
      </w:r>
      <w:proofErr w:type="spellEnd"/>
      <w:r w:rsidRPr="00D82474">
        <w:t xml:space="preserve"> сільської ради VIІІ скликання  </w:t>
      </w:r>
    </w:p>
    <w:p w:rsidR="008D506F" w:rsidRPr="00B855A7" w:rsidRDefault="008D506F" w:rsidP="008D506F">
      <w:pPr>
        <w:pStyle w:val="af3"/>
        <w:spacing w:before="0" w:beforeAutospacing="0" w:after="0" w:afterAutospacing="0"/>
        <w:ind w:left="5664"/>
        <w:jc w:val="both"/>
        <w:rPr>
          <w:lang w:val="ru-RU"/>
        </w:rPr>
      </w:pPr>
      <w:r w:rsidRPr="00D82474">
        <w:t xml:space="preserve">від  </w:t>
      </w:r>
      <w:r w:rsidRPr="00B855A7">
        <w:rPr>
          <w:lang w:val="ru-RU"/>
        </w:rPr>
        <w:t>23</w:t>
      </w:r>
      <w:r w:rsidRPr="00D82474">
        <w:t>.0</w:t>
      </w:r>
      <w:r>
        <w:rPr>
          <w:lang w:val="ru-RU"/>
        </w:rPr>
        <w:t>7</w:t>
      </w:r>
      <w:r w:rsidRPr="00D82474">
        <w:t>.2021 року  №</w:t>
      </w:r>
      <w:r>
        <w:rPr>
          <w:lang w:val="ru-RU"/>
        </w:rPr>
        <w:t>7</w:t>
      </w:r>
    </w:p>
    <w:p w:rsidR="008D506F" w:rsidRPr="00B855A7" w:rsidRDefault="008D506F" w:rsidP="008D506F">
      <w:pPr>
        <w:pStyle w:val="af3"/>
        <w:spacing w:before="0" w:beforeAutospacing="0" w:after="0" w:afterAutospacing="0"/>
        <w:ind w:left="5664"/>
        <w:jc w:val="both"/>
        <w:rPr>
          <w:lang w:val="ru-RU"/>
        </w:rPr>
      </w:pPr>
    </w:p>
    <w:p w:rsidR="008D506F" w:rsidRPr="00B855A7" w:rsidRDefault="008D506F" w:rsidP="008D506F">
      <w:pPr>
        <w:pStyle w:val="af3"/>
        <w:spacing w:before="0" w:beforeAutospacing="0" w:after="0" w:afterAutospacing="0"/>
        <w:jc w:val="both"/>
        <w:rPr>
          <w:lang w:val="ru-RU"/>
        </w:rPr>
      </w:pPr>
    </w:p>
    <w:p w:rsidR="008D506F" w:rsidRPr="00D82474" w:rsidRDefault="008D506F" w:rsidP="008D506F">
      <w:pPr>
        <w:spacing w:after="0"/>
        <w:ind w:hanging="12"/>
        <w:jc w:val="center"/>
        <w:rPr>
          <w:rFonts w:ascii="Times New Roman" w:hAnsi="Times New Roman"/>
          <w:sz w:val="24"/>
          <w:szCs w:val="24"/>
        </w:rPr>
      </w:pPr>
      <w:r w:rsidRPr="00D82474">
        <w:rPr>
          <w:rFonts w:ascii="Times New Roman" w:hAnsi="Times New Roman"/>
          <w:sz w:val="24"/>
          <w:szCs w:val="24"/>
        </w:rPr>
        <w:t xml:space="preserve">Умови передачі в оренду нерухомого майна, </w:t>
      </w:r>
    </w:p>
    <w:p w:rsidR="008D506F" w:rsidRPr="00D82474" w:rsidRDefault="008D506F" w:rsidP="008D506F">
      <w:pPr>
        <w:spacing w:after="0"/>
        <w:ind w:hanging="12"/>
        <w:jc w:val="center"/>
        <w:rPr>
          <w:rFonts w:ascii="Times New Roman" w:hAnsi="Times New Roman"/>
          <w:sz w:val="24"/>
          <w:szCs w:val="24"/>
        </w:rPr>
      </w:pPr>
      <w:r w:rsidRPr="00D82474">
        <w:rPr>
          <w:rFonts w:ascii="Times New Roman" w:hAnsi="Times New Roman"/>
          <w:sz w:val="24"/>
          <w:szCs w:val="24"/>
        </w:rPr>
        <w:t xml:space="preserve">частина будівлі «Будинок торгівлі», площею 152,1 </w:t>
      </w:r>
      <w:proofErr w:type="spellStart"/>
      <w:r w:rsidRPr="00D82474">
        <w:rPr>
          <w:rFonts w:ascii="Times New Roman" w:hAnsi="Times New Roman"/>
          <w:sz w:val="24"/>
          <w:szCs w:val="24"/>
        </w:rPr>
        <w:t>кв</w:t>
      </w:r>
      <w:proofErr w:type="spellEnd"/>
      <w:r w:rsidRPr="00D82474">
        <w:rPr>
          <w:rFonts w:ascii="Times New Roman" w:hAnsi="Times New Roman"/>
          <w:sz w:val="24"/>
          <w:szCs w:val="24"/>
        </w:rPr>
        <w:t>.</w:t>
      </w:r>
      <w:r>
        <w:rPr>
          <w:rFonts w:ascii="Times New Roman" w:hAnsi="Times New Roman"/>
          <w:sz w:val="24"/>
          <w:szCs w:val="24"/>
        </w:rPr>
        <w:t xml:space="preserve"> </w:t>
      </w:r>
      <w:r w:rsidRPr="00D82474">
        <w:rPr>
          <w:rFonts w:ascii="Times New Roman" w:hAnsi="Times New Roman"/>
          <w:sz w:val="24"/>
          <w:szCs w:val="24"/>
        </w:rPr>
        <w:t xml:space="preserve">м, за </w:t>
      </w:r>
      <w:proofErr w:type="spellStart"/>
      <w:r w:rsidRPr="00D82474">
        <w:rPr>
          <w:rFonts w:ascii="Times New Roman" w:hAnsi="Times New Roman"/>
          <w:sz w:val="24"/>
          <w:szCs w:val="24"/>
        </w:rPr>
        <w:t>адресою</w:t>
      </w:r>
      <w:proofErr w:type="spellEnd"/>
      <w:r w:rsidRPr="00D82474">
        <w:rPr>
          <w:rFonts w:ascii="Times New Roman" w:hAnsi="Times New Roman"/>
          <w:sz w:val="24"/>
          <w:szCs w:val="24"/>
        </w:rPr>
        <w:t xml:space="preserve">: </w:t>
      </w:r>
    </w:p>
    <w:p w:rsidR="008D506F" w:rsidRPr="00D82474" w:rsidRDefault="008D506F" w:rsidP="008D506F">
      <w:pPr>
        <w:spacing w:after="0"/>
        <w:ind w:hanging="12"/>
        <w:jc w:val="center"/>
        <w:rPr>
          <w:rFonts w:ascii="Times New Roman" w:hAnsi="Times New Roman"/>
          <w:sz w:val="24"/>
          <w:szCs w:val="24"/>
        </w:rPr>
      </w:pPr>
      <w:r w:rsidRPr="00D82474">
        <w:rPr>
          <w:rFonts w:ascii="Times New Roman" w:hAnsi="Times New Roman"/>
          <w:sz w:val="24"/>
          <w:szCs w:val="24"/>
        </w:rPr>
        <w:t>с.</w:t>
      </w:r>
      <w:r>
        <w:rPr>
          <w:rFonts w:ascii="Times New Roman" w:hAnsi="Times New Roman"/>
          <w:sz w:val="24"/>
          <w:szCs w:val="24"/>
        </w:rPr>
        <w:t xml:space="preserve"> </w:t>
      </w:r>
      <w:proofErr w:type="spellStart"/>
      <w:r w:rsidRPr="00D82474">
        <w:rPr>
          <w:rFonts w:ascii="Times New Roman" w:hAnsi="Times New Roman"/>
          <w:sz w:val="24"/>
          <w:szCs w:val="24"/>
        </w:rPr>
        <w:t>Колом’є</w:t>
      </w:r>
      <w:proofErr w:type="spellEnd"/>
      <w:r w:rsidRPr="00D82474">
        <w:rPr>
          <w:rFonts w:ascii="Times New Roman" w:hAnsi="Times New Roman"/>
          <w:sz w:val="24"/>
          <w:szCs w:val="24"/>
        </w:rPr>
        <w:t>, вул.</w:t>
      </w:r>
      <w:r>
        <w:rPr>
          <w:rFonts w:ascii="Times New Roman" w:hAnsi="Times New Roman"/>
          <w:sz w:val="24"/>
          <w:szCs w:val="24"/>
        </w:rPr>
        <w:t xml:space="preserve"> </w:t>
      </w:r>
      <w:r w:rsidRPr="00D82474">
        <w:rPr>
          <w:rFonts w:ascii="Times New Roman" w:hAnsi="Times New Roman"/>
          <w:sz w:val="24"/>
          <w:szCs w:val="24"/>
        </w:rPr>
        <w:t>Миру, 109</w:t>
      </w:r>
      <w:r>
        <w:rPr>
          <w:rFonts w:ascii="Times New Roman" w:hAnsi="Times New Roman"/>
          <w:sz w:val="24"/>
          <w:szCs w:val="24"/>
        </w:rPr>
        <w:t xml:space="preserve"> </w:t>
      </w:r>
      <w:r w:rsidRPr="00D82474">
        <w:rPr>
          <w:rFonts w:ascii="Times New Roman" w:hAnsi="Times New Roman"/>
          <w:sz w:val="24"/>
          <w:szCs w:val="24"/>
        </w:rPr>
        <w:t>а, шляхом проведення аукціону</w:t>
      </w:r>
    </w:p>
    <w:p w:rsidR="008D506F" w:rsidRPr="00D82474" w:rsidRDefault="008D506F" w:rsidP="008D506F">
      <w:pPr>
        <w:spacing w:after="0"/>
        <w:ind w:hanging="12"/>
        <w:jc w:val="center"/>
        <w:rPr>
          <w:rFonts w:ascii="Times New Roman" w:hAnsi="Times New Roman"/>
          <w:sz w:val="24"/>
          <w:szCs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4791"/>
        <w:gridCol w:w="4785"/>
      </w:tblGrid>
      <w:tr w:rsidR="008D506F" w:rsidRPr="00D82474" w:rsidTr="00812B52">
        <w:tc>
          <w:tcPr>
            <w:tcW w:w="4927" w:type="dxa"/>
            <w:shd w:val="clear" w:color="auto" w:fill="auto"/>
          </w:tcPr>
          <w:p w:rsidR="008D506F" w:rsidRPr="00D82474" w:rsidRDefault="008D506F" w:rsidP="00812B52">
            <w:pPr>
              <w:jc w:val="center"/>
              <w:rPr>
                <w:rFonts w:ascii="Times New Roman" w:hAnsi="Times New Roman"/>
                <w:sz w:val="24"/>
                <w:szCs w:val="24"/>
              </w:rPr>
            </w:pPr>
            <w:r w:rsidRPr="00D82474">
              <w:rPr>
                <w:rFonts w:ascii="Times New Roman" w:hAnsi="Times New Roman"/>
                <w:sz w:val="24"/>
                <w:szCs w:val="24"/>
              </w:rPr>
              <w:t>Розмір стартової орендної плати для електронного аукціону</w:t>
            </w:r>
          </w:p>
        </w:tc>
        <w:tc>
          <w:tcPr>
            <w:tcW w:w="4928" w:type="dxa"/>
            <w:shd w:val="clear" w:color="auto" w:fill="auto"/>
          </w:tcPr>
          <w:p w:rsidR="008D506F" w:rsidRPr="00D82474" w:rsidRDefault="008D506F" w:rsidP="00812B52">
            <w:pPr>
              <w:jc w:val="center"/>
              <w:rPr>
                <w:rFonts w:ascii="Times New Roman" w:hAnsi="Times New Roman"/>
                <w:sz w:val="24"/>
                <w:szCs w:val="24"/>
              </w:rPr>
            </w:pPr>
            <w:r w:rsidRPr="00D82474">
              <w:rPr>
                <w:rFonts w:ascii="Times New Roman" w:hAnsi="Times New Roman"/>
                <w:sz w:val="24"/>
                <w:szCs w:val="24"/>
              </w:rPr>
              <w:t>1 283,08 грн.</w:t>
            </w:r>
          </w:p>
        </w:tc>
      </w:tr>
      <w:tr w:rsidR="008D506F" w:rsidRPr="00D82474" w:rsidTr="00812B52">
        <w:tc>
          <w:tcPr>
            <w:tcW w:w="4927" w:type="dxa"/>
            <w:shd w:val="clear" w:color="auto" w:fill="auto"/>
          </w:tcPr>
          <w:p w:rsidR="008D506F" w:rsidRPr="00D82474" w:rsidRDefault="008D506F" w:rsidP="00812B52">
            <w:pPr>
              <w:jc w:val="center"/>
              <w:rPr>
                <w:rFonts w:ascii="Times New Roman" w:hAnsi="Times New Roman"/>
                <w:sz w:val="24"/>
                <w:szCs w:val="24"/>
              </w:rPr>
            </w:pPr>
            <w:r w:rsidRPr="00515B7D">
              <w:rPr>
                <w:rFonts w:ascii="Times New Roman" w:hAnsi="Times New Roman"/>
                <w:sz w:val="24"/>
                <w:szCs w:val="24"/>
              </w:rPr>
              <w:t>Стартова орендна плата для повторного аукціону (50% від початкової стартової орендної плати) становить</w:t>
            </w:r>
          </w:p>
        </w:tc>
        <w:tc>
          <w:tcPr>
            <w:tcW w:w="4928" w:type="dxa"/>
            <w:shd w:val="clear" w:color="auto" w:fill="auto"/>
          </w:tcPr>
          <w:p w:rsidR="008D506F" w:rsidRPr="00D82474" w:rsidRDefault="008D506F" w:rsidP="00812B52">
            <w:pPr>
              <w:jc w:val="center"/>
              <w:rPr>
                <w:rFonts w:ascii="Times New Roman" w:hAnsi="Times New Roman"/>
                <w:sz w:val="24"/>
                <w:szCs w:val="24"/>
              </w:rPr>
            </w:pPr>
            <w:r w:rsidRPr="00D82474">
              <w:rPr>
                <w:rFonts w:ascii="Times New Roman" w:eastAsia="Times New Roman" w:hAnsi="Times New Roman"/>
                <w:sz w:val="24"/>
                <w:szCs w:val="24"/>
              </w:rPr>
              <w:t>641,54  грн. без ПДВ – для електронного аукціону із зниженням стартової орендної плати на 50 відсотків</w:t>
            </w:r>
          </w:p>
        </w:tc>
      </w:tr>
      <w:tr w:rsidR="008D506F" w:rsidRPr="00D82474" w:rsidTr="00812B52">
        <w:tc>
          <w:tcPr>
            <w:tcW w:w="4927" w:type="dxa"/>
            <w:shd w:val="clear" w:color="auto" w:fill="auto"/>
          </w:tcPr>
          <w:p w:rsidR="008D506F" w:rsidRPr="00515B7D" w:rsidRDefault="008D506F" w:rsidP="00812B52">
            <w:pPr>
              <w:jc w:val="center"/>
              <w:rPr>
                <w:rFonts w:ascii="Times New Roman" w:hAnsi="Times New Roman"/>
                <w:sz w:val="24"/>
                <w:szCs w:val="24"/>
              </w:rPr>
            </w:pPr>
            <w:r w:rsidRPr="00D82474">
              <w:rPr>
                <w:rFonts w:ascii="Times New Roman" w:eastAsia="Times New Roman" w:hAnsi="Times New Roman"/>
                <w:sz w:val="24"/>
                <w:szCs w:val="24"/>
              </w:rPr>
              <w:t xml:space="preserve">Стартова орендна плата для </w:t>
            </w:r>
            <w:r w:rsidRPr="00D82474">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4928" w:type="dxa"/>
            <w:shd w:val="clear" w:color="auto" w:fill="auto"/>
          </w:tcPr>
          <w:p w:rsidR="008D506F" w:rsidRPr="00D82474" w:rsidRDefault="008D506F" w:rsidP="00812B52">
            <w:pPr>
              <w:jc w:val="center"/>
              <w:rPr>
                <w:rFonts w:ascii="Times New Roman" w:eastAsia="Times New Roman" w:hAnsi="Times New Roman"/>
                <w:sz w:val="24"/>
                <w:szCs w:val="24"/>
              </w:rPr>
            </w:pPr>
            <w:r w:rsidRPr="00D82474">
              <w:rPr>
                <w:rFonts w:ascii="Times New Roman" w:eastAsia="Times New Roman" w:hAnsi="Times New Roman"/>
                <w:sz w:val="24"/>
                <w:szCs w:val="24"/>
              </w:rPr>
              <w:t>641,54 грн. без ПДВ – для електронного аукціону за методом покрокового зниження стартової орендної плати та подальшого подання цінових пропозицій</w:t>
            </w:r>
          </w:p>
        </w:tc>
      </w:tr>
      <w:tr w:rsidR="008D506F" w:rsidRPr="00D82474" w:rsidTr="00812B52">
        <w:tc>
          <w:tcPr>
            <w:tcW w:w="4927" w:type="dxa"/>
            <w:shd w:val="clear" w:color="auto" w:fill="auto"/>
          </w:tcPr>
          <w:p w:rsidR="008D506F" w:rsidRPr="003D2392" w:rsidRDefault="008D506F" w:rsidP="00812B52">
            <w:pPr>
              <w:shd w:val="clear" w:color="auto" w:fill="FFFFFF"/>
              <w:spacing w:after="160"/>
              <w:jc w:val="center"/>
              <w:rPr>
                <w:rFonts w:ascii="Times New Roman" w:eastAsia="Times New Roman" w:hAnsi="Times New Roman"/>
                <w:sz w:val="24"/>
                <w:szCs w:val="24"/>
                <w:highlight w:val="white"/>
              </w:rPr>
            </w:pPr>
            <w:r w:rsidRPr="003D2392">
              <w:rPr>
                <w:rFonts w:ascii="Times New Roman" w:eastAsia="Times New Roman" w:hAnsi="Times New Roman"/>
                <w:sz w:val="24"/>
                <w:szCs w:val="24"/>
              </w:rPr>
              <w:t>Розмір кроку аукціону</w:t>
            </w:r>
          </w:p>
        </w:tc>
        <w:tc>
          <w:tcPr>
            <w:tcW w:w="4928" w:type="dxa"/>
            <w:shd w:val="clear" w:color="auto" w:fill="auto"/>
          </w:tcPr>
          <w:p w:rsidR="008D506F" w:rsidRPr="00D82474" w:rsidRDefault="008D506F" w:rsidP="00812B52">
            <w:pPr>
              <w:jc w:val="center"/>
              <w:rPr>
                <w:rFonts w:ascii="Times New Roman" w:eastAsia="Times New Roman" w:hAnsi="Times New Roman"/>
                <w:sz w:val="24"/>
                <w:szCs w:val="24"/>
              </w:rPr>
            </w:pPr>
            <w:r w:rsidRPr="003D2392">
              <w:rPr>
                <w:rFonts w:ascii="Times New Roman" w:eastAsia="Times New Roman" w:hAnsi="Times New Roman"/>
                <w:sz w:val="24"/>
                <w:szCs w:val="24"/>
              </w:rPr>
              <w:t>1% від стартової орендної плати – 12,83 грн.</w:t>
            </w:r>
          </w:p>
        </w:tc>
      </w:tr>
      <w:tr w:rsidR="008D506F" w:rsidRPr="00D82474" w:rsidTr="00812B52">
        <w:tc>
          <w:tcPr>
            <w:tcW w:w="4927" w:type="dxa"/>
            <w:shd w:val="clear" w:color="auto" w:fill="auto"/>
          </w:tcPr>
          <w:p w:rsidR="008D506F" w:rsidRPr="00D82474" w:rsidRDefault="008D506F" w:rsidP="00812B52">
            <w:pPr>
              <w:jc w:val="center"/>
              <w:rPr>
                <w:rFonts w:ascii="Times New Roman" w:hAnsi="Times New Roman"/>
                <w:sz w:val="24"/>
                <w:szCs w:val="24"/>
              </w:rPr>
            </w:pPr>
            <w:r w:rsidRPr="00D82474">
              <w:rPr>
                <w:rFonts w:ascii="Times New Roman" w:hAnsi="Times New Roman"/>
                <w:sz w:val="24"/>
                <w:szCs w:val="24"/>
              </w:rPr>
              <w:t>Розмір гарантійного внеску для участі в електронному аукціоні становить</w:t>
            </w:r>
          </w:p>
        </w:tc>
        <w:tc>
          <w:tcPr>
            <w:tcW w:w="4928" w:type="dxa"/>
            <w:shd w:val="clear" w:color="auto" w:fill="auto"/>
          </w:tcPr>
          <w:p w:rsidR="008D506F" w:rsidRPr="00D82474" w:rsidRDefault="008D506F" w:rsidP="00812B52">
            <w:pPr>
              <w:jc w:val="center"/>
              <w:rPr>
                <w:rFonts w:ascii="Times New Roman" w:hAnsi="Times New Roman"/>
                <w:sz w:val="24"/>
                <w:szCs w:val="24"/>
              </w:rPr>
            </w:pPr>
            <w:r w:rsidRPr="00D82474">
              <w:rPr>
                <w:rFonts w:ascii="Times New Roman" w:hAnsi="Times New Roman"/>
                <w:sz w:val="24"/>
                <w:szCs w:val="24"/>
              </w:rPr>
              <w:t>18 198,77 грн.</w:t>
            </w:r>
          </w:p>
        </w:tc>
      </w:tr>
      <w:tr w:rsidR="008D506F" w:rsidRPr="00D82474" w:rsidTr="00812B52">
        <w:tc>
          <w:tcPr>
            <w:tcW w:w="4927" w:type="dxa"/>
            <w:shd w:val="clear" w:color="auto" w:fill="auto"/>
          </w:tcPr>
          <w:p w:rsidR="008D506F" w:rsidRPr="00D82474" w:rsidRDefault="008D506F" w:rsidP="00812B52">
            <w:pPr>
              <w:jc w:val="center"/>
              <w:rPr>
                <w:rFonts w:ascii="Times New Roman" w:hAnsi="Times New Roman"/>
                <w:sz w:val="24"/>
                <w:szCs w:val="24"/>
              </w:rPr>
            </w:pPr>
            <w:r w:rsidRPr="00D82474">
              <w:rPr>
                <w:rFonts w:ascii="Times New Roman" w:hAnsi="Times New Roman"/>
                <w:sz w:val="24"/>
                <w:szCs w:val="24"/>
              </w:rPr>
              <w:t>Розмір реєстраційного внеску для участі в електронному аукціоні становить</w:t>
            </w:r>
          </w:p>
        </w:tc>
        <w:tc>
          <w:tcPr>
            <w:tcW w:w="4928" w:type="dxa"/>
            <w:shd w:val="clear" w:color="auto" w:fill="auto"/>
          </w:tcPr>
          <w:p w:rsidR="008D506F" w:rsidRPr="00D82474" w:rsidRDefault="008D506F" w:rsidP="00812B52">
            <w:pPr>
              <w:jc w:val="center"/>
              <w:rPr>
                <w:rFonts w:ascii="Times New Roman" w:hAnsi="Times New Roman"/>
                <w:sz w:val="24"/>
                <w:szCs w:val="24"/>
              </w:rPr>
            </w:pPr>
            <w:r w:rsidRPr="00D82474">
              <w:rPr>
                <w:rFonts w:ascii="Times New Roman" w:hAnsi="Times New Roman"/>
                <w:sz w:val="24"/>
                <w:szCs w:val="24"/>
              </w:rPr>
              <w:t>600 грн.</w:t>
            </w:r>
          </w:p>
        </w:tc>
      </w:tr>
      <w:tr w:rsidR="008D506F" w:rsidRPr="00D82474" w:rsidTr="00812B52">
        <w:tc>
          <w:tcPr>
            <w:tcW w:w="4927" w:type="dxa"/>
            <w:shd w:val="clear" w:color="auto" w:fill="auto"/>
          </w:tcPr>
          <w:p w:rsidR="008D506F" w:rsidRPr="00D82474" w:rsidRDefault="008D506F" w:rsidP="00812B52">
            <w:pPr>
              <w:jc w:val="center"/>
              <w:rPr>
                <w:rFonts w:ascii="Times New Roman" w:hAnsi="Times New Roman"/>
                <w:sz w:val="24"/>
                <w:szCs w:val="24"/>
              </w:rPr>
            </w:pPr>
            <w:r w:rsidRPr="00D82474">
              <w:rPr>
                <w:rFonts w:ascii="Times New Roman" w:hAnsi="Times New Roman"/>
                <w:sz w:val="24"/>
                <w:szCs w:val="24"/>
              </w:rPr>
              <w:t>Строк оренди</w:t>
            </w:r>
          </w:p>
        </w:tc>
        <w:tc>
          <w:tcPr>
            <w:tcW w:w="4928" w:type="dxa"/>
            <w:shd w:val="clear" w:color="auto" w:fill="auto"/>
          </w:tcPr>
          <w:p w:rsidR="008D506F" w:rsidRPr="00D82474" w:rsidRDefault="008D506F" w:rsidP="00812B52">
            <w:pPr>
              <w:jc w:val="center"/>
              <w:rPr>
                <w:rFonts w:ascii="Times New Roman" w:hAnsi="Times New Roman"/>
                <w:sz w:val="24"/>
                <w:szCs w:val="24"/>
              </w:rPr>
            </w:pPr>
            <w:r w:rsidRPr="00D82474">
              <w:rPr>
                <w:rFonts w:ascii="Times New Roman" w:hAnsi="Times New Roman"/>
                <w:sz w:val="24"/>
                <w:szCs w:val="24"/>
              </w:rPr>
              <w:t>5 років</w:t>
            </w:r>
          </w:p>
        </w:tc>
      </w:tr>
      <w:tr w:rsidR="008D506F" w:rsidRPr="00D82474" w:rsidTr="00812B52">
        <w:tc>
          <w:tcPr>
            <w:tcW w:w="4927" w:type="dxa"/>
            <w:shd w:val="clear" w:color="auto" w:fill="auto"/>
          </w:tcPr>
          <w:p w:rsidR="008D506F" w:rsidRPr="00D82474" w:rsidRDefault="008D506F" w:rsidP="00812B52">
            <w:pPr>
              <w:jc w:val="center"/>
              <w:rPr>
                <w:rFonts w:ascii="Times New Roman" w:hAnsi="Times New Roman"/>
                <w:sz w:val="24"/>
                <w:szCs w:val="24"/>
              </w:rPr>
            </w:pPr>
            <w:r w:rsidRPr="00D82474">
              <w:rPr>
                <w:rFonts w:ascii="Times New Roman" w:hAnsi="Times New Roman"/>
                <w:sz w:val="24"/>
                <w:szCs w:val="24"/>
              </w:rPr>
              <w:t>Цільове призначення об’єкта оренди</w:t>
            </w:r>
          </w:p>
        </w:tc>
        <w:tc>
          <w:tcPr>
            <w:tcW w:w="4928" w:type="dxa"/>
            <w:shd w:val="clear" w:color="auto" w:fill="auto"/>
          </w:tcPr>
          <w:p w:rsidR="008D506F" w:rsidRPr="00D82474" w:rsidRDefault="008D506F" w:rsidP="00812B52">
            <w:pPr>
              <w:jc w:val="center"/>
              <w:rPr>
                <w:rFonts w:ascii="Times New Roman" w:hAnsi="Times New Roman"/>
                <w:sz w:val="24"/>
                <w:szCs w:val="24"/>
              </w:rPr>
            </w:pPr>
            <w:r w:rsidRPr="00D82474">
              <w:rPr>
                <w:rFonts w:ascii="Times New Roman" w:hAnsi="Times New Roman"/>
                <w:sz w:val="24"/>
                <w:szCs w:val="24"/>
              </w:rPr>
              <w:t>Без вимог</w:t>
            </w:r>
          </w:p>
        </w:tc>
      </w:tr>
    </w:tbl>
    <w:p w:rsidR="008D506F" w:rsidRPr="00D82474" w:rsidRDefault="008D506F" w:rsidP="008D506F">
      <w:pPr>
        <w:ind w:hanging="12"/>
        <w:jc w:val="center"/>
        <w:rPr>
          <w:rFonts w:ascii="Times New Roman" w:hAnsi="Times New Roman"/>
          <w:sz w:val="24"/>
          <w:szCs w:val="24"/>
        </w:rPr>
      </w:pPr>
    </w:p>
    <w:p w:rsidR="008D506F" w:rsidRPr="00D82474" w:rsidRDefault="008D506F" w:rsidP="008D506F">
      <w:pPr>
        <w:ind w:hanging="12"/>
        <w:jc w:val="center"/>
        <w:rPr>
          <w:rFonts w:ascii="Times New Roman" w:hAnsi="Times New Roman"/>
          <w:sz w:val="24"/>
          <w:szCs w:val="24"/>
        </w:rPr>
      </w:pPr>
    </w:p>
    <w:p w:rsidR="008D506F" w:rsidRPr="00D82474" w:rsidRDefault="008D506F" w:rsidP="008D506F">
      <w:pPr>
        <w:ind w:hanging="12"/>
        <w:jc w:val="center"/>
        <w:rPr>
          <w:rFonts w:ascii="Times New Roman" w:hAnsi="Times New Roman"/>
          <w:sz w:val="24"/>
          <w:szCs w:val="24"/>
        </w:rPr>
      </w:pPr>
      <w:r w:rsidRPr="00D82474">
        <w:rPr>
          <w:rFonts w:ascii="Times New Roman" w:hAnsi="Times New Roman"/>
          <w:sz w:val="24"/>
          <w:szCs w:val="24"/>
        </w:rPr>
        <w:t>_____________________________________________________</w:t>
      </w:r>
    </w:p>
    <w:p w:rsidR="008D506F" w:rsidRPr="00D82474" w:rsidRDefault="008D506F" w:rsidP="008D506F">
      <w:pPr>
        <w:ind w:hanging="12"/>
        <w:jc w:val="center"/>
        <w:rPr>
          <w:rFonts w:ascii="Times New Roman" w:hAnsi="Times New Roman"/>
          <w:sz w:val="24"/>
          <w:szCs w:val="24"/>
        </w:rPr>
      </w:pPr>
    </w:p>
    <w:p w:rsidR="008D506F" w:rsidRPr="00D82474" w:rsidRDefault="008D506F" w:rsidP="008D506F">
      <w:pPr>
        <w:ind w:hanging="12"/>
        <w:jc w:val="center"/>
        <w:rPr>
          <w:rFonts w:ascii="Times New Roman" w:hAnsi="Times New Roman"/>
          <w:sz w:val="24"/>
          <w:szCs w:val="24"/>
        </w:rPr>
      </w:pPr>
    </w:p>
    <w:p w:rsidR="008D506F" w:rsidRPr="00D82474" w:rsidRDefault="008D506F" w:rsidP="008D506F">
      <w:pPr>
        <w:ind w:hanging="12"/>
        <w:jc w:val="center"/>
        <w:rPr>
          <w:rFonts w:ascii="Times New Roman" w:hAnsi="Times New Roman"/>
          <w:sz w:val="24"/>
          <w:szCs w:val="24"/>
        </w:rPr>
      </w:pPr>
    </w:p>
    <w:p w:rsidR="008D506F" w:rsidRDefault="008D506F" w:rsidP="008D506F">
      <w:pPr>
        <w:ind w:hanging="12"/>
        <w:jc w:val="center"/>
        <w:rPr>
          <w:rFonts w:ascii="Times New Roman" w:hAnsi="Times New Roman"/>
          <w:bCs/>
          <w:sz w:val="24"/>
          <w:szCs w:val="24"/>
        </w:rPr>
      </w:pPr>
      <w:r w:rsidRPr="00D82474">
        <w:rPr>
          <w:rFonts w:ascii="Times New Roman" w:hAnsi="Times New Roman"/>
          <w:bCs/>
          <w:sz w:val="24"/>
          <w:szCs w:val="24"/>
        </w:rPr>
        <w:t>Сільський голова                                                                                 Валерій МИХАЛЮК</w:t>
      </w:r>
    </w:p>
    <w:p w:rsidR="008D506F" w:rsidRDefault="008D506F" w:rsidP="008D506F">
      <w:pPr>
        <w:ind w:hanging="12"/>
        <w:jc w:val="center"/>
        <w:rPr>
          <w:rFonts w:ascii="Times New Roman" w:hAnsi="Times New Roman"/>
          <w:bCs/>
          <w:sz w:val="24"/>
          <w:szCs w:val="24"/>
        </w:rPr>
      </w:pPr>
    </w:p>
    <w:p w:rsidR="008D506F" w:rsidRPr="00D82474" w:rsidRDefault="008D506F" w:rsidP="008D506F">
      <w:pPr>
        <w:ind w:hanging="12"/>
        <w:jc w:val="center"/>
        <w:rPr>
          <w:rFonts w:ascii="Times New Roman" w:hAnsi="Times New Roman"/>
          <w:sz w:val="24"/>
          <w:szCs w:val="24"/>
        </w:rPr>
      </w:pPr>
    </w:p>
    <w:p w:rsidR="008D506F" w:rsidRPr="003D2392" w:rsidRDefault="008D506F" w:rsidP="008D506F">
      <w:pPr>
        <w:pStyle w:val="af3"/>
        <w:spacing w:before="0" w:beforeAutospacing="0" w:after="0" w:afterAutospacing="0"/>
        <w:ind w:left="5664"/>
        <w:jc w:val="both"/>
      </w:pPr>
      <w:r w:rsidRPr="003D2392">
        <w:t>Додаток 2</w:t>
      </w:r>
    </w:p>
    <w:p w:rsidR="008D506F" w:rsidRPr="003D2392" w:rsidRDefault="008D506F" w:rsidP="008D506F">
      <w:pPr>
        <w:pStyle w:val="af3"/>
        <w:spacing w:before="0" w:beforeAutospacing="0" w:after="0" w:afterAutospacing="0"/>
        <w:ind w:left="5664"/>
        <w:jc w:val="both"/>
      </w:pPr>
      <w:r w:rsidRPr="003D2392">
        <w:t>до рішення Х</w:t>
      </w:r>
      <w:r w:rsidRPr="003D2392">
        <w:rPr>
          <w:lang w:val="en-US"/>
        </w:rPr>
        <w:t>III</w:t>
      </w:r>
      <w:r w:rsidRPr="003D2392">
        <w:t xml:space="preserve"> сесії </w:t>
      </w:r>
      <w:proofErr w:type="spellStart"/>
      <w:r w:rsidRPr="003D2392">
        <w:t>Крупецької</w:t>
      </w:r>
      <w:proofErr w:type="spellEnd"/>
      <w:r w:rsidRPr="003D2392">
        <w:t xml:space="preserve"> сільської ради VIІІ скликання  </w:t>
      </w:r>
    </w:p>
    <w:p w:rsidR="008D506F" w:rsidRPr="00B855A7" w:rsidRDefault="008D506F" w:rsidP="008D506F">
      <w:pPr>
        <w:pStyle w:val="af3"/>
        <w:spacing w:before="0" w:beforeAutospacing="0" w:after="0" w:afterAutospacing="0"/>
        <w:ind w:left="5664"/>
        <w:jc w:val="both"/>
        <w:rPr>
          <w:lang w:val="ru-RU"/>
        </w:rPr>
      </w:pPr>
      <w:r w:rsidRPr="003D2392">
        <w:t xml:space="preserve">від  </w:t>
      </w:r>
      <w:r w:rsidRPr="00B855A7">
        <w:rPr>
          <w:lang w:val="ru-RU"/>
        </w:rPr>
        <w:t>23</w:t>
      </w:r>
      <w:r w:rsidRPr="003D2392">
        <w:t>.0</w:t>
      </w:r>
      <w:r>
        <w:rPr>
          <w:lang w:val="ru-RU"/>
        </w:rPr>
        <w:t>7</w:t>
      </w:r>
      <w:r w:rsidRPr="003D2392">
        <w:t>.2021 року  №</w:t>
      </w:r>
      <w:r>
        <w:rPr>
          <w:lang w:val="ru-RU"/>
        </w:rPr>
        <w:t>7</w:t>
      </w:r>
    </w:p>
    <w:p w:rsidR="008D506F" w:rsidRPr="003D2392" w:rsidRDefault="008D506F" w:rsidP="008D506F">
      <w:pPr>
        <w:ind w:hanging="12"/>
        <w:jc w:val="center"/>
        <w:rPr>
          <w:rFonts w:ascii="Times New Roman" w:hAnsi="Times New Roman"/>
          <w:sz w:val="24"/>
          <w:szCs w:val="24"/>
        </w:rPr>
      </w:pPr>
    </w:p>
    <w:p w:rsidR="008D506F" w:rsidRPr="003D2392" w:rsidRDefault="008D506F" w:rsidP="008D506F">
      <w:pPr>
        <w:spacing w:after="0"/>
        <w:jc w:val="center"/>
        <w:rPr>
          <w:rFonts w:ascii="Times New Roman" w:eastAsia="Times New Roman" w:hAnsi="Times New Roman"/>
          <w:b/>
          <w:sz w:val="24"/>
          <w:szCs w:val="24"/>
        </w:rPr>
      </w:pPr>
      <w:r w:rsidRPr="003D2392">
        <w:rPr>
          <w:rFonts w:ascii="Times New Roman" w:eastAsia="Times New Roman" w:hAnsi="Times New Roman"/>
          <w:b/>
          <w:sz w:val="24"/>
          <w:szCs w:val="24"/>
        </w:rPr>
        <w:t xml:space="preserve">Оголошення про передачу майна в оренду </w:t>
      </w:r>
      <w:r w:rsidRPr="003D2392">
        <w:rPr>
          <w:rFonts w:ascii="Times New Roman" w:hAnsi="Times New Roman"/>
          <w:b/>
          <w:sz w:val="24"/>
          <w:szCs w:val="24"/>
        </w:rPr>
        <w:t xml:space="preserve">нерухомого майна, </w:t>
      </w:r>
    </w:p>
    <w:p w:rsidR="008D506F" w:rsidRPr="003D2392" w:rsidRDefault="008D506F" w:rsidP="008D506F">
      <w:pPr>
        <w:spacing w:after="0"/>
        <w:ind w:hanging="12"/>
        <w:jc w:val="center"/>
        <w:rPr>
          <w:rFonts w:ascii="Times New Roman" w:hAnsi="Times New Roman"/>
          <w:b/>
          <w:sz w:val="24"/>
          <w:szCs w:val="24"/>
        </w:rPr>
      </w:pPr>
      <w:r w:rsidRPr="003D2392">
        <w:rPr>
          <w:rFonts w:ascii="Times New Roman" w:hAnsi="Times New Roman"/>
          <w:b/>
          <w:sz w:val="24"/>
          <w:szCs w:val="24"/>
        </w:rPr>
        <w:t xml:space="preserve">частини будівлі «Будинок торгівлі», площею 152,1 </w:t>
      </w:r>
      <w:proofErr w:type="spellStart"/>
      <w:r w:rsidRPr="003D2392">
        <w:rPr>
          <w:rFonts w:ascii="Times New Roman" w:hAnsi="Times New Roman"/>
          <w:b/>
          <w:sz w:val="24"/>
          <w:szCs w:val="24"/>
        </w:rPr>
        <w:t>кв</w:t>
      </w:r>
      <w:proofErr w:type="spellEnd"/>
      <w:r w:rsidRPr="003D2392">
        <w:rPr>
          <w:rFonts w:ascii="Times New Roman" w:hAnsi="Times New Roman"/>
          <w:b/>
          <w:sz w:val="24"/>
          <w:szCs w:val="24"/>
        </w:rPr>
        <w:t>.</w:t>
      </w:r>
      <w:r>
        <w:rPr>
          <w:rFonts w:ascii="Times New Roman" w:hAnsi="Times New Roman"/>
          <w:b/>
          <w:sz w:val="24"/>
          <w:szCs w:val="24"/>
        </w:rPr>
        <w:t xml:space="preserve"> </w:t>
      </w:r>
      <w:r w:rsidRPr="003D2392">
        <w:rPr>
          <w:rFonts w:ascii="Times New Roman" w:hAnsi="Times New Roman"/>
          <w:b/>
          <w:sz w:val="24"/>
          <w:szCs w:val="24"/>
        </w:rPr>
        <w:t xml:space="preserve">м, за </w:t>
      </w:r>
      <w:proofErr w:type="spellStart"/>
      <w:r w:rsidRPr="003D2392">
        <w:rPr>
          <w:rFonts w:ascii="Times New Roman" w:hAnsi="Times New Roman"/>
          <w:b/>
          <w:sz w:val="24"/>
          <w:szCs w:val="24"/>
        </w:rPr>
        <w:t>адресою</w:t>
      </w:r>
      <w:proofErr w:type="spellEnd"/>
      <w:r w:rsidRPr="003D2392">
        <w:rPr>
          <w:rFonts w:ascii="Times New Roman" w:hAnsi="Times New Roman"/>
          <w:b/>
          <w:sz w:val="24"/>
          <w:szCs w:val="24"/>
        </w:rPr>
        <w:t xml:space="preserve">: </w:t>
      </w:r>
    </w:p>
    <w:p w:rsidR="008D506F" w:rsidRPr="003D2392" w:rsidRDefault="008D506F" w:rsidP="008D506F">
      <w:pPr>
        <w:spacing w:after="0"/>
        <w:ind w:left="2832" w:firstLine="708"/>
        <w:rPr>
          <w:rFonts w:ascii="Times New Roman" w:hAnsi="Times New Roman"/>
          <w:b/>
          <w:sz w:val="24"/>
          <w:szCs w:val="24"/>
        </w:rPr>
      </w:pPr>
      <w:r w:rsidRPr="003D2392">
        <w:rPr>
          <w:rFonts w:ascii="Times New Roman" w:hAnsi="Times New Roman"/>
          <w:b/>
          <w:sz w:val="24"/>
          <w:szCs w:val="24"/>
        </w:rPr>
        <w:t>с.</w:t>
      </w:r>
      <w:r>
        <w:rPr>
          <w:rFonts w:ascii="Times New Roman" w:hAnsi="Times New Roman"/>
          <w:b/>
          <w:sz w:val="24"/>
          <w:szCs w:val="24"/>
        </w:rPr>
        <w:t xml:space="preserve"> </w:t>
      </w:r>
      <w:proofErr w:type="spellStart"/>
      <w:r w:rsidRPr="003D2392">
        <w:rPr>
          <w:rFonts w:ascii="Times New Roman" w:hAnsi="Times New Roman"/>
          <w:b/>
          <w:sz w:val="24"/>
          <w:szCs w:val="24"/>
        </w:rPr>
        <w:t>Колом’є</w:t>
      </w:r>
      <w:proofErr w:type="spellEnd"/>
      <w:r w:rsidRPr="003D2392">
        <w:rPr>
          <w:rFonts w:ascii="Times New Roman" w:hAnsi="Times New Roman"/>
          <w:b/>
          <w:sz w:val="24"/>
          <w:szCs w:val="24"/>
        </w:rPr>
        <w:t>, вул.</w:t>
      </w:r>
      <w:r>
        <w:rPr>
          <w:rFonts w:ascii="Times New Roman" w:hAnsi="Times New Roman"/>
          <w:b/>
          <w:sz w:val="24"/>
          <w:szCs w:val="24"/>
        </w:rPr>
        <w:t xml:space="preserve"> </w:t>
      </w:r>
      <w:r w:rsidRPr="003D2392">
        <w:rPr>
          <w:rFonts w:ascii="Times New Roman" w:hAnsi="Times New Roman"/>
          <w:b/>
          <w:sz w:val="24"/>
          <w:szCs w:val="24"/>
        </w:rPr>
        <w:t>Миру, 109а</w:t>
      </w:r>
    </w:p>
    <w:p w:rsidR="008D506F" w:rsidRPr="003D2392" w:rsidRDefault="008D506F" w:rsidP="008D506F">
      <w:pPr>
        <w:spacing w:after="0"/>
        <w:rPr>
          <w:rFonts w:ascii="Times New Roman" w:eastAsia="Times New Roman" w:hAnsi="Times New Roman"/>
          <w:sz w:val="24"/>
          <w:szCs w:val="24"/>
        </w:rPr>
      </w:pPr>
    </w:p>
    <w:p w:rsidR="008D506F" w:rsidRPr="003D2392" w:rsidRDefault="008D506F" w:rsidP="008D506F">
      <w:pPr>
        <w:rPr>
          <w:rFonts w:ascii="Times New Roman" w:eastAsia="Times New Roman" w:hAnsi="Times New Roman"/>
          <w:sz w:val="24"/>
          <w:szCs w:val="24"/>
        </w:rPr>
      </w:pPr>
      <w:r w:rsidRPr="003D2392">
        <w:rPr>
          <w:rFonts w:ascii="Times New Roman" w:eastAsia="Times New Roman" w:hAnsi="Times New Roman"/>
          <w:sz w:val="24"/>
          <w:szCs w:val="24"/>
        </w:rPr>
        <w:t xml:space="preserve">Майно передається в оренду на підставі: </w:t>
      </w:r>
    </w:p>
    <w:p w:rsidR="008D506F" w:rsidRPr="003D2392" w:rsidRDefault="008D506F" w:rsidP="008D506F">
      <w:pPr>
        <w:numPr>
          <w:ilvl w:val="0"/>
          <w:numId w:val="2"/>
        </w:numPr>
        <w:spacing w:after="0" w:line="240" w:lineRule="auto"/>
        <w:jc w:val="both"/>
        <w:rPr>
          <w:rFonts w:ascii="Times New Roman" w:eastAsia="Times New Roman" w:hAnsi="Times New Roman"/>
          <w:sz w:val="24"/>
          <w:szCs w:val="24"/>
        </w:rPr>
      </w:pPr>
      <w:hyperlink r:id="rId6">
        <w:r w:rsidRPr="003D2392">
          <w:rPr>
            <w:rFonts w:ascii="Times New Roman" w:eastAsia="Times New Roman" w:hAnsi="Times New Roman"/>
            <w:sz w:val="24"/>
            <w:szCs w:val="24"/>
          </w:rPr>
          <w:t>Закону України “Про оренду державного та комунального майна” №157 від 03.10.2019 р. (далі по тексту - Закон №157)</w:t>
        </w:r>
      </w:hyperlink>
    </w:p>
    <w:p w:rsidR="008D506F" w:rsidRPr="003D2392" w:rsidRDefault="008D506F" w:rsidP="008D506F">
      <w:pPr>
        <w:numPr>
          <w:ilvl w:val="0"/>
          <w:numId w:val="2"/>
        </w:numPr>
        <w:spacing w:after="0" w:line="240" w:lineRule="auto"/>
        <w:jc w:val="both"/>
        <w:rPr>
          <w:rFonts w:ascii="Times New Roman" w:eastAsia="Times New Roman" w:hAnsi="Times New Roman"/>
          <w:sz w:val="24"/>
          <w:szCs w:val="24"/>
        </w:rPr>
      </w:pPr>
      <w:hyperlink r:id="rId7">
        <w:r w:rsidRPr="003D2392">
          <w:rPr>
            <w:rFonts w:ascii="Times New Roman" w:eastAsia="Times New Roman" w:hAnsi="Times New Roman"/>
            <w:sz w:val="24"/>
            <w:szCs w:val="24"/>
          </w:rPr>
          <w:t>Постанови Кабінету Міністрів України “</w:t>
        </w:r>
      </w:hyperlink>
      <w:hyperlink r:id="rId8">
        <w:r w:rsidRPr="003D2392">
          <w:rPr>
            <w:rFonts w:ascii="Times New Roman" w:eastAsia="Times New Roman" w:hAnsi="Times New Roman"/>
            <w:sz w:val="24"/>
            <w:szCs w:val="24"/>
            <w:highlight w:val="white"/>
          </w:rPr>
          <w:t>Деякі питання оренди державного та комунального майна</w:t>
        </w:r>
      </w:hyperlink>
      <w:hyperlink r:id="rId9">
        <w:r w:rsidRPr="003D2392">
          <w:rPr>
            <w:rFonts w:ascii="Times New Roman" w:eastAsia="Times New Roman" w:hAnsi="Times New Roman"/>
            <w:sz w:val="24"/>
            <w:szCs w:val="24"/>
          </w:rPr>
          <w:t>” №483 від 03.06.2020 р. (далі по тексту - Постанова №483 та Порядок</w:t>
        </w:r>
      </w:hyperlink>
      <w:r w:rsidRPr="003D2392">
        <w:rPr>
          <w:rFonts w:ascii="Times New Roman" w:eastAsia="Times New Roman" w:hAnsi="Times New Roman"/>
          <w:sz w:val="24"/>
          <w:szCs w:val="24"/>
        </w:rPr>
        <w:t>)</w:t>
      </w:r>
    </w:p>
    <w:p w:rsidR="008D506F" w:rsidRPr="003D2392" w:rsidRDefault="008D506F" w:rsidP="008D506F">
      <w:pPr>
        <w:ind w:firstLine="720"/>
        <w:rPr>
          <w:rFonts w:ascii="Times New Roman" w:eastAsia="Times New Roman" w:hAnsi="Times New Roman"/>
          <w:sz w:val="24"/>
          <w:szCs w:val="24"/>
        </w:rPr>
      </w:pPr>
    </w:p>
    <w:tbl>
      <w:tblPr>
        <w:tblW w:w="10230" w:type="dxa"/>
        <w:tblInd w:w="-4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35"/>
        <w:gridCol w:w="5595"/>
      </w:tblGrid>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b/>
                <w:sz w:val="24"/>
                <w:szCs w:val="24"/>
              </w:rPr>
            </w:pPr>
            <w:r w:rsidRPr="003D2392">
              <w:rPr>
                <w:rFonts w:ascii="Times New Roman" w:eastAsia="Times New Roman" w:hAnsi="Times New Roman"/>
                <w:b/>
                <w:sz w:val="24"/>
                <w:szCs w:val="24"/>
              </w:rPr>
              <w:t>Назва об’єкта</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b/>
                <w:sz w:val="24"/>
                <w:szCs w:val="24"/>
              </w:rPr>
            </w:pPr>
            <w:r w:rsidRPr="003D2392">
              <w:rPr>
                <w:rFonts w:ascii="Times New Roman" w:hAnsi="Times New Roman"/>
                <w:sz w:val="24"/>
                <w:szCs w:val="24"/>
              </w:rPr>
              <w:t xml:space="preserve">частина будівлі «Будинок торгівлі», площею 152,1 </w:t>
            </w:r>
            <w:proofErr w:type="spellStart"/>
            <w:r w:rsidRPr="003D2392">
              <w:rPr>
                <w:rFonts w:ascii="Times New Roman" w:hAnsi="Times New Roman"/>
                <w:sz w:val="24"/>
                <w:szCs w:val="24"/>
              </w:rPr>
              <w:t>кв</w:t>
            </w:r>
            <w:proofErr w:type="spellEnd"/>
            <w:r w:rsidRPr="003D2392">
              <w:rPr>
                <w:rFonts w:ascii="Times New Roman" w:hAnsi="Times New Roman"/>
                <w:sz w:val="24"/>
                <w:szCs w:val="24"/>
              </w:rPr>
              <w:t>.</w:t>
            </w:r>
            <w:r>
              <w:rPr>
                <w:rFonts w:ascii="Times New Roman" w:hAnsi="Times New Roman"/>
                <w:sz w:val="24"/>
                <w:szCs w:val="24"/>
              </w:rPr>
              <w:t xml:space="preserve"> </w:t>
            </w:r>
            <w:r w:rsidRPr="003D2392">
              <w:rPr>
                <w:rFonts w:ascii="Times New Roman" w:hAnsi="Times New Roman"/>
                <w:sz w:val="24"/>
                <w:szCs w:val="24"/>
              </w:rPr>
              <w:t>м., Хмельницька область, Шепетівський район, с.</w:t>
            </w:r>
            <w:r>
              <w:rPr>
                <w:rFonts w:ascii="Times New Roman" w:hAnsi="Times New Roman"/>
                <w:sz w:val="24"/>
                <w:szCs w:val="24"/>
              </w:rPr>
              <w:t xml:space="preserve"> </w:t>
            </w:r>
            <w:proofErr w:type="spellStart"/>
            <w:r w:rsidRPr="003D2392">
              <w:rPr>
                <w:rFonts w:ascii="Times New Roman" w:hAnsi="Times New Roman"/>
                <w:sz w:val="24"/>
                <w:szCs w:val="24"/>
              </w:rPr>
              <w:t>Колом'є</w:t>
            </w:r>
            <w:proofErr w:type="spellEnd"/>
            <w:r w:rsidRPr="003D2392">
              <w:rPr>
                <w:rFonts w:ascii="Times New Roman" w:hAnsi="Times New Roman"/>
                <w:sz w:val="24"/>
                <w:szCs w:val="24"/>
              </w:rPr>
              <w:t>, вул. Миру, 109</w:t>
            </w:r>
            <w:r>
              <w:rPr>
                <w:rFonts w:ascii="Times New Roman" w:hAnsi="Times New Roman"/>
                <w:sz w:val="24"/>
                <w:szCs w:val="24"/>
              </w:rPr>
              <w:t xml:space="preserve"> </w:t>
            </w:r>
            <w:r w:rsidRPr="003D2392">
              <w:rPr>
                <w:rFonts w:ascii="Times New Roman" w:hAnsi="Times New Roman"/>
                <w:sz w:val="24"/>
                <w:szCs w:val="24"/>
              </w:rPr>
              <w:t>а</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Орендодавець (назва, код ЄДРПОУ, місцезнаходження, контактна особа, контактний </w:t>
            </w:r>
            <w:proofErr w:type="spellStart"/>
            <w:r w:rsidRPr="003D2392">
              <w:rPr>
                <w:rFonts w:ascii="Times New Roman" w:eastAsia="Times New Roman" w:hAnsi="Times New Roman"/>
                <w:sz w:val="24"/>
                <w:szCs w:val="24"/>
              </w:rPr>
              <w:t>тел</w:t>
            </w:r>
            <w:proofErr w:type="spellEnd"/>
            <w:r w:rsidRPr="003D2392">
              <w:rPr>
                <w:rFonts w:ascii="Times New Roman" w:eastAsia="Times New Roman" w:hAnsi="Times New Roman"/>
                <w:sz w:val="24"/>
                <w:szCs w:val="24"/>
              </w:rPr>
              <w:t xml:space="preserve"> та електронна пошта)</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proofErr w:type="spellStart"/>
            <w:r w:rsidRPr="003D2392">
              <w:rPr>
                <w:rFonts w:ascii="Times New Roman" w:eastAsia="Times New Roman" w:hAnsi="Times New Roman"/>
                <w:sz w:val="24"/>
                <w:szCs w:val="24"/>
              </w:rPr>
              <w:t>Крупецька</w:t>
            </w:r>
            <w:proofErr w:type="spellEnd"/>
            <w:r w:rsidRPr="003D2392">
              <w:rPr>
                <w:rFonts w:ascii="Times New Roman" w:eastAsia="Times New Roman" w:hAnsi="Times New Roman"/>
                <w:sz w:val="24"/>
                <w:szCs w:val="24"/>
              </w:rPr>
              <w:t xml:space="preserve"> сільська рада, 04405030, Хмельницька область, Шепетівський район, с.</w:t>
            </w:r>
            <w:r>
              <w:rPr>
                <w:rFonts w:ascii="Times New Roman" w:eastAsia="Times New Roman" w:hAnsi="Times New Roman"/>
                <w:sz w:val="24"/>
                <w:szCs w:val="24"/>
              </w:rPr>
              <w:t xml:space="preserve"> </w:t>
            </w:r>
            <w:r w:rsidRPr="003D2392">
              <w:rPr>
                <w:rFonts w:ascii="Times New Roman" w:eastAsia="Times New Roman" w:hAnsi="Times New Roman"/>
                <w:sz w:val="24"/>
                <w:szCs w:val="24"/>
              </w:rPr>
              <w:t xml:space="preserve">Крупець, вул.Б.Хмельницького,106, </w:t>
            </w:r>
            <w:proofErr w:type="spellStart"/>
            <w:r w:rsidRPr="003D2392">
              <w:rPr>
                <w:rFonts w:ascii="Times New Roman" w:eastAsia="Times New Roman" w:hAnsi="Times New Roman"/>
                <w:sz w:val="24"/>
                <w:szCs w:val="24"/>
              </w:rPr>
              <w:t>Майструк</w:t>
            </w:r>
            <w:proofErr w:type="spellEnd"/>
            <w:r w:rsidRPr="003D2392">
              <w:rPr>
                <w:rFonts w:ascii="Times New Roman" w:eastAsia="Times New Roman" w:hAnsi="Times New Roman"/>
                <w:sz w:val="24"/>
                <w:szCs w:val="24"/>
              </w:rPr>
              <w:t xml:space="preserve"> Тетяна Олександрівна, </w:t>
            </w:r>
            <w:proofErr w:type="spellStart"/>
            <w:r w:rsidRPr="003D2392">
              <w:rPr>
                <w:rFonts w:ascii="Times New Roman" w:eastAsia="Times New Roman" w:hAnsi="Times New Roman"/>
                <w:sz w:val="24"/>
                <w:szCs w:val="24"/>
                <w:lang w:eastAsia="ar-SA"/>
              </w:rPr>
              <w:t>тел</w:t>
            </w:r>
            <w:proofErr w:type="spellEnd"/>
            <w:r w:rsidRPr="003D2392">
              <w:rPr>
                <w:rFonts w:ascii="Times New Roman" w:eastAsia="Times New Roman" w:hAnsi="Times New Roman"/>
                <w:sz w:val="24"/>
                <w:szCs w:val="24"/>
                <w:lang w:eastAsia="ar-SA"/>
              </w:rPr>
              <w:t xml:space="preserve">. 0975733079, </w:t>
            </w:r>
            <w:r w:rsidRPr="003D2392">
              <w:rPr>
                <w:rFonts w:ascii="Times New Roman" w:eastAsia="Times New Roman" w:hAnsi="Times New Roman"/>
                <w:sz w:val="24"/>
                <w:szCs w:val="24"/>
                <w:lang w:val="en-US" w:eastAsia="ar-SA"/>
              </w:rPr>
              <w:t>e</w:t>
            </w:r>
            <w:r w:rsidRPr="003D2392">
              <w:rPr>
                <w:rFonts w:ascii="Times New Roman" w:eastAsia="Times New Roman" w:hAnsi="Times New Roman"/>
                <w:sz w:val="24"/>
                <w:szCs w:val="24"/>
                <w:lang w:eastAsia="ar-SA"/>
              </w:rPr>
              <w:t>-</w:t>
            </w:r>
            <w:r w:rsidRPr="003D2392">
              <w:rPr>
                <w:rFonts w:ascii="Times New Roman" w:eastAsia="Times New Roman" w:hAnsi="Times New Roman"/>
                <w:sz w:val="24"/>
                <w:szCs w:val="24"/>
                <w:lang w:val="en-US" w:eastAsia="ar-SA"/>
              </w:rPr>
              <w:t>mail</w:t>
            </w:r>
            <w:r w:rsidRPr="003D2392">
              <w:rPr>
                <w:rFonts w:ascii="Times New Roman" w:eastAsia="Times New Roman" w:hAnsi="Times New Roman"/>
                <w:sz w:val="24"/>
                <w:szCs w:val="24"/>
                <w:lang w:eastAsia="ar-SA"/>
              </w:rPr>
              <w:t xml:space="preserve">: </w:t>
            </w:r>
            <w:r w:rsidRPr="003D2392">
              <w:rPr>
                <w:rFonts w:ascii="Times New Roman" w:hAnsi="Times New Roman"/>
                <w:sz w:val="24"/>
                <w:szCs w:val="24"/>
              </w:rPr>
              <w:t>info@krupetskaotg.gov.ua</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lastRenderedPageBreak/>
              <w:t xml:space="preserve">Балансоутримувач (назва, код ЄДРПОУ, місцезнаходження, контактна особа, контактний </w:t>
            </w:r>
            <w:proofErr w:type="spellStart"/>
            <w:r w:rsidRPr="003D2392">
              <w:rPr>
                <w:rFonts w:ascii="Times New Roman" w:eastAsia="Times New Roman" w:hAnsi="Times New Roman"/>
                <w:sz w:val="24"/>
                <w:szCs w:val="24"/>
              </w:rPr>
              <w:t>тел</w:t>
            </w:r>
            <w:proofErr w:type="spellEnd"/>
            <w:r w:rsidRPr="003D2392">
              <w:rPr>
                <w:rFonts w:ascii="Times New Roman" w:eastAsia="Times New Roman" w:hAnsi="Times New Roman"/>
                <w:sz w:val="24"/>
                <w:szCs w:val="24"/>
              </w:rPr>
              <w:t xml:space="preserve"> та електронна пошта)</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proofErr w:type="spellStart"/>
            <w:r w:rsidRPr="003D2392">
              <w:rPr>
                <w:rFonts w:ascii="Times New Roman" w:eastAsia="Times New Roman" w:hAnsi="Times New Roman"/>
                <w:sz w:val="24"/>
                <w:szCs w:val="24"/>
              </w:rPr>
              <w:t>Крупецька</w:t>
            </w:r>
            <w:proofErr w:type="spellEnd"/>
            <w:r w:rsidRPr="003D2392">
              <w:rPr>
                <w:rFonts w:ascii="Times New Roman" w:eastAsia="Times New Roman" w:hAnsi="Times New Roman"/>
                <w:sz w:val="24"/>
                <w:szCs w:val="24"/>
              </w:rPr>
              <w:t xml:space="preserve"> сільська рада, 04405030, Хмельницька область, Шепетівський район, </w:t>
            </w:r>
            <w:proofErr w:type="spellStart"/>
            <w:r w:rsidRPr="003D2392">
              <w:rPr>
                <w:rFonts w:ascii="Times New Roman" w:eastAsia="Times New Roman" w:hAnsi="Times New Roman"/>
                <w:sz w:val="24"/>
                <w:szCs w:val="24"/>
              </w:rPr>
              <w:t>с.Крупець</w:t>
            </w:r>
            <w:proofErr w:type="spellEnd"/>
            <w:r w:rsidRPr="003D2392">
              <w:rPr>
                <w:rFonts w:ascii="Times New Roman" w:eastAsia="Times New Roman" w:hAnsi="Times New Roman"/>
                <w:sz w:val="24"/>
                <w:szCs w:val="24"/>
              </w:rPr>
              <w:t xml:space="preserve">, вул.Б.Хмельницького,106, </w:t>
            </w:r>
            <w:proofErr w:type="spellStart"/>
            <w:r w:rsidRPr="003D2392">
              <w:rPr>
                <w:rFonts w:ascii="Times New Roman" w:eastAsia="Times New Roman" w:hAnsi="Times New Roman"/>
                <w:sz w:val="24"/>
                <w:szCs w:val="24"/>
              </w:rPr>
              <w:t>Майструк</w:t>
            </w:r>
            <w:proofErr w:type="spellEnd"/>
            <w:r w:rsidRPr="003D2392">
              <w:rPr>
                <w:rFonts w:ascii="Times New Roman" w:eastAsia="Times New Roman" w:hAnsi="Times New Roman"/>
                <w:sz w:val="24"/>
                <w:szCs w:val="24"/>
              </w:rPr>
              <w:t xml:space="preserve"> Тетяна Олександрівна, </w:t>
            </w:r>
            <w:proofErr w:type="spellStart"/>
            <w:r w:rsidRPr="003D2392">
              <w:rPr>
                <w:rFonts w:ascii="Times New Roman" w:eastAsia="Times New Roman" w:hAnsi="Times New Roman"/>
                <w:sz w:val="24"/>
                <w:szCs w:val="24"/>
                <w:lang w:eastAsia="ar-SA"/>
              </w:rPr>
              <w:t>тел</w:t>
            </w:r>
            <w:proofErr w:type="spellEnd"/>
            <w:r w:rsidRPr="003D2392">
              <w:rPr>
                <w:rFonts w:ascii="Times New Roman" w:eastAsia="Times New Roman" w:hAnsi="Times New Roman"/>
                <w:sz w:val="24"/>
                <w:szCs w:val="24"/>
                <w:lang w:eastAsia="ar-SA"/>
              </w:rPr>
              <w:t xml:space="preserve">. 0975733079, </w:t>
            </w:r>
            <w:r w:rsidRPr="003D2392">
              <w:rPr>
                <w:rFonts w:ascii="Times New Roman" w:eastAsia="Times New Roman" w:hAnsi="Times New Roman"/>
                <w:sz w:val="24"/>
                <w:szCs w:val="24"/>
                <w:lang w:val="en-US" w:eastAsia="ar-SA"/>
              </w:rPr>
              <w:t>e</w:t>
            </w:r>
            <w:r w:rsidRPr="003D2392">
              <w:rPr>
                <w:rFonts w:ascii="Times New Roman" w:eastAsia="Times New Roman" w:hAnsi="Times New Roman"/>
                <w:sz w:val="24"/>
                <w:szCs w:val="24"/>
                <w:lang w:eastAsia="ar-SA"/>
              </w:rPr>
              <w:t>-</w:t>
            </w:r>
            <w:r w:rsidRPr="003D2392">
              <w:rPr>
                <w:rFonts w:ascii="Times New Roman" w:eastAsia="Times New Roman" w:hAnsi="Times New Roman"/>
                <w:sz w:val="24"/>
                <w:szCs w:val="24"/>
                <w:lang w:val="en-US" w:eastAsia="ar-SA"/>
              </w:rPr>
              <w:t>mail</w:t>
            </w:r>
            <w:r w:rsidRPr="003D2392">
              <w:rPr>
                <w:rFonts w:ascii="Times New Roman" w:eastAsia="Times New Roman" w:hAnsi="Times New Roman"/>
                <w:sz w:val="24"/>
                <w:szCs w:val="24"/>
                <w:lang w:eastAsia="ar-SA"/>
              </w:rPr>
              <w:t xml:space="preserve">: </w:t>
            </w:r>
            <w:r w:rsidRPr="003D2392">
              <w:rPr>
                <w:rFonts w:ascii="Times New Roman" w:hAnsi="Times New Roman"/>
                <w:sz w:val="24"/>
                <w:szCs w:val="24"/>
              </w:rPr>
              <w:t>info@krupetskaotg.gov.ua</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r w:rsidRPr="003D2392">
              <w:rPr>
                <w:rFonts w:ascii="Times New Roman" w:eastAsia="Times New Roman" w:hAnsi="Times New Roman"/>
                <w:i/>
                <w:sz w:val="24"/>
                <w:szCs w:val="24"/>
                <w:shd w:val="clear" w:color="auto" w:fill="FFF2CC"/>
              </w:rPr>
              <w:t xml:space="preserve"> </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Від орендодавця/балансоутримувача: </w:t>
            </w:r>
            <w:proofErr w:type="spellStart"/>
            <w:r w:rsidRPr="003D2392">
              <w:rPr>
                <w:rFonts w:ascii="Times New Roman" w:eastAsia="Times New Roman" w:hAnsi="Times New Roman"/>
                <w:sz w:val="24"/>
                <w:szCs w:val="24"/>
              </w:rPr>
              <w:t>Майструк</w:t>
            </w:r>
            <w:proofErr w:type="spellEnd"/>
            <w:r w:rsidRPr="003D2392">
              <w:rPr>
                <w:rFonts w:ascii="Times New Roman" w:eastAsia="Times New Roman" w:hAnsi="Times New Roman"/>
                <w:sz w:val="24"/>
                <w:szCs w:val="24"/>
              </w:rPr>
              <w:t xml:space="preserve"> Тетяна Олександрівна, 0975733079, </w:t>
            </w:r>
            <w:r w:rsidRPr="003D2392">
              <w:rPr>
                <w:rFonts w:ascii="Times New Roman" w:eastAsia="Times New Roman" w:hAnsi="Times New Roman"/>
                <w:sz w:val="24"/>
                <w:szCs w:val="24"/>
                <w:lang w:val="en-US" w:eastAsia="ar-SA"/>
              </w:rPr>
              <w:t>e</w:t>
            </w:r>
            <w:r w:rsidRPr="003D2392">
              <w:rPr>
                <w:rFonts w:ascii="Times New Roman" w:eastAsia="Times New Roman" w:hAnsi="Times New Roman"/>
                <w:sz w:val="24"/>
                <w:szCs w:val="24"/>
                <w:lang w:eastAsia="ar-SA"/>
              </w:rPr>
              <w:t>-</w:t>
            </w:r>
            <w:r w:rsidRPr="003D2392">
              <w:rPr>
                <w:rFonts w:ascii="Times New Roman" w:eastAsia="Times New Roman" w:hAnsi="Times New Roman"/>
                <w:sz w:val="24"/>
                <w:szCs w:val="24"/>
                <w:lang w:val="en-US" w:eastAsia="ar-SA"/>
              </w:rPr>
              <w:t>mail</w:t>
            </w:r>
            <w:r w:rsidRPr="003D2392">
              <w:rPr>
                <w:rFonts w:ascii="Times New Roman" w:eastAsia="Times New Roman" w:hAnsi="Times New Roman"/>
                <w:sz w:val="24"/>
                <w:szCs w:val="24"/>
                <w:lang w:eastAsia="ar-SA"/>
              </w:rPr>
              <w:t xml:space="preserve">: </w:t>
            </w:r>
            <w:r w:rsidRPr="003D2392">
              <w:rPr>
                <w:rFonts w:ascii="Times New Roman" w:hAnsi="Times New Roman"/>
                <w:sz w:val="24"/>
                <w:szCs w:val="24"/>
              </w:rPr>
              <w:t>info@krupetskaotg.gov.ua</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Час і місце проведення огляду об’єкта: у робочі дні з 8.00 до 12.00 за місцезнаходженням об’єкта: </w:t>
            </w:r>
            <w:proofErr w:type="spellStart"/>
            <w:r w:rsidRPr="003D2392">
              <w:rPr>
                <w:rFonts w:ascii="Times New Roman" w:eastAsia="Times New Roman" w:hAnsi="Times New Roman"/>
                <w:sz w:val="24"/>
                <w:szCs w:val="24"/>
              </w:rPr>
              <w:t>с.Колом'є</w:t>
            </w:r>
            <w:proofErr w:type="spellEnd"/>
            <w:r w:rsidRPr="003D2392">
              <w:rPr>
                <w:rFonts w:ascii="Times New Roman" w:eastAsia="Times New Roman" w:hAnsi="Times New Roman"/>
                <w:sz w:val="24"/>
                <w:szCs w:val="24"/>
              </w:rPr>
              <w:t>, вул. Миру, 109а</w:t>
            </w:r>
          </w:p>
        </w:tc>
      </w:tr>
      <w:tr w:rsidR="008D506F" w:rsidRPr="003D2392" w:rsidTr="00812B52">
        <w:trPr>
          <w:trHeight w:val="440"/>
        </w:trPr>
        <w:tc>
          <w:tcPr>
            <w:tcW w:w="10230" w:type="dxa"/>
            <w:gridSpan w:val="2"/>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jc w:val="center"/>
              <w:rPr>
                <w:rFonts w:ascii="Times New Roman" w:eastAsia="Times New Roman" w:hAnsi="Times New Roman"/>
                <w:b/>
                <w:sz w:val="24"/>
                <w:szCs w:val="24"/>
              </w:rPr>
            </w:pPr>
            <w:r w:rsidRPr="003D2392">
              <w:rPr>
                <w:rFonts w:ascii="Times New Roman" w:eastAsia="Times New Roman" w:hAnsi="Times New Roman"/>
                <w:b/>
                <w:sz w:val="24"/>
                <w:szCs w:val="24"/>
              </w:rPr>
              <w:t>Інформація про об’єкт оренди</w:t>
            </w:r>
          </w:p>
        </w:tc>
      </w:tr>
      <w:tr w:rsidR="008D506F" w:rsidRPr="003D2392" w:rsidTr="00812B52">
        <w:trPr>
          <w:trHeight w:val="870"/>
        </w:trPr>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Тип Переліку, до якого включено об’єкт оренди</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Перший тип</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Залишкова балансова вартість та первісна балансова вартість об’єкта</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Залишкова балансова вартість – 511629,7 грн</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Первісна балансова вартість – 519421 грн</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 xml:space="preserve">Тип об’єкта </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Нерухоме майно</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 xml:space="preserve">Строк оренди / графік використання об’єкта </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5 років</w:t>
            </w:r>
          </w:p>
        </w:tc>
      </w:tr>
      <w:tr w:rsidR="008D506F" w:rsidRPr="003D2392" w:rsidTr="00812B52">
        <w:trPr>
          <w:trHeight w:val="2535"/>
        </w:trPr>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Рішення про проведення інвестиційного конкурсу відсутнє</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Не включено до переліку майна, що підлягає приватизації</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Рішення </w:t>
            </w:r>
            <w:proofErr w:type="spellStart"/>
            <w:r w:rsidRPr="003D2392">
              <w:rPr>
                <w:rFonts w:ascii="Times New Roman" w:eastAsia="Times New Roman" w:hAnsi="Times New Roman"/>
                <w:sz w:val="24"/>
                <w:szCs w:val="24"/>
              </w:rPr>
              <w:t>Крупецької</w:t>
            </w:r>
            <w:proofErr w:type="spellEnd"/>
            <w:r w:rsidRPr="003D2392">
              <w:rPr>
                <w:rFonts w:ascii="Times New Roman" w:eastAsia="Times New Roman" w:hAnsi="Times New Roman"/>
                <w:sz w:val="24"/>
                <w:szCs w:val="24"/>
              </w:rPr>
              <w:t xml:space="preserve"> сільської ради від 30.06.2021 року № 15 «Про намір передачі в оренду об’єктів нерухомого майна комунальної власності </w:t>
            </w:r>
            <w:proofErr w:type="spellStart"/>
            <w:r w:rsidRPr="003D2392">
              <w:rPr>
                <w:rFonts w:ascii="Times New Roman" w:eastAsia="Times New Roman" w:hAnsi="Times New Roman"/>
                <w:sz w:val="24"/>
                <w:szCs w:val="24"/>
              </w:rPr>
              <w:t>Крупецької</w:t>
            </w:r>
            <w:proofErr w:type="spellEnd"/>
            <w:r w:rsidRPr="003D2392">
              <w:rPr>
                <w:rFonts w:ascii="Times New Roman" w:eastAsia="Times New Roman" w:hAnsi="Times New Roman"/>
                <w:sz w:val="24"/>
                <w:szCs w:val="24"/>
              </w:rPr>
              <w:t xml:space="preserve"> сільської ради».</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Рішення </w:t>
            </w:r>
            <w:proofErr w:type="spellStart"/>
            <w:r w:rsidRPr="003D2392">
              <w:rPr>
                <w:rFonts w:ascii="Times New Roman" w:eastAsia="Times New Roman" w:hAnsi="Times New Roman"/>
                <w:sz w:val="24"/>
                <w:szCs w:val="24"/>
              </w:rPr>
              <w:t>Крупецької</w:t>
            </w:r>
            <w:proofErr w:type="spellEnd"/>
            <w:r w:rsidRPr="003D2392">
              <w:rPr>
                <w:rFonts w:ascii="Times New Roman" w:eastAsia="Times New Roman" w:hAnsi="Times New Roman"/>
                <w:sz w:val="24"/>
                <w:szCs w:val="24"/>
              </w:rPr>
              <w:t xml:space="preserve"> сільської ради від 30.06.2021 року № 16 «Про внесення змін до рішення </w:t>
            </w:r>
            <w:proofErr w:type="spellStart"/>
            <w:r w:rsidRPr="003D2392">
              <w:rPr>
                <w:rFonts w:ascii="Times New Roman" w:eastAsia="Times New Roman" w:hAnsi="Times New Roman"/>
                <w:sz w:val="24"/>
                <w:szCs w:val="24"/>
              </w:rPr>
              <w:t>Крупецької</w:t>
            </w:r>
            <w:proofErr w:type="spellEnd"/>
            <w:r w:rsidRPr="003D2392">
              <w:rPr>
                <w:rFonts w:ascii="Times New Roman" w:eastAsia="Times New Roman" w:hAnsi="Times New Roman"/>
                <w:sz w:val="24"/>
                <w:szCs w:val="24"/>
              </w:rPr>
              <w:t xml:space="preserve"> сільської ради від 22.04.2021 р. №8 «Про порядок передачі в оренду комунального майна </w:t>
            </w:r>
            <w:proofErr w:type="spellStart"/>
            <w:r w:rsidRPr="003D2392">
              <w:rPr>
                <w:rFonts w:ascii="Times New Roman" w:eastAsia="Times New Roman" w:hAnsi="Times New Roman"/>
                <w:sz w:val="24"/>
                <w:szCs w:val="24"/>
              </w:rPr>
              <w:t>Крупецької</w:t>
            </w:r>
            <w:proofErr w:type="spellEnd"/>
            <w:r w:rsidRPr="003D2392">
              <w:rPr>
                <w:rFonts w:ascii="Times New Roman" w:eastAsia="Times New Roman" w:hAnsi="Times New Roman"/>
                <w:sz w:val="24"/>
                <w:szCs w:val="24"/>
              </w:rPr>
              <w:t xml:space="preserve"> сільської територіальної громади».</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ч. 3 ст. 13 Закону України “Про оренду державного та комунального майна”</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Суборенда об’єкта забороняється</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Фотографічні матеріали (наявні / відсутні)</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наявні</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Загальна площа об’єкта</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Загальна площа будівлі «Будинок торгівлі» 606,5 </w:t>
            </w:r>
            <w:proofErr w:type="spellStart"/>
            <w:r w:rsidRPr="003D2392">
              <w:rPr>
                <w:rFonts w:ascii="Times New Roman" w:eastAsia="Times New Roman" w:hAnsi="Times New Roman"/>
                <w:sz w:val="24"/>
                <w:szCs w:val="24"/>
              </w:rPr>
              <w:t>кв.м</w:t>
            </w:r>
            <w:proofErr w:type="spellEnd"/>
            <w:r w:rsidRPr="003D2392">
              <w:rPr>
                <w:rFonts w:ascii="Times New Roman" w:eastAsia="Times New Roman" w:hAnsi="Times New Roman"/>
                <w:sz w:val="24"/>
                <w:szCs w:val="24"/>
              </w:rPr>
              <w:t xml:space="preserve">; площа оренди об’єкта – 152,1 </w:t>
            </w:r>
            <w:proofErr w:type="spellStart"/>
            <w:r w:rsidRPr="003D2392">
              <w:rPr>
                <w:rFonts w:ascii="Times New Roman" w:eastAsia="Times New Roman" w:hAnsi="Times New Roman"/>
                <w:sz w:val="24"/>
                <w:szCs w:val="24"/>
              </w:rPr>
              <w:t>кв</w:t>
            </w:r>
            <w:proofErr w:type="spellEnd"/>
            <w:r w:rsidRPr="003D2392">
              <w:rPr>
                <w:rFonts w:ascii="Times New Roman" w:eastAsia="Times New Roman" w:hAnsi="Times New Roman"/>
                <w:sz w:val="24"/>
                <w:szCs w:val="24"/>
              </w:rPr>
              <w:t>. м.</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Корисна площа об’єкта </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152,1 </w:t>
            </w:r>
            <w:proofErr w:type="spellStart"/>
            <w:r w:rsidRPr="003D2392">
              <w:rPr>
                <w:rFonts w:ascii="Times New Roman" w:eastAsia="Times New Roman" w:hAnsi="Times New Roman"/>
                <w:sz w:val="24"/>
                <w:szCs w:val="24"/>
              </w:rPr>
              <w:t>кв.м</w:t>
            </w:r>
            <w:proofErr w:type="spellEnd"/>
            <w:r w:rsidRPr="003D2392">
              <w:rPr>
                <w:rFonts w:ascii="Times New Roman" w:eastAsia="Times New Roman" w:hAnsi="Times New Roman"/>
                <w:sz w:val="24"/>
                <w:szCs w:val="24"/>
              </w:rPr>
              <w:t>.</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lastRenderedPageBreak/>
              <w:t>Інформація про арешти майна / застави</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Об’єкт оренди в заставі не перебуває та під арештом не знаходиться</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Частина нежитлової одноповерхової будівлі, місце розташування об’єкта в будівлі - тип надземний</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Технічний стан об’єкта</w:t>
            </w:r>
          </w:p>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інформація про потужність електромережі і забезпечення об’єкта комунікаціями</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Задовільний</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Потужність електромережі – перший ступінь</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Наявна вентиляція, каналізація, водозабезпечення</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highlight w:val="white"/>
              </w:rPr>
              <w:t xml:space="preserve">Поверховий план об’єкта або план </w:t>
            </w:r>
            <w:proofErr w:type="spellStart"/>
            <w:r w:rsidRPr="003D2392">
              <w:rPr>
                <w:rFonts w:ascii="Times New Roman" w:eastAsia="Times New Roman" w:hAnsi="Times New Roman"/>
                <w:sz w:val="24"/>
                <w:szCs w:val="24"/>
                <w:highlight w:val="white"/>
              </w:rPr>
              <w:t>поверха</w:t>
            </w:r>
            <w:proofErr w:type="spellEnd"/>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додається</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Об’єкт оренди не є пам’яткою культурної спадщини</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 xml:space="preserve">Інформація про стан реєстрації права власності держави (територіальної громади) на об’єкт оренди відповідно до </w:t>
            </w:r>
            <w:hyperlink r:id="rId10">
              <w:r w:rsidRPr="003D2392">
                <w:rPr>
                  <w:rFonts w:ascii="Times New Roman" w:eastAsia="Times New Roman" w:hAnsi="Times New Roman"/>
                  <w:sz w:val="24"/>
                  <w:szCs w:val="24"/>
                  <w:highlight w:val="white"/>
                  <w:u w:val="single"/>
                </w:rPr>
                <w:t>Закону України</w:t>
              </w:r>
            </w:hyperlink>
            <w:r w:rsidRPr="003D2392">
              <w:rPr>
                <w:rFonts w:ascii="Times New Roman" w:eastAsia="Times New Roman" w:hAnsi="Times New Roman"/>
                <w:sz w:val="24"/>
                <w:szCs w:val="24"/>
                <w:highlight w:val="white"/>
              </w:rPr>
              <w:t xml:space="preserve"> “Про державну реєстрацію речових прав на нерухоме майно та їх обтяжень”</w:t>
            </w:r>
          </w:p>
          <w:p w:rsidR="008D506F" w:rsidRPr="003D2392" w:rsidRDefault="008D506F" w:rsidP="00812B52">
            <w:pPr>
              <w:shd w:val="clear" w:color="auto" w:fill="FFFFFF"/>
              <w:spacing w:after="160"/>
              <w:jc w:val="both"/>
              <w:rPr>
                <w:rFonts w:ascii="Times New Roman" w:eastAsia="Times New Roman" w:hAnsi="Times New Roman"/>
                <w:i/>
                <w:sz w:val="24"/>
                <w:szCs w:val="24"/>
                <w:highlight w:val="white"/>
              </w:rPr>
            </w:pP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Витяг з Державного реєстру речових прав на нерухоме майно про реєстрацію права власності, індексний номер витягу 204666275 від 18.03.2021 року</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Інформація про цільове призначення об’єкта оренди</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Майно може бути використане за будь яким цільовим призначенням</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 xml:space="preserve">Інформація про наявність окремих особових рахунків на об’єкт оренди, відкритих постачальниками комунальних </w:t>
            </w:r>
            <w:r w:rsidRPr="003D2392">
              <w:rPr>
                <w:rFonts w:ascii="Times New Roman" w:eastAsia="Times New Roman" w:hAnsi="Times New Roman"/>
                <w:sz w:val="24"/>
                <w:szCs w:val="24"/>
                <w:highlight w:val="white"/>
              </w:rPr>
              <w:lastRenderedPageBreak/>
              <w:t>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lastRenderedPageBreak/>
              <w:t xml:space="preserve">Орендар бере участь у витратах </w:t>
            </w:r>
            <w:proofErr w:type="spellStart"/>
            <w:r w:rsidRPr="003D2392">
              <w:rPr>
                <w:rFonts w:ascii="Times New Roman" w:eastAsia="Times New Roman" w:hAnsi="Times New Roman"/>
                <w:sz w:val="24"/>
                <w:szCs w:val="24"/>
              </w:rPr>
              <w:t>Балансоутимувача</w:t>
            </w:r>
            <w:proofErr w:type="spellEnd"/>
            <w:r w:rsidRPr="003D2392">
              <w:rPr>
                <w:rFonts w:ascii="Times New Roman" w:eastAsia="Times New Roman" w:hAnsi="Times New Roman"/>
                <w:sz w:val="24"/>
                <w:szCs w:val="24"/>
              </w:rPr>
              <w:t xml:space="preserve"> на утримання орендованого нерухомого майна та наданих комунальних послуг. Компенсація </w:t>
            </w:r>
            <w:r w:rsidRPr="003D2392">
              <w:rPr>
                <w:rFonts w:ascii="Times New Roman" w:eastAsia="Times New Roman" w:hAnsi="Times New Roman"/>
                <w:sz w:val="24"/>
                <w:szCs w:val="24"/>
              </w:rPr>
              <w:lastRenderedPageBreak/>
              <w:t xml:space="preserve">орендарем витрат на оплату комунальних послуг, згідно окремо виставлених рахунків </w:t>
            </w:r>
            <w:proofErr w:type="spellStart"/>
            <w:r w:rsidRPr="003D2392">
              <w:rPr>
                <w:rFonts w:ascii="Times New Roman" w:eastAsia="Times New Roman" w:hAnsi="Times New Roman"/>
                <w:sz w:val="24"/>
                <w:szCs w:val="24"/>
              </w:rPr>
              <w:t>пропорційно</w:t>
            </w:r>
            <w:proofErr w:type="spellEnd"/>
            <w:r w:rsidRPr="003D2392">
              <w:rPr>
                <w:rFonts w:ascii="Times New Roman" w:eastAsia="Times New Roman" w:hAnsi="Times New Roman"/>
                <w:sz w:val="24"/>
                <w:szCs w:val="24"/>
              </w:rPr>
              <w:t xml:space="preserve"> займаній площі</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proofErr w:type="spellStart"/>
            <w:r w:rsidRPr="003D2392">
              <w:rPr>
                <w:rFonts w:ascii="Times New Roman" w:eastAsia="Times New Roman" w:hAnsi="Times New Roman"/>
                <w:sz w:val="24"/>
                <w:szCs w:val="24"/>
              </w:rPr>
              <w:lastRenderedPageBreak/>
              <w:t>Проєкт</w:t>
            </w:r>
            <w:proofErr w:type="spellEnd"/>
            <w:r w:rsidRPr="003D2392">
              <w:rPr>
                <w:rFonts w:ascii="Times New Roman" w:eastAsia="Times New Roman" w:hAnsi="Times New Roman"/>
                <w:sz w:val="24"/>
                <w:szCs w:val="24"/>
              </w:rPr>
              <w:t xml:space="preserve"> договору оренди</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Додається</w:t>
            </w:r>
          </w:p>
        </w:tc>
      </w:tr>
      <w:tr w:rsidR="008D506F" w:rsidRPr="003D2392" w:rsidTr="00812B52">
        <w:trPr>
          <w:trHeight w:val="440"/>
        </w:trPr>
        <w:tc>
          <w:tcPr>
            <w:tcW w:w="10230" w:type="dxa"/>
            <w:gridSpan w:val="2"/>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center"/>
              <w:rPr>
                <w:rFonts w:ascii="Times New Roman" w:eastAsia="Times New Roman" w:hAnsi="Times New Roman"/>
                <w:b/>
                <w:sz w:val="24"/>
                <w:szCs w:val="24"/>
                <w:highlight w:val="white"/>
              </w:rPr>
            </w:pPr>
            <w:r w:rsidRPr="003D2392">
              <w:rPr>
                <w:rFonts w:ascii="Times New Roman" w:eastAsia="Times New Roman" w:hAnsi="Times New Roman"/>
                <w:b/>
                <w:sz w:val="24"/>
                <w:szCs w:val="24"/>
                <w:highlight w:val="white"/>
              </w:rPr>
              <w:t xml:space="preserve">Інформація про аукціон </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t>Вид аукціону</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Аукціон / аукціон </w:t>
            </w:r>
            <w:r w:rsidRPr="003D2392">
              <w:rPr>
                <w:rFonts w:ascii="Times New Roman" w:eastAsia="Times New Roman" w:hAnsi="Times New Roman"/>
                <w:sz w:val="24"/>
                <w:szCs w:val="24"/>
                <w:highlight w:val="white"/>
              </w:rPr>
              <w:t>зі зниженням стартової орендної плати на 50 відсотків / аукціон  за методом покрокового зниження стартової орендної плати та подальшого подання цінових пропозицій</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t xml:space="preserve">Місце проведення аукціону </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Електронний аукціон відбувається в електронній торговій системі </w:t>
            </w:r>
            <w:proofErr w:type="spellStart"/>
            <w:r w:rsidRPr="003D2392">
              <w:rPr>
                <w:rFonts w:ascii="Times New Roman" w:eastAsia="Times New Roman" w:hAnsi="Times New Roman"/>
                <w:sz w:val="24"/>
                <w:szCs w:val="24"/>
              </w:rPr>
              <w:t>Прозорро.Продажі</w:t>
            </w:r>
            <w:proofErr w:type="spellEnd"/>
            <w:r w:rsidRPr="003D2392">
              <w:rPr>
                <w:rFonts w:ascii="Times New Roman" w:eastAsia="Times New Roman" w:hAnsi="Times New Roman"/>
                <w:sz w:val="24"/>
                <w:szCs w:val="24"/>
              </w:rPr>
              <w:t xml:space="preserve"> через авторизовані електронні майданчики. </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Орендодавець для проведення та організації аукціону використовує електронний майданчик Е-Тендер. </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t>Час проведення аукціону</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Дата та час аукціону визначені умовами оголошення на електронному майданчику. </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t>Кінцевий строк для подання пропозицій</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Кінцевий строк подання заяви на участь в електронному аукціоні встановлюється електронною торговою системою для кожного електронного аукціону окремо в проміжок часу з 19:30 до 20:30 дня, що передує дню проведення електронного аукціону.</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 xml:space="preserve">Стартова орендна плата для першого </w:t>
            </w:r>
            <w:r w:rsidRPr="003D2392">
              <w:rPr>
                <w:rFonts w:ascii="Times New Roman" w:eastAsia="Times New Roman" w:hAnsi="Times New Roman"/>
                <w:sz w:val="24"/>
                <w:szCs w:val="24"/>
              </w:rPr>
              <w:lastRenderedPageBreak/>
              <w:t>аукціону</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lastRenderedPageBreak/>
              <w:t xml:space="preserve">Розмір стартової  орендної плати 1283,08 грн. без </w:t>
            </w:r>
            <w:r w:rsidRPr="003D2392">
              <w:rPr>
                <w:rFonts w:ascii="Times New Roman" w:eastAsia="Times New Roman" w:hAnsi="Times New Roman"/>
                <w:sz w:val="24"/>
                <w:szCs w:val="24"/>
              </w:rPr>
              <w:lastRenderedPageBreak/>
              <w:t>ПДВ – для електронного аукціону за місяць оренди</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lastRenderedPageBreak/>
              <w:t>Період прийому пропозицій для першого аукціону</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25 </w:t>
            </w:r>
            <w:proofErr w:type="spellStart"/>
            <w:r w:rsidRPr="003D2392">
              <w:rPr>
                <w:rFonts w:ascii="Times New Roman" w:eastAsia="Times New Roman" w:hAnsi="Times New Roman"/>
                <w:sz w:val="24"/>
                <w:szCs w:val="24"/>
              </w:rPr>
              <w:t>к.д</w:t>
            </w:r>
            <w:proofErr w:type="spellEnd"/>
            <w:r w:rsidRPr="003D2392">
              <w:rPr>
                <w:rFonts w:ascii="Times New Roman" w:eastAsia="Times New Roman" w:hAnsi="Times New Roman"/>
                <w:sz w:val="24"/>
                <w:szCs w:val="24"/>
              </w:rPr>
              <w:t xml:space="preserve">. </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 xml:space="preserve">Стартова орендна плата для </w:t>
            </w:r>
            <w:r w:rsidRPr="003D2392">
              <w:rPr>
                <w:rFonts w:ascii="Times New Roman" w:eastAsia="Times New Roman" w:hAnsi="Times New Roman"/>
                <w:sz w:val="24"/>
                <w:szCs w:val="24"/>
                <w:highlight w:val="white"/>
              </w:rPr>
              <w:t>повторного аукціону зі зниженням стартової орендної плати на 50 відсотків</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641,54  грн. без ПДВ – для електронного аукціону із зниженням стартової орендної плати на 50 відсотків</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t xml:space="preserve">Період прийому пропозицій для </w:t>
            </w:r>
            <w:r w:rsidRPr="003D2392">
              <w:rPr>
                <w:rFonts w:ascii="Times New Roman" w:eastAsia="Times New Roman" w:hAnsi="Times New Roman"/>
                <w:sz w:val="24"/>
                <w:szCs w:val="24"/>
                <w:highlight w:val="white"/>
              </w:rPr>
              <w:t>повторного аукціону із зниженням стартової орендної плати на 50 відсотків</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25 </w:t>
            </w:r>
            <w:proofErr w:type="spellStart"/>
            <w:r w:rsidRPr="003D2392">
              <w:rPr>
                <w:rFonts w:ascii="Times New Roman" w:eastAsia="Times New Roman" w:hAnsi="Times New Roman"/>
                <w:sz w:val="24"/>
                <w:szCs w:val="24"/>
              </w:rPr>
              <w:t>к.д</w:t>
            </w:r>
            <w:proofErr w:type="spellEnd"/>
            <w:r w:rsidRPr="003D2392">
              <w:rPr>
                <w:rFonts w:ascii="Times New Roman" w:eastAsia="Times New Roman" w:hAnsi="Times New Roman"/>
                <w:sz w:val="24"/>
                <w:szCs w:val="24"/>
              </w:rPr>
              <w:t xml:space="preserve">. </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 xml:space="preserve">Стартова орендна плата для </w:t>
            </w:r>
            <w:r w:rsidRPr="003D2392">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641,54 грн. без ПДВ – для електронного аукціону за методом покрокового зниження стартової орендної плати та подальшого подання цінових пропозицій</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t xml:space="preserve">Період прийому пропозицій для </w:t>
            </w:r>
            <w:r w:rsidRPr="003D2392">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25 </w:t>
            </w:r>
            <w:proofErr w:type="spellStart"/>
            <w:r w:rsidRPr="003D2392">
              <w:rPr>
                <w:rFonts w:ascii="Times New Roman" w:eastAsia="Times New Roman" w:hAnsi="Times New Roman"/>
                <w:sz w:val="24"/>
                <w:szCs w:val="24"/>
              </w:rPr>
              <w:t>к.д</w:t>
            </w:r>
            <w:proofErr w:type="spellEnd"/>
            <w:r w:rsidRPr="003D2392">
              <w:rPr>
                <w:rFonts w:ascii="Times New Roman" w:eastAsia="Times New Roman" w:hAnsi="Times New Roman"/>
                <w:sz w:val="24"/>
                <w:szCs w:val="24"/>
              </w:rPr>
              <w:t xml:space="preserve">. </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t xml:space="preserve">Кількість кроків аукціону за методом покрокового зниження стартової орендної плати та подальшого подання цінових пропозицій </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3</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t>Інформація про нарахування / врахування ПДВ в стартовій орендній платі (враховано / нараховується до орендної плати за результатами аукціону)</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Нарахування ПДВ на суму орендної плати за результатами аукціону здійснюється згідно з чинним законодавством та в повному обсязі спрямовується Орендарем на рахунок балансоутримувача.</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Розмір кроку аукціону</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1% від стартової орендної плати – 12,83 грн.</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Розмір гарантійного внеску</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hAnsi="Times New Roman"/>
                <w:sz w:val="24"/>
                <w:szCs w:val="24"/>
              </w:rPr>
              <w:t>18 198,77 грн.</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lastRenderedPageBreak/>
              <w:t xml:space="preserve">Розмір реєстраційного внеску </w:t>
            </w:r>
          </w:p>
        </w:tc>
        <w:tc>
          <w:tcPr>
            <w:tcW w:w="5595" w:type="dxa"/>
            <w:shd w:val="clear" w:color="auto" w:fill="auto"/>
            <w:tcMar>
              <w:top w:w="100" w:type="dxa"/>
              <w:left w:w="100" w:type="dxa"/>
              <w:bottom w:w="100" w:type="dxa"/>
              <w:right w:w="100" w:type="dxa"/>
            </w:tcMar>
          </w:tcPr>
          <w:p w:rsidR="008D506F" w:rsidRPr="003D2392" w:rsidRDefault="008D506F" w:rsidP="00812B52">
            <w:pPr>
              <w:rPr>
                <w:rFonts w:ascii="Times New Roman" w:eastAsia="Times New Roman" w:hAnsi="Times New Roman"/>
                <w:sz w:val="24"/>
                <w:szCs w:val="24"/>
              </w:rPr>
            </w:pPr>
            <w:r w:rsidRPr="003D2392">
              <w:rPr>
                <w:rFonts w:ascii="Times New Roman" w:eastAsia="Times New Roman" w:hAnsi="Times New Roman"/>
                <w:sz w:val="24"/>
                <w:szCs w:val="24"/>
              </w:rPr>
              <w:t>600 грн.</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Реквізити для перерахування реєстраційних внесків учасників</w:t>
            </w:r>
            <w:r w:rsidRPr="003D2392">
              <w:rPr>
                <w:rFonts w:ascii="Times New Roman" w:eastAsia="Times New Roman" w:hAnsi="Times New Roman"/>
                <w:sz w:val="24"/>
                <w:szCs w:val="24"/>
              </w:rPr>
              <w:br/>
            </w:r>
            <w:r w:rsidRPr="003D2392">
              <w:rPr>
                <w:rFonts w:ascii="Times New Roman" w:eastAsia="Times New Roman" w:hAnsi="Times New Roman"/>
                <w:sz w:val="24"/>
                <w:szCs w:val="24"/>
              </w:rPr>
              <w:br/>
              <w:t>Найменування установи (банку, казначейства), її місцезнаходження та номери рахунків у національній та іноземній валюті</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Одержувач: ГУК у </w:t>
            </w:r>
            <w:proofErr w:type="spellStart"/>
            <w:r w:rsidRPr="003D2392">
              <w:rPr>
                <w:rFonts w:ascii="Times New Roman" w:eastAsia="Times New Roman" w:hAnsi="Times New Roman"/>
                <w:sz w:val="24"/>
                <w:szCs w:val="24"/>
              </w:rPr>
              <w:t>Хмел.обл</w:t>
            </w:r>
            <w:proofErr w:type="spellEnd"/>
            <w:r w:rsidRPr="003D2392">
              <w:rPr>
                <w:rFonts w:ascii="Times New Roman" w:eastAsia="Times New Roman" w:hAnsi="Times New Roman"/>
                <w:sz w:val="24"/>
                <w:szCs w:val="24"/>
              </w:rPr>
              <w:t>/</w:t>
            </w:r>
            <w:proofErr w:type="spellStart"/>
            <w:r w:rsidRPr="003D2392">
              <w:rPr>
                <w:rFonts w:ascii="Times New Roman" w:eastAsia="Times New Roman" w:hAnsi="Times New Roman"/>
                <w:sz w:val="24"/>
                <w:szCs w:val="24"/>
              </w:rPr>
              <w:t>Крупецька</w:t>
            </w:r>
            <w:proofErr w:type="spellEnd"/>
            <w:r w:rsidRPr="003D2392">
              <w:rPr>
                <w:rFonts w:ascii="Times New Roman" w:eastAsia="Times New Roman" w:hAnsi="Times New Roman"/>
                <w:sz w:val="24"/>
                <w:szCs w:val="24"/>
              </w:rPr>
              <w:t xml:space="preserve"> </w:t>
            </w:r>
            <w:proofErr w:type="spellStart"/>
            <w:r w:rsidRPr="003D2392">
              <w:rPr>
                <w:rFonts w:ascii="Times New Roman" w:eastAsia="Times New Roman" w:hAnsi="Times New Roman"/>
                <w:sz w:val="24"/>
                <w:szCs w:val="24"/>
              </w:rPr>
              <w:t>стг</w:t>
            </w:r>
            <w:proofErr w:type="spellEnd"/>
            <w:r w:rsidRPr="003D2392">
              <w:rPr>
                <w:rFonts w:ascii="Times New Roman" w:eastAsia="Times New Roman" w:hAnsi="Times New Roman"/>
                <w:sz w:val="24"/>
                <w:szCs w:val="24"/>
              </w:rPr>
              <w:t>/21082400</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Рахунок № р/р UA028999980314050593000022721</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t>Реквізити для перерахування гарантійних внесків учасників (у разі їх дискваліфікації)</w:t>
            </w:r>
          </w:p>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t>Найменування установи (банку, казначейства), її місцезнаходження та номери рахунків у національній та іноземній валюті</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Рахунок № р/р UA028999980314050593000022721 </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Банк одержувача: Казначейство України(</w:t>
            </w:r>
            <w:proofErr w:type="spellStart"/>
            <w:r w:rsidRPr="003D2392">
              <w:rPr>
                <w:rFonts w:ascii="Times New Roman" w:eastAsia="Times New Roman" w:hAnsi="Times New Roman"/>
                <w:sz w:val="24"/>
                <w:szCs w:val="24"/>
              </w:rPr>
              <w:t>ел</w:t>
            </w:r>
            <w:proofErr w:type="spellEnd"/>
            <w:r w:rsidRPr="003D2392">
              <w:rPr>
                <w:rFonts w:ascii="Times New Roman" w:eastAsia="Times New Roman" w:hAnsi="Times New Roman"/>
                <w:sz w:val="24"/>
                <w:szCs w:val="24"/>
              </w:rPr>
              <w:t xml:space="preserve">. </w:t>
            </w:r>
            <w:proofErr w:type="spellStart"/>
            <w:r w:rsidRPr="003D2392">
              <w:rPr>
                <w:rFonts w:ascii="Times New Roman" w:eastAsia="Times New Roman" w:hAnsi="Times New Roman"/>
                <w:sz w:val="24"/>
                <w:szCs w:val="24"/>
              </w:rPr>
              <w:t>адм</w:t>
            </w:r>
            <w:proofErr w:type="spellEnd"/>
            <w:r w:rsidRPr="003D2392">
              <w:rPr>
                <w:rFonts w:ascii="Times New Roman" w:eastAsia="Times New Roman" w:hAnsi="Times New Roman"/>
                <w:sz w:val="24"/>
                <w:szCs w:val="24"/>
              </w:rPr>
              <w:t xml:space="preserve">. </w:t>
            </w:r>
            <w:proofErr w:type="spellStart"/>
            <w:r w:rsidRPr="003D2392">
              <w:rPr>
                <w:rFonts w:ascii="Times New Roman" w:eastAsia="Times New Roman" w:hAnsi="Times New Roman"/>
                <w:sz w:val="24"/>
                <w:szCs w:val="24"/>
              </w:rPr>
              <w:t>подат</w:t>
            </w:r>
            <w:proofErr w:type="spellEnd"/>
            <w:r w:rsidRPr="003D2392">
              <w:rPr>
                <w:rFonts w:ascii="Times New Roman" w:eastAsia="Times New Roman" w:hAnsi="Times New Roman"/>
                <w:sz w:val="24"/>
                <w:szCs w:val="24"/>
              </w:rPr>
              <w:t xml:space="preserve">.)    </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Код згідно з ЄДРПОУ 37971775</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t>Банківські реквізити для та проведення переможцями аукціонів розрахунків за орендовані об’єкти</w:t>
            </w:r>
          </w:p>
        </w:tc>
        <w:tc>
          <w:tcPr>
            <w:tcW w:w="5595" w:type="dxa"/>
            <w:shd w:val="clear" w:color="auto" w:fill="auto"/>
            <w:tcMar>
              <w:top w:w="100" w:type="dxa"/>
              <w:left w:w="100" w:type="dxa"/>
              <w:bottom w:w="100" w:type="dxa"/>
              <w:right w:w="100" w:type="dxa"/>
            </w:tcMar>
          </w:tcPr>
          <w:p w:rsidR="008D506F" w:rsidRDefault="008D506F" w:rsidP="00812B52">
            <w:pPr>
              <w:pBdr>
                <w:top w:val="nil"/>
                <w:left w:val="nil"/>
                <w:bottom w:val="nil"/>
                <w:right w:val="nil"/>
                <w:between w:val="nil"/>
              </w:pBdr>
              <w:rPr>
                <w:rFonts w:ascii="Times New Roman" w:eastAsia="Times New Roman" w:hAnsi="Times New Roman"/>
                <w:sz w:val="24"/>
                <w:szCs w:val="24"/>
              </w:rPr>
            </w:pPr>
            <w:r>
              <w:rPr>
                <w:rFonts w:ascii="Times New Roman" w:eastAsia="Times New Roman" w:hAnsi="Times New Roman"/>
                <w:sz w:val="24"/>
                <w:szCs w:val="24"/>
              </w:rPr>
              <w:t xml:space="preserve">Одержувач: </w:t>
            </w:r>
            <w:proofErr w:type="spellStart"/>
            <w:r>
              <w:rPr>
                <w:rFonts w:ascii="Times New Roman" w:eastAsia="Times New Roman" w:hAnsi="Times New Roman"/>
                <w:sz w:val="24"/>
                <w:szCs w:val="24"/>
              </w:rPr>
              <w:t>Держказначейська</w:t>
            </w:r>
            <w:proofErr w:type="spellEnd"/>
            <w:r>
              <w:rPr>
                <w:rFonts w:ascii="Times New Roman" w:eastAsia="Times New Roman" w:hAnsi="Times New Roman"/>
                <w:sz w:val="24"/>
                <w:szCs w:val="24"/>
              </w:rPr>
              <w:t xml:space="preserve"> служба України, ЄДРПОУ 04405030</w:t>
            </w:r>
          </w:p>
          <w:p w:rsidR="008D506F" w:rsidRPr="00941BBD"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Рахунок № р/р UA</w:t>
            </w:r>
            <w:r>
              <w:rPr>
                <w:rFonts w:ascii="Times New Roman" w:eastAsia="Times New Roman" w:hAnsi="Times New Roman"/>
                <w:sz w:val="24"/>
                <w:szCs w:val="24"/>
              </w:rPr>
              <w:t>988201720314251033203026454</w:t>
            </w:r>
          </w:p>
        </w:tc>
      </w:tr>
      <w:tr w:rsidR="008D506F" w:rsidRPr="003D2392" w:rsidTr="00812B52">
        <w:trPr>
          <w:trHeight w:val="440"/>
        </w:trPr>
        <w:tc>
          <w:tcPr>
            <w:tcW w:w="10230" w:type="dxa"/>
            <w:gridSpan w:val="2"/>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center"/>
              <w:rPr>
                <w:rFonts w:ascii="Times New Roman" w:eastAsia="Times New Roman" w:hAnsi="Times New Roman"/>
                <w:b/>
                <w:sz w:val="24"/>
                <w:szCs w:val="24"/>
                <w:highlight w:val="white"/>
              </w:rPr>
            </w:pPr>
            <w:r w:rsidRPr="003D2392">
              <w:rPr>
                <w:rFonts w:ascii="Times New Roman" w:eastAsia="Times New Roman" w:hAnsi="Times New Roman"/>
                <w:b/>
                <w:sz w:val="24"/>
                <w:szCs w:val="24"/>
                <w:highlight w:val="white"/>
              </w:rPr>
              <w:t>Додаткові умови оренди</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 xml:space="preserve">Перелік додаткових умов оренди, з переліку, що визначений </w:t>
            </w:r>
            <w:proofErr w:type="spellStart"/>
            <w:r w:rsidRPr="003D2392">
              <w:rPr>
                <w:rFonts w:ascii="Times New Roman" w:eastAsia="Times New Roman" w:hAnsi="Times New Roman"/>
                <w:sz w:val="24"/>
                <w:szCs w:val="24"/>
                <w:highlight w:val="white"/>
              </w:rPr>
              <w:t>абз</w:t>
            </w:r>
            <w:proofErr w:type="spellEnd"/>
            <w:r w:rsidRPr="003D2392">
              <w:rPr>
                <w:rFonts w:ascii="Times New Roman" w:eastAsia="Times New Roman" w:hAnsi="Times New Roman"/>
                <w:sz w:val="24"/>
                <w:szCs w:val="24"/>
                <w:highlight w:val="white"/>
              </w:rPr>
              <w:t>. 4 п. 55 Порядку передачі в оренду державного та комунального майна</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відсутні</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t>Дата та номер рішення про затвердження додаткових умови оренди</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w:t>
            </w:r>
          </w:p>
        </w:tc>
      </w:tr>
      <w:tr w:rsidR="008D506F" w:rsidRPr="003D2392" w:rsidTr="00812B52">
        <w:trPr>
          <w:trHeight w:val="440"/>
        </w:trPr>
        <w:tc>
          <w:tcPr>
            <w:tcW w:w="10230" w:type="dxa"/>
            <w:gridSpan w:val="2"/>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center"/>
              <w:rPr>
                <w:rFonts w:ascii="Times New Roman" w:eastAsia="Times New Roman" w:hAnsi="Times New Roman"/>
                <w:b/>
                <w:sz w:val="24"/>
                <w:szCs w:val="24"/>
                <w:highlight w:val="white"/>
              </w:rPr>
            </w:pPr>
            <w:r w:rsidRPr="003D2392">
              <w:rPr>
                <w:rFonts w:ascii="Times New Roman" w:eastAsia="Times New Roman" w:hAnsi="Times New Roman"/>
                <w:b/>
                <w:sz w:val="24"/>
                <w:szCs w:val="24"/>
                <w:highlight w:val="white"/>
              </w:rPr>
              <w:t>Додаткова інформація</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t xml:space="preserve">Наявність згоди на здійснення поточного та/або капітального ремонту орендованого майна під час встановлення додаткової </w:t>
            </w:r>
            <w:r w:rsidRPr="003D2392">
              <w:rPr>
                <w:rFonts w:ascii="Times New Roman" w:eastAsia="Times New Roman" w:hAnsi="Times New Roman"/>
                <w:sz w:val="24"/>
                <w:szCs w:val="24"/>
              </w:rPr>
              <w:lastRenderedPageBreak/>
              <w:t>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lastRenderedPageBreak/>
              <w:t>відсутня</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highlight w:val="white"/>
              </w:rPr>
            </w:pPr>
            <w:r w:rsidRPr="003D2392">
              <w:rPr>
                <w:rFonts w:ascii="Times New Roman" w:eastAsia="Times New Roman" w:hAnsi="Times New Roman"/>
                <w:sz w:val="24"/>
                <w:szCs w:val="24"/>
              </w:rPr>
              <w:lastRenderedPageBreak/>
              <w:t xml:space="preserve">Інформація про необхідність відповідності орендаря вимогам </w:t>
            </w:r>
            <w:hyperlink r:id="rId11" w:anchor="n120">
              <w:r w:rsidRPr="003D2392">
                <w:rPr>
                  <w:rFonts w:ascii="Times New Roman" w:eastAsia="Times New Roman" w:hAnsi="Times New Roman"/>
                  <w:sz w:val="24"/>
                  <w:szCs w:val="24"/>
                  <w:u w:val="single"/>
                </w:rPr>
                <w:t>статті 4</w:t>
              </w:r>
            </w:hyperlink>
            <w:r w:rsidRPr="003D2392">
              <w:rPr>
                <w:rFonts w:ascii="Times New Roman" w:eastAsia="Times New Roman" w:hAnsi="Times New Roman"/>
                <w:sz w:val="24"/>
                <w:szCs w:val="24"/>
              </w:rPr>
              <w:t xml:space="preserve"> Закону та можливість орендаря укладати договір суборенди лише з особами, які відповідають вимогам статті 4 Закону</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Потенційний орендар повинен відповідати вимогам до особи орендаря, визначеним статтею 4 Закону України "Про оренду державного та комунального майна".</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Потенційний орендар для участі в аукціоні надає підтверджуючі документи, що передбачені ч. 3 ст. 13 Закону України "Про оренду державного та комунального майна".</w:t>
            </w:r>
          </w:p>
        </w:tc>
      </w:tr>
      <w:tr w:rsidR="008D506F" w:rsidRPr="003D2392" w:rsidTr="00812B52">
        <w:tc>
          <w:tcPr>
            <w:tcW w:w="4635" w:type="dxa"/>
            <w:shd w:val="clear" w:color="auto" w:fill="auto"/>
            <w:tcMar>
              <w:top w:w="100" w:type="dxa"/>
              <w:left w:w="100" w:type="dxa"/>
              <w:bottom w:w="100" w:type="dxa"/>
              <w:right w:w="100" w:type="dxa"/>
            </w:tcMar>
          </w:tcPr>
          <w:p w:rsidR="008D506F" w:rsidRPr="003D2392" w:rsidRDefault="008D506F" w:rsidP="00812B52">
            <w:pPr>
              <w:shd w:val="clear" w:color="auto" w:fill="FFFFFF"/>
              <w:spacing w:after="160"/>
              <w:jc w:val="both"/>
              <w:rPr>
                <w:rFonts w:ascii="Times New Roman" w:eastAsia="Times New Roman" w:hAnsi="Times New Roman"/>
                <w:sz w:val="24"/>
                <w:szCs w:val="24"/>
              </w:rPr>
            </w:pPr>
            <w:r w:rsidRPr="003D2392">
              <w:rPr>
                <w:rFonts w:ascii="Times New Roman" w:eastAsia="Times New Roman" w:hAnsi="Times New Roman"/>
                <w:sz w:val="24"/>
                <w:szCs w:val="24"/>
              </w:rPr>
              <w:t>Технічні реквізити оголошення</w:t>
            </w:r>
          </w:p>
        </w:tc>
        <w:tc>
          <w:tcPr>
            <w:tcW w:w="5595" w:type="dxa"/>
            <w:shd w:val="clear" w:color="auto" w:fill="auto"/>
            <w:tcMar>
              <w:top w:w="100" w:type="dxa"/>
              <w:left w:w="100" w:type="dxa"/>
              <w:bottom w:w="100" w:type="dxa"/>
              <w:right w:w="100" w:type="dxa"/>
            </w:tcMar>
          </w:tcPr>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Період між аукціоном та аукціоном із зниженням стартової ціни, аукціоном із зниженням стартової ціни та аукціоном за методом покрокового зниження стартової ціни та подальшого подання цінових пропозицій (20-35 календарних днів з дати оприлюднення оголошення електронною торговою системою про передачу майна в оренду)</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Аукціон буде проведений в електронній торговій системи «</w:t>
            </w:r>
            <w:proofErr w:type="spellStart"/>
            <w:r w:rsidRPr="003D2392">
              <w:rPr>
                <w:rFonts w:ascii="Times New Roman" w:eastAsia="Times New Roman" w:hAnsi="Times New Roman"/>
                <w:sz w:val="24"/>
                <w:szCs w:val="24"/>
              </w:rPr>
              <w:t>Прозоро.Продажі</w:t>
            </w:r>
            <w:proofErr w:type="spellEnd"/>
            <w:r w:rsidRPr="003D2392">
              <w:rPr>
                <w:rFonts w:ascii="Times New Roman" w:eastAsia="Times New Roman" w:hAnsi="Times New Roman"/>
                <w:sz w:val="24"/>
                <w:szCs w:val="24"/>
              </w:rPr>
              <w:t>» (адміністратор)</w:t>
            </w: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p>
          <w:p w:rsidR="008D506F" w:rsidRPr="003D2392" w:rsidRDefault="008D506F" w:rsidP="00812B52">
            <w:pPr>
              <w:pBdr>
                <w:top w:val="nil"/>
                <w:left w:val="nil"/>
                <w:bottom w:val="nil"/>
                <w:right w:val="nil"/>
                <w:between w:val="nil"/>
              </w:pBdr>
              <w:rPr>
                <w:rFonts w:ascii="Times New Roman" w:eastAsia="Times New Roman" w:hAnsi="Times New Roman"/>
                <w:sz w:val="24"/>
                <w:szCs w:val="24"/>
              </w:rPr>
            </w:pPr>
            <w:r w:rsidRPr="003D2392">
              <w:rPr>
                <w:rFonts w:ascii="Times New Roman" w:eastAsia="Times New Roman" w:hAnsi="Times New Roman"/>
                <w:sz w:val="24"/>
                <w:szCs w:val="24"/>
              </w:rPr>
              <w:t xml:space="preserve">Єдине посилання на веб-сторінку адміністратора, на якій є посилання в алфавітному порядку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w:t>
            </w:r>
            <w:hyperlink r:id="rId12" w:tgtFrame="_blank" w:history="1">
              <w:r w:rsidRPr="003D2392">
                <w:rPr>
                  <w:rStyle w:val="af7"/>
                  <w:bdr w:val="none" w:sz="0" w:space="0" w:color="auto" w:frame="1"/>
                </w:rPr>
                <w:t>https://auction.e-tender.ua </w:t>
              </w:r>
            </w:hyperlink>
          </w:p>
        </w:tc>
      </w:tr>
    </w:tbl>
    <w:p w:rsidR="008D506F" w:rsidRPr="003D2392" w:rsidRDefault="008D506F" w:rsidP="008D506F">
      <w:pPr>
        <w:shd w:val="clear" w:color="auto" w:fill="FFFFFF"/>
        <w:spacing w:after="160"/>
        <w:jc w:val="both"/>
        <w:rPr>
          <w:rFonts w:ascii="Times New Roman" w:eastAsia="Times New Roman" w:hAnsi="Times New Roman"/>
          <w:sz w:val="24"/>
          <w:szCs w:val="24"/>
          <w:highlight w:val="white"/>
        </w:rPr>
      </w:pPr>
    </w:p>
    <w:p w:rsidR="008D506F" w:rsidRPr="003D2392" w:rsidRDefault="008D506F" w:rsidP="008D506F">
      <w:pPr>
        <w:shd w:val="clear" w:color="auto" w:fill="FFFFFF"/>
        <w:spacing w:after="160"/>
        <w:jc w:val="center"/>
        <w:rPr>
          <w:rFonts w:ascii="Times New Roman" w:eastAsia="Times New Roman" w:hAnsi="Times New Roman"/>
          <w:sz w:val="24"/>
          <w:szCs w:val="24"/>
          <w:highlight w:val="white"/>
        </w:rPr>
      </w:pPr>
      <w:r w:rsidRPr="003D2392">
        <w:rPr>
          <w:rFonts w:ascii="Times New Roman" w:eastAsia="Times New Roman" w:hAnsi="Times New Roman"/>
          <w:sz w:val="24"/>
          <w:szCs w:val="24"/>
          <w:highlight w:val="white"/>
        </w:rPr>
        <w:lastRenderedPageBreak/>
        <w:t>__________________________________________________________</w:t>
      </w:r>
    </w:p>
    <w:p w:rsidR="008D506F" w:rsidRDefault="008D506F" w:rsidP="008D506F">
      <w:pPr>
        <w:shd w:val="clear" w:color="auto" w:fill="FFFFFF"/>
        <w:spacing w:after="160"/>
        <w:jc w:val="both"/>
        <w:rPr>
          <w:rFonts w:ascii="Times New Roman" w:eastAsia="Times New Roman" w:hAnsi="Times New Roman"/>
          <w:sz w:val="24"/>
          <w:szCs w:val="24"/>
          <w:highlight w:val="white"/>
        </w:rPr>
      </w:pPr>
    </w:p>
    <w:p w:rsidR="008D506F" w:rsidRPr="003D2392" w:rsidRDefault="008D506F" w:rsidP="008D506F">
      <w:pPr>
        <w:shd w:val="clear" w:color="auto" w:fill="FFFFFF"/>
        <w:spacing w:after="160"/>
        <w:jc w:val="both"/>
        <w:rPr>
          <w:rFonts w:ascii="Times New Roman" w:eastAsia="Times New Roman" w:hAnsi="Times New Roman"/>
          <w:sz w:val="24"/>
          <w:szCs w:val="24"/>
          <w:highlight w:val="white"/>
        </w:rPr>
      </w:pPr>
    </w:p>
    <w:p w:rsidR="008D506F" w:rsidRPr="003D2392" w:rsidRDefault="008D506F" w:rsidP="008D506F">
      <w:pPr>
        <w:ind w:hanging="12"/>
        <w:jc w:val="center"/>
        <w:rPr>
          <w:rFonts w:ascii="Times New Roman" w:hAnsi="Times New Roman"/>
          <w:sz w:val="24"/>
          <w:szCs w:val="24"/>
        </w:rPr>
      </w:pPr>
      <w:r w:rsidRPr="003D2392">
        <w:rPr>
          <w:rFonts w:ascii="Times New Roman" w:hAnsi="Times New Roman"/>
          <w:bCs/>
          <w:sz w:val="24"/>
          <w:szCs w:val="24"/>
        </w:rPr>
        <w:t>Сільський голова                                                                                 Валерій МИХАЛЮК</w:t>
      </w:r>
    </w:p>
    <w:p w:rsidR="002E64BC" w:rsidRDefault="002E64BC"/>
    <w:sectPr w:rsidR="002E64B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2760C"/>
    <w:multiLevelType w:val="hybridMultilevel"/>
    <w:tmpl w:val="F0488ACA"/>
    <w:lvl w:ilvl="0" w:tplc="8FDC5DE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3C4E34E9"/>
    <w:multiLevelType w:val="multilevel"/>
    <w:tmpl w:val="2D1CD6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06F"/>
    <w:rsid w:val="002E64BC"/>
    <w:rsid w:val="008D506F"/>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06F"/>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8D50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8D506F"/>
    <w:rPr>
      <w:rFonts w:ascii="Courier New" w:hAnsi="Courier New" w:cs="Courier New"/>
    </w:rPr>
  </w:style>
  <w:style w:type="paragraph" w:styleId="HTML0">
    <w:name w:val="HTML Preformatted"/>
    <w:aliases w:val="Знак2, Знак2"/>
    <w:basedOn w:val="a"/>
    <w:link w:val="HTML"/>
    <w:unhideWhenUsed/>
    <w:rsid w:val="008D506F"/>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8D506F"/>
    <w:rPr>
      <w:rFonts w:ascii="Consolas" w:hAnsi="Consolas"/>
      <w:sz w:val="20"/>
      <w:szCs w:val="20"/>
      <w:lang w:val="uk-UA" w:eastAsia="uk-U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3"/>
    <w:uiPriority w:val="99"/>
    <w:locked/>
    <w:rsid w:val="008D506F"/>
    <w:rPr>
      <w:rFonts w:ascii="Times New Roman" w:eastAsia="Times New Roman" w:hAnsi="Times New Roman" w:cs="Times New Roman"/>
      <w:sz w:val="24"/>
      <w:szCs w:val="24"/>
      <w:lang w:val="uk-UA" w:eastAsia="uk-UA"/>
    </w:rPr>
  </w:style>
  <w:style w:type="paragraph" w:styleId="af5">
    <w:name w:val="List Paragraph"/>
    <w:basedOn w:val="a"/>
    <w:link w:val="af6"/>
    <w:uiPriority w:val="99"/>
    <w:qFormat/>
    <w:rsid w:val="008D506F"/>
    <w:pPr>
      <w:ind w:left="720"/>
      <w:contextualSpacing/>
    </w:pPr>
    <w:rPr>
      <w:rFonts w:ascii="Calibri" w:eastAsia="Times New Roman" w:hAnsi="Calibri" w:cs="Times New Roman"/>
      <w:lang w:val="ru-RU" w:eastAsia="ru-RU"/>
    </w:rPr>
  </w:style>
  <w:style w:type="character" w:customStyle="1" w:styleId="af6">
    <w:name w:val="Абзац списка Знак"/>
    <w:link w:val="af5"/>
    <w:uiPriority w:val="99"/>
    <w:locked/>
    <w:rsid w:val="008D506F"/>
    <w:rPr>
      <w:rFonts w:ascii="Calibri" w:eastAsia="Times New Roman" w:hAnsi="Calibri" w:cs="Times New Roman"/>
      <w:lang w:val="ru-RU" w:eastAsia="ru-RU"/>
    </w:rPr>
  </w:style>
  <w:style w:type="character" w:styleId="af7">
    <w:name w:val="Hyperlink"/>
    <w:uiPriority w:val="99"/>
    <w:unhideWhenUsed/>
    <w:rsid w:val="008D506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06F"/>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8D50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8D506F"/>
    <w:rPr>
      <w:rFonts w:ascii="Courier New" w:hAnsi="Courier New" w:cs="Courier New"/>
    </w:rPr>
  </w:style>
  <w:style w:type="paragraph" w:styleId="HTML0">
    <w:name w:val="HTML Preformatted"/>
    <w:aliases w:val="Знак2, Знак2"/>
    <w:basedOn w:val="a"/>
    <w:link w:val="HTML"/>
    <w:unhideWhenUsed/>
    <w:rsid w:val="008D506F"/>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8D506F"/>
    <w:rPr>
      <w:rFonts w:ascii="Consolas" w:hAnsi="Consolas"/>
      <w:sz w:val="20"/>
      <w:szCs w:val="20"/>
      <w:lang w:val="uk-UA" w:eastAsia="uk-U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3"/>
    <w:uiPriority w:val="99"/>
    <w:locked/>
    <w:rsid w:val="008D506F"/>
    <w:rPr>
      <w:rFonts w:ascii="Times New Roman" w:eastAsia="Times New Roman" w:hAnsi="Times New Roman" w:cs="Times New Roman"/>
      <w:sz w:val="24"/>
      <w:szCs w:val="24"/>
      <w:lang w:val="uk-UA" w:eastAsia="uk-UA"/>
    </w:rPr>
  </w:style>
  <w:style w:type="paragraph" w:styleId="af5">
    <w:name w:val="List Paragraph"/>
    <w:basedOn w:val="a"/>
    <w:link w:val="af6"/>
    <w:uiPriority w:val="99"/>
    <w:qFormat/>
    <w:rsid w:val="008D506F"/>
    <w:pPr>
      <w:ind w:left="720"/>
      <w:contextualSpacing/>
    </w:pPr>
    <w:rPr>
      <w:rFonts w:ascii="Calibri" w:eastAsia="Times New Roman" w:hAnsi="Calibri" w:cs="Times New Roman"/>
      <w:lang w:val="ru-RU" w:eastAsia="ru-RU"/>
    </w:rPr>
  </w:style>
  <w:style w:type="character" w:customStyle="1" w:styleId="af6">
    <w:name w:val="Абзац списка Знак"/>
    <w:link w:val="af5"/>
    <w:uiPriority w:val="99"/>
    <w:locked/>
    <w:rsid w:val="008D506F"/>
    <w:rPr>
      <w:rFonts w:ascii="Calibri" w:eastAsia="Times New Roman" w:hAnsi="Calibri" w:cs="Times New Roman"/>
      <w:lang w:val="ru-RU" w:eastAsia="ru-RU"/>
    </w:rPr>
  </w:style>
  <w:style w:type="character" w:styleId="af7">
    <w:name w:val="Hyperlink"/>
    <w:uiPriority w:val="99"/>
    <w:unhideWhenUsed/>
    <w:rsid w:val="008D50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83-2020-%D0%B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483-2020-%D0%BF" TargetMode="External"/><Relationship Id="rId12" Type="http://schemas.openxmlformats.org/officeDocument/2006/relationships/hyperlink" Target="https://auction.e-tender.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57-20" TargetMode="External"/><Relationship Id="rId11" Type="http://schemas.openxmlformats.org/officeDocument/2006/relationships/hyperlink" Target="https://zakon.rada.gov.ua/laws/show/157-20" TargetMode="External"/><Relationship Id="rId5" Type="http://schemas.openxmlformats.org/officeDocument/2006/relationships/webSettings" Target="webSettings.xml"/><Relationship Id="rId10" Type="http://schemas.openxmlformats.org/officeDocument/2006/relationships/hyperlink" Target="https://zakon.rada.gov.ua/laws/show/1952-15" TargetMode="External"/><Relationship Id="rId4" Type="http://schemas.openxmlformats.org/officeDocument/2006/relationships/settings" Target="settings.xml"/><Relationship Id="rId9" Type="http://schemas.openxmlformats.org/officeDocument/2006/relationships/hyperlink" Target="https://zakon.rada.gov.ua/laws/show/483-2020-%D0%B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11</Pages>
  <Words>2176</Words>
  <Characters>12408</Characters>
  <Application>Microsoft Office Word</Application>
  <DocSecurity>0</DocSecurity>
  <Lines>103</Lines>
  <Paragraphs>29</Paragraphs>
  <ScaleCrop>false</ScaleCrop>
  <Company>SPecialiST RePack</Company>
  <LinksUpToDate>false</LinksUpToDate>
  <CharactersWithSpaces>14555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2021-07-26T12:15:00Z</dcterms:created>
  <dcterms:modified xsi:type="dcterms:W3CDTF">2021-07-26T12:15:00Z</dcterms:modified>
</cp:coreProperties>
</file>