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BB7" w:rsidRDefault="00526BB7" w:rsidP="00526B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26BB7" w:rsidRDefault="00526BB7" w:rsidP="00526BB7"/>
    <w:p w:rsidR="00526BB7" w:rsidRDefault="00526BB7" w:rsidP="00526BB7"/>
    <w:p w:rsidR="00526BB7" w:rsidRDefault="00526BB7" w:rsidP="00526B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26BB7" w:rsidRDefault="00526BB7" w:rsidP="00526B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26BB7" w:rsidRDefault="00526BB7" w:rsidP="00526B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26BB7" w:rsidRDefault="00526BB7" w:rsidP="00526B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26BB7" w:rsidRDefault="00526BB7" w:rsidP="00526B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6BB7" w:rsidRDefault="00526BB7" w:rsidP="00526B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26BB7" w:rsidRDefault="00526BB7" w:rsidP="00526BB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26BB7" w:rsidRDefault="00526BB7" w:rsidP="00526BB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26BB7" w:rsidRDefault="00526BB7" w:rsidP="00526BB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Крупець                                                   №5</w:t>
      </w:r>
    </w:p>
    <w:p w:rsidR="00526BB7" w:rsidRDefault="00526BB7" w:rsidP="00526BB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ст.25, частини 2 ст.42 Закону України «Про місцеве самоврядування в Україні» в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3 від 24.12.2019 року «Про сільський  бюджет  Крупецької сільської ради на 2020 рік», та рішення сесії сільської ради № 7 від 12.01.2018 року «Про затвердження  Програми та Положення про надання матеріальної допомоги громадянам»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Крупецької сільської ради :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Рощук Олександрі Гаврилівні в розмірі 500.00 ( п’ятсот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Бордюк Ганні Володимирівні в розмірі  500.00 ( п’ятсот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Гуменюк Валентині Володимирівні в розмірі 1000.00 ( одна тисяча)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Сидорчук Леоніду Михайловичу в розмірі 2000.00 ( дві тисячі)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Поліщук Анатолію Дмитровичу в розмірі 2900.00 ( дві тисячі дев’ятсот)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Бродюк Михайлу Михайловичу в розмірі 2000.00 ( дві тисячі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1.7Андрійчук Розі Феодосіївні в розмірі 500.00 ( п’ятсот)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Гаврилюк Марії Герасимівні в розмірі  2900.00 ( дві тисячі дев’ятсот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Рачук Дмитру Володимировичу в розмірі  1000.00 ( одна тисяча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1.10 Форсюк Борису Володимировичу в розмірі 2000.00 ( дві тисячі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 Ковальчук Людмилі Григорівні в розмірі 1000.00 ( одна тисяча ) грн;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1.12 Ліпському Володимиру Валерійовичу в розмірі 500.00 ( п’ятсот ) грн .на лікування батька Ліпського  Валерія Володимировича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1.13 Рощук Олександрі Гаврилівні  в розмірі 500.00 ( п’ятсот ) грн  на лікування  Лебідь Ольги Гаврилівни 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1.14  Чернухіній Людмилі Петрівні  в розмірі 2000.00 ( дві тисячі)  грн. на лікування Бережної Галини Андріївни 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1.15 Гуранській Вікторії Георгіївні в розмірі 1000.00 ( одна тисячу )  грн. на лікування Вільбовець Юрія Петровича;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1.16 Нікітчук Івану Миколайовичу в розмірі 1000.00 ( одна тисяча ) грн на лікування Нікітчука Василя Івановича;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1.17 Чулій  Руслану Леонідовичу в розмірі 500.00 ( п’ятсот ) грн на лікування Чулій Клавдії Петрівни ;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1.18 Гуменюк Валентині Анатоліївні в розмірі 2000.00 ( дві тисячі ) грн  на лікування  Гаврилюк Надії Петрівни.</w:t>
      </w:r>
    </w:p>
    <w:p w:rsidR="00526BB7" w:rsidRDefault="00526BB7" w:rsidP="00526B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Крупецької сільської ради здійснити виплату матеріальної допомоги вищеназваним громадянам .</w:t>
      </w:r>
    </w:p>
    <w:p w:rsidR="00526BB7" w:rsidRDefault="00526BB7" w:rsidP="00526BB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(О.В.Качаровська)</w:t>
      </w:r>
    </w:p>
    <w:p w:rsidR="00526BB7" w:rsidRDefault="00526BB7" w:rsidP="00526BB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526BB7" w:rsidRDefault="00526BB7" w:rsidP="00526BB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526BB7" w:rsidRDefault="00526BB7" w:rsidP="00526BB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526BB7" w:rsidRDefault="00526BB7" w:rsidP="00526B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В.М.Мазур</w:t>
      </w:r>
    </w:p>
    <w:p w:rsidR="00E32C72" w:rsidRDefault="00E32C72">
      <w:bookmarkStart w:id="0" w:name="_GoBack"/>
      <w:bookmarkEnd w:id="0"/>
    </w:p>
    <w:sectPr w:rsidR="00E32C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BB7"/>
    <w:rsid w:val="00171A2E"/>
    <w:rsid w:val="00304C90"/>
    <w:rsid w:val="00505B6D"/>
    <w:rsid w:val="00526BB7"/>
    <w:rsid w:val="006D3977"/>
    <w:rsid w:val="007D6C18"/>
    <w:rsid w:val="00D1641A"/>
    <w:rsid w:val="00E32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2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2020-07-29T13:31:00Z</dcterms:created>
  <dcterms:modified xsi:type="dcterms:W3CDTF">2020-07-29T13:32:00Z</dcterms:modified>
</cp:coreProperties>
</file>