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964" w:rsidRPr="00DB036A" w:rsidRDefault="00B33964" w:rsidP="00B339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3964" w:rsidRDefault="00B33964" w:rsidP="00B339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33964" w:rsidRDefault="00B33964" w:rsidP="00B339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УКРАЇНА</w:t>
      </w:r>
    </w:p>
    <w:p w:rsidR="00B33964" w:rsidRPr="00DB036A" w:rsidRDefault="00B33964" w:rsidP="00B339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КРУПЕЦЬКА СІЛЬСЬКА РАДА</w:t>
      </w: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СЛАВУТСЬКОГО РАЙОНУ</w:t>
      </w: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ХМЕЛЬНИЦЬКОЇ ОБЛАСТІ</w:t>
      </w: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 xml:space="preserve"> РІШЕННЯ</w:t>
      </w: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 w:rsidRPr="00DB036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33964" w:rsidRPr="00DB036A" w:rsidRDefault="00B33964" w:rsidP="00B339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DB036A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softHyphen/>
        <w:t>13</w:t>
      </w:r>
    </w:p>
    <w:p w:rsidR="00B33964" w:rsidRPr="00DB036A" w:rsidRDefault="00B33964" w:rsidP="00B3396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3964" w:rsidRPr="00384437" w:rsidRDefault="00B33964" w:rsidP="00B3396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bookmarkStart w:id="0" w:name="_GoBack"/>
      <w:r w:rsidRPr="0038443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 w:rsidRPr="00384437">
        <w:rPr>
          <w:rFonts w:ascii="Times New Roman" w:eastAsia="Arial Unicode MS" w:hAnsi="Times New Roman"/>
          <w:b/>
          <w:color w:val="000000"/>
          <w:sz w:val="24"/>
          <w:szCs w:val="24"/>
        </w:rPr>
        <w:t>Носолюка</w:t>
      </w:r>
      <w:proofErr w:type="spellEnd"/>
      <w:r w:rsidRPr="0038443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В.А.</w:t>
      </w:r>
    </w:p>
    <w:bookmarkEnd w:id="0"/>
    <w:p w:rsidR="00B33964" w:rsidRPr="00DB036A" w:rsidRDefault="00B33964" w:rsidP="00B3396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141,142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Носолюка</w:t>
      </w:r>
      <w:proofErr w:type="spellEnd"/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 xml:space="preserve"> В.А.,  сільська  рада </w:t>
      </w:r>
    </w:p>
    <w:p w:rsidR="00B33964" w:rsidRPr="00DB036A" w:rsidRDefault="00B33964" w:rsidP="00B3396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33964" w:rsidRPr="00DB036A" w:rsidRDefault="00B33964" w:rsidP="00B3396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proofErr w:type="spellStart"/>
      <w:r w:rsidRPr="00DB036A"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Носолюка</w:t>
      </w:r>
      <w:proofErr w:type="spellEnd"/>
      <w:r w:rsidRPr="00DB036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Василя Анатолійовича,  який зареєстрований за </w:t>
      </w:r>
      <w:proofErr w:type="spellStart"/>
      <w:r w:rsidRPr="00DB036A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DB036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8443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r w:rsidRPr="00DB036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припинити право користування на земельну ділянку орієнтовною площею  0,2500 га, яка розташована Хмельницька область, Шепетівський район в с. Крупець, та перевести в землі запасу </w:t>
      </w:r>
      <w:proofErr w:type="spellStart"/>
      <w:r w:rsidRPr="00DB036A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DB036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B33964" w:rsidRPr="00DB036A" w:rsidRDefault="00B33964" w:rsidP="00B3396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B33964" w:rsidRPr="00DB036A" w:rsidRDefault="00B33964" w:rsidP="00B3396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33964" w:rsidRPr="00DB036A" w:rsidRDefault="00B33964" w:rsidP="00B33964">
      <w:pPr>
        <w:rPr>
          <w:rFonts w:ascii="Times New Roman" w:hAnsi="Times New Roman" w:cs="Times New Roman"/>
        </w:rPr>
      </w:pPr>
    </w:p>
    <w:p w:rsidR="00B33964" w:rsidRPr="00DB036A" w:rsidRDefault="00B33964" w:rsidP="00B33964">
      <w:pPr>
        <w:rPr>
          <w:rFonts w:ascii="Times New Roman" w:hAnsi="Times New Roman" w:cs="Times New Roman"/>
        </w:rPr>
      </w:pPr>
    </w:p>
    <w:p w:rsidR="00B33964" w:rsidRPr="00DB036A" w:rsidRDefault="00B33964" w:rsidP="00B3396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036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                     </w:t>
      </w:r>
      <w:r w:rsidRPr="00DB036A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CE7BF8" w:rsidRDefault="00CE7BF8"/>
    <w:sectPr w:rsidR="00CE7BF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964"/>
    <w:rsid w:val="00384437"/>
    <w:rsid w:val="00B33964"/>
    <w:rsid w:val="00CE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6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339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339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3396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6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339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339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3396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204</Words>
  <Characters>1163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2021-07-26T12:19:00Z</dcterms:created>
  <dcterms:modified xsi:type="dcterms:W3CDTF">2021-07-26T13:19:00Z</dcterms:modified>
</cp:coreProperties>
</file>