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75" w:rsidRPr="00DE6ED3" w:rsidRDefault="00BE5F75" w:rsidP="00BE5F75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BE5F75" w:rsidRPr="00DE6ED3" w:rsidRDefault="00BE5F75" w:rsidP="00BE5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E5F75" w:rsidRPr="00DE6ED3" w:rsidRDefault="00BE5F75" w:rsidP="00BE5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75" w:rsidRDefault="00BE5F75" w:rsidP="00BE5F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E5F75" w:rsidRDefault="00BE5F75" w:rsidP="00BE5F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E5F75" w:rsidRPr="00DE6ED3" w:rsidRDefault="00BE5F75" w:rsidP="00BE5F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E5F75" w:rsidRPr="00DE6ED3" w:rsidRDefault="00BE5F75" w:rsidP="00BE5F7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E5F75" w:rsidRPr="00DE6ED3" w:rsidRDefault="00BE5F75" w:rsidP="00BE5F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E5F75" w:rsidRPr="00DE6ED3" w:rsidRDefault="00BE5F75" w:rsidP="00BE5F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BE5F75" w:rsidRPr="00DE6ED3" w:rsidRDefault="00BE5F75" w:rsidP="00BE5F7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BE5F75" w:rsidRPr="00DE6ED3" w:rsidRDefault="00BE5F75" w:rsidP="00BE5F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BE5F75" w:rsidRPr="00DE6ED3" w:rsidRDefault="00BE5F75" w:rsidP="00BE5F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BE5F75" w:rsidRPr="00DE6ED3" w:rsidRDefault="00BE5F75" w:rsidP="00BE5F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E5F75" w:rsidRPr="00DE6ED3" w:rsidRDefault="00BE5F75" w:rsidP="00BE5F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BE5F75" w:rsidRPr="00DE6ED3" w:rsidRDefault="00BE5F75" w:rsidP="00BE5F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E5F75" w:rsidRPr="00DE6ED3" w:rsidRDefault="00BE5F75" w:rsidP="00BE5F7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proofErr w:type="gram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BE5F75" w:rsidRPr="00DE6ED3" w:rsidRDefault="00BE5F75" w:rsidP="00BE5F7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BE5F75" w:rsidRPr="00DE6ED3" w:rsidRDefault="00BE5F75" w:rsidP="00BE5F7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BE5F75" w:rsidRPr="00DE6ED3" w:rsidRDefault="00BE5F75" w:rsidP="00BE5F7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BE5F75" w:rsidRPr="00DE6ED3" w:rsidRDefault="00BE5F75" w:rsidP="00BE5F7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BE5F75" w:rsidRPr="00DE6ED3" w:rsidRDefault="00BE5F75" w:rsidP="00BE5F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землеустрою</w:t>
      </w:r>
    </w:p>
    <w:p w:rsidR="00BE5F75" w:rsidRPr="00DE6ED3" w:rsidRDefault="00BE5F75" w:rsidP="00BE5F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BE5F75" w:rsidRPr="00DE6ED3" w:rsidRDefault="00BE5F75" w:rsidP="00BE5F7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Мовчанець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В.П.</w:t>
      </w:r>
    </w:p>
    <w:p w:rsidR="00BE5F75" w:rsidRPr="00DE6ED3" w:rsidRDefault="00BE5F75" w:rsidP="00BE5F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E5F75" w:rsidRPr="00DE6ED3" w:rsidRDefault="00BE5F75" w:rsidP="00BE5F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E5F75" w:rsidRPr="00DE6ED3" w:rsidRDefault="00BE5F75" w:rsidP="00BE5F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Мовчанець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В.П.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BE5F75" w:rsidRPr="00DE6ED3" w:rsidRDefault="00BE5F75" w:rsidP="00BE5F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BE5F75" w:rsidRPr="00DE6ED3" w:rsidRDefault="00BE5F75" w:rsidP="00BE5F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E5F75" w:rsidRPr="00DE6ED3" w:rsidRDefault="00BE5F75" w:rsidP="00BE5F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Мовчанцю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Володимиру Петровичу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площею 0,8000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с.Лисиче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E5F75" w:rsidRPr="00DE6ED3" w:rsidRDefault="00BE5F75" w:rsidP="00BE5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Мовчанцю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Володимиру Петровичу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який  зареєстро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ваний за адресою: </w:t>
      </w:r>
      <w:r w:rsidR="00B94092" w:rsidRPr="00B94092">
        <w:rPr>
          <w:rFonts w:ascii="Times New Roman" w:eastAsia="Calibri" w:hAnsi="Times New Roman" w:cs="Times New Roman"/>
          <w:sz w:val="24"/>
        </w:rPr>
        <w:t>_____________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B94092" w:rsidRPr="00B9409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0,2268 га, кадастровий номер: 6823984700:01:017:0024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с.Лисиче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E5F75" w:rsidRPr="00DE6ED3" w:rsidRDefault="00BE5F75" w:rsidP="00BE5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Мовчанцю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В.П.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BE5F75" w:rsidRPr="00DE6ED3" w:rsidRDefault="00BE5F75" w:rsidP="00BE5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E5F75" w:rsidRPr="00DE6ED3" w:rsidRDefault="00BE5F75" w:rsidP="00BE5F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E5F75" w:rsidRPr="00DE6ED3" w:rsidRDefault="00BE5F75" w:rsidP="00BE5F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D2B56" w:rsidRPr="00BE5F75" w:rsidRDefault="00BE5F75" w:rsidP="00BE5F7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1D2B56" w:rsidRPr="00BE5F7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F75"/>
    <w:rsid w:val="00171A2E"/>
    <w:rsid w:val="001D2B56"/>
    <w:rsid w:val="00304C90"/>
    <w:rsid w:val="00505B6D"/>
    <w:rsid w:val="006D3977"/>
    <w:rsid w:val="007D6C18"/>
    <w:rsid w:val="00B94092"/>
    <w:rsid w:val="00BE5F7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260</Words>
  <Characters>1486</Characters>
  <Application>Microsoft Office Word</Application>
  <DocSecurity>0</DocSecurity>
  <Lines>12</Lines>
  <Paragraphs>3</Paragraphs>
  <ScaleCrop>false</ScaleCrop>
  <Company>Microsoft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2021-03-17T09:24:00Z</dcterms:created>
  <dcterms:modified xsi:type="dcterms:W3CDTF">2021-03-17T09:34:00Z</dcterms:modified>
</cp:coreProperties>
</file>