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E8A" w:rsidRPr="00AF2E62" w:rsidRDefault="00A26E8A" w:rsidP="00A26E8A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AF2E62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A26E8A" w:rsidRPr="00AF2E62" w:rsidRDefault="00A26E8A" w:rsidP="00A26E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AF2E62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48885D5" wp14:editId="0482E6DE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5371" name="Группа 153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537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6E8A" w:rsidRDefault="00A26E8A" w:rsidP="00A26E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7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26E8A" w:rsidRDefault="00A26E8A" w:rsidP="00A26E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7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6E8A" w:rsidRDefault="00A26E8A" w:rsidP="00A26E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7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26E8A" w:rsidRDefault="00A26E8A" w:rsidP="00A26E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7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6E8A" w:rsidRDefault="00A26E8A" w:rsidP="00A26E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7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26E8A" w:rsidRDefault="00A26E8A" w:rsidP="00A26E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7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6E8A" w:rsidRDefault="00A26E8A" w:rsidP="00A26E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7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26E8A" w:rsidRDefault="00A26E8A" w:rsidP="00A26E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8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6E8A" w:rsidRDefault="00A26E8A" w:rsidP="00A26E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8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26E8A" w:rsidRDefault="00A26E8A" w:rsidP="00A26E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8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6E8A" w:rsidRDefault="00A26E8A" w:rsidP="00A26E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8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26E8A" w:rsidRDefault="00A26E8A" w:rsidP="00A26E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8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6E8A" w:rsidRDefault="00A26E8A" w:rsidP="00A26E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8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26E8A" w:rsidRDefault="00A26E8A" w:rsidP="00A26E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8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6E8A" w:rsidRDefault="00A26E8A" w:rsidP="00A26E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8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26E8A" w:rsidRDefault="00A26E8A" w:rsidP="00A26E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8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6E8A" w:rsidRDefault="00A26E8A" w:rsidP="00A26E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8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26E8A" w:rsidRDefault="00A26E8A" w:rsidP="00A26E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9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6E8A" w:rsidRDefault="00A26E8A" w:rsidP="00A26E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9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26E8A" w:rsidRDefault="00A26E8A" w:rsidP="00A26E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9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6E8A" w:rsidRDefault="00A26E8A" w:rsidP="00A26E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9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6E8A" w:rsidRDefault="00A26E8A" w:rsidP="00A26E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9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6E8A" w:rsidRDefault="00A26E8A" w:rsidP="00A26E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9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6E8A" w:rsidRDefault="00A26E8A" w:rsidP="00A26E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9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6E8A" w:rsidRDefault="00A26E8A" w:rsidP="00A26E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9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6E8A" w:rsidRDefault="00A26E8A" w:rsidP="00A26E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9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6E8A" w:rsidRDefault="00A26E8A" w:rsidP="00A26E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9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6E8A" w:rsidRDefault="00A26E8A" w:rsidP="00A26E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0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6E8A" w:rsidRDefault="00A26E8A" w:rsidP="00A26E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0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6E8A" w:rsidRDefault="00A26E8A" w:rsidP="00A26E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048885D5" id="Группа 15371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26E8A" w:rsidRDefault="00A26E8A" w:rsidP="00A26E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26E8A" w:rsidRDefault="00A26E8A" w:rsidP="00A26E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26E8A" w:rsidRDefault="00A26E8A" w:rsidP="00A26E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26E8A" w:rsidRDefault="00A26E8A" w:rsidP="00A26E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26E8A" w:rsidRDefault="00A26E8A" w:rsidP="00A26E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26E8A" w:rsidRDefault="00A26E8A" w:rsidP="00A26E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26E8A" w:rsidRDefault="00A26E8A" w:rsidP="00A26E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26E8A" w:rsidRDefault="00A26E8A" w:rsidP="00A26E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26E8A" w:rsidRDefault="00A26E8A" w:rsidP="00A26E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26E8A" w:rsidRDefault="00A26E8A" w:rsidP="00A26E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26E8A" w:rsidRDefault="00A26E8A" w:rsidP="00A26E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26E8A" w:rsidRDefault="00A26E8A" w:rsidP="00A26E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26E8A" w:rsidRDefault="00A26E8A" w:rsidP="00A26E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26E8A" w:rsidRDefault="00A26E8A" w:rsidP="00A26E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26E8A" w:rsidRDefault="00A26E8A" w:rsidP="00A26E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26E8A" w:rsidRDefault="00A26E8A" w:rsidP="00A26E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26E8A" w:rsidRDefault="00A26E8A" w:rsidP="00A26E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26E8A" w:rsidRDefault="00A26E8A" w:rsidP="00A26E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26E8A" w:rsidRDefault="00A26E8A" w:rsidP="00A26E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26E8A" w:rsidRDefault="00A26E8A" w:rsidP="00A26E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" fillcolor="black" stroked="f">
                  <v:textbox>
                    <w:txbxContent>
                      <w:p w:rsidR="00A26E8A" w:rsidRDefault="00A26E8A" w:rsidP="00A26E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26E8A" w:rsidRDefault="00A26E8A" w:rsidP="00A26E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26E8A" w:rsidRDefault="00A26E8A" w:rsidP="00A26E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26E8A" w:rsidRDefault="00A26E8A" w:rsidP="00A26E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26E8A" w:rsidRDefault="00A26E8A" w:rsidP="00A26E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26E8A" w:rsidRDefault="00A26E8A" w:rsidP="00A26E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26E8A" w:rsidRDefault="00A26E8A" w:rsidP="00A26E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" fillcolor="black" stroked="f">
                  <v:textbox>
                    <w:txbxContent>
                      <w:p w:rsidR="00A26E8A" w:rsidRDefault="00A26E8A" w:rsidP="00A26E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26E8A" w:rsidRDefault="00A26E8A" w:rsidP="00A26E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26E8A" w:rsidRDefault="00A26E8A" w:rsidP="00A26E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26E8A" w:rsidRPr="00AF2E62" w:rsidRDefault="00A26E8A" w:rsidP="00A26E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26E8A" w:rsidRPr="00AF2E62" w:rsidRDefault="00A26E8A" w:rsidP="00A26E8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26E8A" w:rsidRPr="00AF2E62" w:rsidRDefault="00A26E8A" w:rsidP="00A26E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26E8A" w:rsidRPr="00AF2E62" w:rsidRDefault="00A26E8A" w:rsidP="00A26E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26E8A" w:rsidRPr="00AF2E62" w:rsidRDefault="00A26E8A" w:rsidP="00A26E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A26E8A" w:rsidRPr="00AF2E62" w:rsidRDefault="00A26E8A" w:rsidP="00A26E8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A26E8A" w:rsidRPr="00AF2E62" w:rsidRDefault="00A26E8A" w:rsidP="00A26E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A26E8A" w:rsidRPr="00AF2E62" w:rsidRDefault="00A26E8A" w:rsidP="00A26E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A26E8A" w:rsidRPr="00AF2E62" w:rsidRDefault="00A26E8A" w:rsidP="00A26E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26E8A" w:rsidRPr="00AF2E62" w:rsidRDefault="00A26E8A" w:rsidP="00A26E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A26E8A" w:rsidRPr="00AF2E62" w:rsidRDefault="00A26E8A" w:rsidP="00A26E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26E8A" w:rsidRPr="00AF2E62" w:rsidRDefault="00A26E8A" w:rsidP="00A26E8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A26E8A" w:rsidRPr="00AF2E62" w:rsidRDefault="00A26E8A" w:rsidP="00A26E8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A26E8A" w:rsidRPr="00AF2E62" w:rsidRDefault="00A26E8A" w:rsidP="00A26E8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__.06.2021 року                                            Крупець                                                 №___</w:t>
      </w:r>
    </w:p>
    <w:p w:rsidR="00A26E8A" w:rsidRPr="00AF2E62" w:rsidRDefault="00A26E8A" w:rsidP="00A26E8A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A26E8A" w:rsidRPr="00AF2E62" w:rsidRDefault="00A26E8A" w:rsidP="00A26E8A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A26E8A" w:rsidRPr="00AF2E62" w:rsidRDefault="00A26E8A" w:rsidP="00A26E8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A26E8A" w:rsidRPr="00AF2E62" w:rsidRDefault="00A26E8A" w:rsidP="00A26E8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A26E8A" w:rsidRPr="00AF2E62" w:rsidRDefault="00A26E8A" w:rsidP="00A26E8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Шпаруку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В.І.</w:t>
      </w:r>
    </w:p>
    <w:p w:rsidR="00A26E8A" w:rsidRPr="00AF2E62" w:rsidRDefault="00A26E8A" w:rsidP="00A26E8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A26E8A" w:rsidRPr="00AF2E62" w:rsidRDefault="00A26E8A" w:rsidP="00A26E8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A26E8A" w:rsidRPr="00AF2E62" w:rsidRDefault="00A26E8A" w:rsidP="00A26E8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р</w:t>
      </w:r>
      <w:r>
        <w:rPr>
          <w:rFonts w:ascii="Times New Roman" w:eastAsia="Calibri" w:hAnsi="Times New Roman" w:cs="Times New Roman"/>
          <w:sz w:val="24"/>
          <w:lang w:val="ru-RU" w:eastAsia="en-US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Шпарука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В.І.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A26E8A" w:rsidRPr="00AF2E62" w:rsidRDefault="00A26E8A" w:rsidP="00A26E8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A26E8A" w:rsidRPr="00AF2E62" w:rsidRDefault="00A26E8A" w:rsidP="00A26E8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26E8A" w:rsidRPr="00AF2E62" w:rsidRDefault="00A26E8A" w:rsidP="00A26E8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Шпаруку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Василю Ігоровичу,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DD7394">
        <w:rPr>
          <w:rFonts w:ascii="Times New Roman" w:eastAsia="Calibri" w:hAnsi="Times New Roman" w:cs="Times New Roman"/>
          <w:sz w:val="24"/>
          <w:lang w:eastAsia="en-US"/>
        </w:rPr>
        <w:t>__________</w:t>
      </w:r>
      <w:bookmarkStart w:id="0" w:name="_GoBack"/>
      <w:bookmarkEnd w:id="0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</w:t>
      </w:r>
      <w:r>
        <w:rPr>
          <w:rFonts w:ascii="Times New Roman" w:eastAsia="Calibri" w:hAnsi="Times New Roman" w:cs="Times New Roman"/>
          <w:sz w:val="24"/>
          <w:lang w:eastAsia="en-US"/>
        </w:rPr>
        <w:t>єнтовною площею 1,0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00га, для </w:t>
      </w:r>
      <w:r w:rsidRPr="00CA6548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 яка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розташована за межами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с.Крупець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A26E8A" w:rsidRPr="00AF2E62" w:rsidRDefault="00A26E8A" w:rsidP="00A26E8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Шпаруку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В.І., 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розробити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A26E8A" w:rsidRPr="00AF2E62" w:rsidRDefault="00A26E8A" w:rsidP="00A26E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F2E6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A26E8A" w:rsidRPr="00AF2E62" w:rsidRDefault="00A26E8A" w:rsidP="00A26E8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26E8A" w:rsidRPr="00AF2E62" w:rsidRDefault="00A26E8A" w:rsidP="00A26E8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26E8A" w:rsidRPr="00AF2E62" w:rsidRDefault="00A26E8A" w:rsidP="00A26E8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26E8A" w:rsidRDefault="00A26E8A" w:rsidP="00A26E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26E8A" w:rsidRDefault="00A26E8A" w:rsidP="00A26E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26E8A" w:rsidRDefault="00A26E8A" w:rsidP="00A26E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A5335" w:rsidRPr="00A26E8A" w:rsidRDefault="00A26E8A" w:rsidP="00A26E8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DA5335" w:rsidRPr="00A26E8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E8A"/>
    <w:rsid w:val="00A26E8A"/>
    <w:rsid w:val="00DA5335"/>
    <w:rsid w:val="00DD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E8A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E8A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234</Words>
  <Characters>1337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2021-06-22T08:00:00Z</dcterms:created>
  <dcterms:modified xsi:type="dcterms:W3CDTF">2021-06-22T12:53:00Z</dcterms:modified>
</cp:coreProperties>
</file>