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19B" w:rsidRDefault="002D319B" w:rsidP="002D31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D319B" w:rsidRDefault="002D319B" w:rsidP="002D319B"/>
    <w:p w:rsidR="002D319B" w:rsidRDefault="002D319B" w:rsidP="002D319B"/>
    <w:p w:rsidR="002D319B" w:rsidRDefault="002D319B" w:rsidP="002D31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D319B" w:rsidRDefault="002D319B" w:rsidP="002D31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D319B" w:rsidRDefault="002D319B" w:rsidP="002D31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D319B" w:rsidRDefault="002D319B" w:rsidP="002D31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D319B" w:rsidRDefault="002D319B" w:rsidP="002D31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19B" w:rsidRDefault="002D319B" w:rsidP="002D31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2D319B" w:rsidRDefault="002D319B" w:rsidP="002D31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319B" w:rsidRDefault="002D319B" w:rsidP="002D31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D319B" w:rsidRDefault="002D319B" w:rsidP="002D319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№15</w:t>
      </w:r>
    </w:p>
    <w:p w:rsidR="002D319B" w:rsidRPr="00E01644" w:rsidRDefault="002D319B" w:rsidP="002D31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6823986800:05:005:0011, яка розташована</w:t>
      </w: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Колом’є, </w:t>
      </w: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2D319B" w:rsidRPr="00E01644" w:rsidRDefault="002D319B" w:rsidP="002D319B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319B" w:rsidRPr="00E01644" w:rsidRDefault="002D319B" w:rsidP="002D31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частини 2 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2D319B" w:rsidRPr="00E01644" w:rsidRDefault="002D319B" w:rsidP="002D31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D319B" w:rsidRPr="00E01644" w:rsidRDefault="002D319B" w:rsidP="002D31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E01644">
        <w:rPr>
          <w:rFonts w:ascii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та об’єднання земельної ділянки площею 18,8613 га,  кадастровий  номер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6823986800:05:005:0011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Колом’є, на території  Крупецької сільської ради,  землі </w:t>
      </w:r>
      <w:r w:rsidRPr="00E0164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19B" w:rsidRPr="00E01644" w:rsidRDefault="002D319B" w:rsidP="002D31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D319B" w:rsidRPr="00E01644" w:rsidRDefault="002D319B" w:rsidP="002D31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552E1" w:rsidRPr="002D319B" w:rsidRDefault="002D319B" w:rsidP="002D319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01644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164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В.М.</w:t>
      </w:r>
      <w:r w:rsidRPr="00E0164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азур </w:t>
      </w:r>
    </w:p>
    <w:sectPr w:rsidR="000552E1" w:rsidRPr="002D31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9B"/>
    <w:rsid w:val="000552E1"/>
    <w:rsid w:val="00171A2E"/>
    <w:rsid w:val="002D319B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2020-07-29T13:41:00Z</dcterms:created>
  <dcterms:modified xsi:type="dcterms:W3CDTF">2020-07-29T13:41:00Z</dcterms:modified>
</cp:coreProperties>
</file>