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DD6" w:rsidRPr="004573CE" w:rsidRDefault="00B55DD6" w:rsidP="00B55DD6">
      <w:pPr>
        <w:tabs>
          <w:tab w:val="right" w:pos="9354"/>
        </w:tabs>
        <w:spacing w:after="0" w:line="240" w:lineRule="auto"/>
        <w:jc w:val="right"/>
        <w:rPr>
          <w:rFonts w:ascii="Times New Roman" w:hAnsi="Times New Roman"/>
          <w:color w:val="FF0000"/>
        </w:rPr>
      </w:pPr>
      <w:r w:rsidRPr="004573CE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45720</wp:posOffset>
                </wp:positionV>
                <wp:extent cx="384175" cy="628015"/>
                <wp:effectExtent l="0" t="0" r="0" b="635"/>
                <wp:wrapNone/>
                <wp:docPr id="992" name="Группа 1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175" cy="628015"/>
                          <a:chOff x="0" y="0"/>
                          <a:chExt cx="1142" cy="1718"/>
                        </a:xfrm>
                      </wpg:grpSpPr>
                      <wps:wsp>
                        <wps:cNvPr id="9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8" o:spid="_x0000_s1026" style="position:absolute;margin-left:226.15pt;margin-top:3.6pt;width:30.25pt;height:49.4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C6B8QA&#10;AADcAAAADwAAAGRycy9kb3ducmV2LnhtbESPT2vCQBTE7wW/w/KE3upGA62mriGILTkIRW3uj+zL&#10;H8y+Ddmtid/eLRR6HGbmN8w2nUwnbjS41rKC5SICQVxa3XKt4Pvy8bIG4Tyyxs4yKbiTg3Q3e9pi&#10;ou3IJ7qdfS0ChF2CChrv+0RKVzZk0C1sTxy8yg4GfZBDLfWAY4CbTq6i6FUabDksNNjTvqHyev4x&#10;Cmz8mR+LenWKD/zmOftaV8V0VOp5PmXvIDxN/j/81861gs0mht8z4QjI3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wug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m8bMgA&#10;AADcAAAADwAAAGRycy9kb3ducmV2LnhtbESPT0sDMRTE74LfITzBS2mzilR327RIYdV6EPoHen1s&#10;Xjerm5clie3aT98UCh6HmfkNM533thUH8qFxrOBhlIEgrpxuuFaw3ZTDFxAhImtsHZOCPwown93e&#10;TLHQ7sgrOqxjLRKEQ4EKTIxdIWWoDFkMI9cRJ2/vvMWYpK+l9nhMcNvKxywbS4sNpwWDHS0MVT/r&#10;X6vgu/wyu8Xz6c0P8hWdBuXne7scK3V/179OQETq43/42v7QCvL8CS5n0hGQ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Sbxs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/M/8IA&#10;AADcAAAADwAAAGRycy9kb3ducmV2LnhtbESP3YrCMBCF7xd8hzDC3iyaqihajSKLLuJN8ecBhmZs&#10;is2kNFnbffuNIHh5OD8fZ7XpbCUe1PjSsYLRMAFBnDtdcqHgetkP5iB8QNZYOSYFf+Rhs+59rDDV&#10;ruUTPc6hEHGEfYoKTAh1KqXPDVn0Q1cTR+/mGoshyqaQusE2jttKjpNkJi2WHAkGa/o2lN/PvzZC&#10;sglmx1t72f902OLuaPhre1Lqs99tlyACdeEdfrUPWsFiMYXnmX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/8z/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QLV8UA&#10;AADcAAAADwAAAGRycy9kb3ducmV2LnhtbESPQUsDMRSE74L/ITyhN5u16GrXpkWqggg9tAqlt8fm&#10;dXdx8xKS1+76740geBxm5htmsRpdr84UU+fZwM20AEVce9txY+Dz4/X6AVQSZIu9ZzLwTQlWy8uL&#10;BVbWD7yl804alSGcKjTQioRK61S35DBNfSDO3tFHh5JlbLSNOGS46/WsKErtsOO80GKgdUv11+7k&#10;DGyGl/B+X94dwyHeznR6trJfizGTq/HpEZTQKP/hv/abNTCfl/B7Jh8Bv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NAtX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H3E8MA&#10;AADcAAAADwAAAGRycy9kb3ducmV2LnhtbESP24rCMBRF3wf8h3CEeRk0VcFLNYoMOogvxcsHHJpj&#10;U2xOSpOxnb+fCIKPm31Z7NWms5V4UONLxwpGwwQEce50yYWC62U/mIPwAVlj5ZgU/JGHzbr3scJU&#10;u5ZP9DiHQsQR9ikqMCHUqZQ+N2TRD11NHL2bayyGKJtC6gbbOG4rOU6SqbRYciQYrOnbUH4//9oI&#10;ySaYHW/tZf/TYYu7o+Gv7Umpz363XYII1IV3+NU+aAWLxQye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H3E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c6vsMA&#10;AADcAAAADwAAAGRycy9kb3ducmV2LnhtbERPTWsCMRC9C/0PYQrearZibd0aRdRCKXioLZTehs24&#10;u3QzCcnobv99cyh4fLzv5XpwnbpQTK1nA/eTAhRx5W3LtYHPj5e7J1BJkC12nsnALyVYr25GSyyt&#10;7/mdLkepVQ7hVKKBRiSUWqeqIYdp4gNx5k4+OpQMY61txD6Hu05Pi2KuHbacGxoMtG2o+jmenYFD&#10;vw9vj/OHU/iOs6lOOytfWzFmfDtsnkEJDXIV/7tfrYHFIq/NZ/IR0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c6v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BjNMYA&#10;AADcAAAADwAAAGRycy9kb3ducmV2LnhtbESPUWvCMBSF3wf7D+EO9jI0dWOydkbRQZgwQaaCr5fm&#10;2pY1NyXJbP33Rhjs8XDO+Q5nthhsK87kQ+NYwWScgSAunWm4UnDY69EbiBCRDbaOScGFAizm93cz&#10;LIzr+ZvOu1iJBOFQoII6xq6QMpQ1WQxj1xEn7+S8xZikr6Tx2Ce4beVzlk2lxYbTQo0dfdRU/ux+&#10;rYLVtq9e/FO5GtzX6fP4qrXRG63U48OwfAcRaYj/4b/22ijI8xxuZ9IR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BjNM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CgtMQA&#10;AADdAAAADwAAAGRycy9kb3ducmV2LnhtbESPQWvDMAyF74P9B6NBb6vdso2S1S2lJTDGLuv2A0Ss&#10;xWljOdhumv776TDYTeI9vfdpvZ1Cr0ZKuYtsYTE3oIib6DpuLXx/1Y8rULkgO+wjk4UbZdhu7u/W&#10;WLl45U8aj6VVEsK5Qgu+lKHSOjeeAuZ5HIhF+4kpYJE1tdolvEp46PXSmBcdsGNp8DjQ3lNzPl6C&#10;hfp9+TGeLy7VcTc9BXr2p9XBWzt7mHavoApN5d/8d/3mBN8Y4ZdvZAS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woL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RfasMA&#10;AADdAAAADwAAAGRycy9kb3ducmV2LnhtbERPTWsCMRC9F/ofwhS8lJpYqZStUVQIChZKtdDrsBl3&#10;l24mS5K66783QqG3ebzPmS8H14ozhdh41jAZKxDEpbcNVxq+jubpFURMyBZbz6ThQhGWi/u7ORbW&#10;9/xJ50OqRA7hWKCGOqWukDKWNTmMY98RZ+7kg8OUYaikDdjncNfKZ6Vm0mHDuaHGjjY1lT+HX6dh&#10;/dFX0/BYrge/P22/X4yx5t1oPXoYVm8gEg3pX/zn3tk8X6kJ3L7JJ8jF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Rfa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6bWMEA&#10;AADdAAAADwAAAGRycy9kb3ducmV2LnhtbERPzWoCMRC+F/oOYQq91aRLFdkaRVoWSvGi9gGGzbhZ&#10;3UyWJK7r25uC4G0+vt9ZrEbXiYFCbD1reJ8oEMS1Ny03Gv721dscREzIBjvPpOFKEVbL56cFlsZf&#10;eEvDLjUih3AsUYNNqS+ljLUlh3Hie+LMHXxwmDIMjTQBLzncdbJQaiYdtpwbLPb0Zak+7c5OQ/Vb&#10;bIbT2YTKr8cPR1N7nH9brV9fxvUniERjeojv7h+T5ytVwP83+QS5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ium1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ck5cEA&#10;AADdAAAADwAAAGRycy9kb3ducmV2LnhtbERPzWrCQBC+F/oOyxS81d3UKhJdgxQiemzaBxiyYxLM&#10;zsbsmsS3d4VCb/Px/c42m2wrBup941hDMlcgiEtnGq40/P7k72sQPiAbbB2Thjt5yHavL1tMjRv5&#10;m4YiVCKGsE9RQx1Cl0rpy5os+rnriCN3dr3FEGFfSdPjGMNtKz+UWkmLDceGGjv6qqm8FDer4fM+&#10;Hq7F8qJyYyk5LboTh3Kp9ext2m9ABJrCv/jPfTRxvlILeH4TT5C7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nJOX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yljcEA&#10;AADdAAAADwAAAGRycy9kb3ducmV2LnhtbERPTYvCMBC9C/sfwgh700QR0WoUWVGWPWnt7nloxrbY&#10;TEoTtf77jSB4m8f7nOW6s7W4UesrxxpGQwWCOHem4kJDdtoNZiB8QDZYOyYND/KwXn30lpgYd+cj&#10;3dJQiBjCPkENZQhNIqXPS7Loh64hjtzZtRZDhG0hTYv3GG5rOVZqKi1WHBtKbOirpPySXq2G6/Rv&#10;nPH5xxzS7WM/3+42Xv4WWn/2u80CRKAuvMUv97eJ85WawPObeIJ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cpY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N/EcYA&#10;AADdAAAADwAAAGRycy9kb3ducmV2LnhtbERPPU/DMBDdK/EfrEPq1tpQiEqoWwFSJcpA1RYGtiM+&#10;EkN8DrGbhH9fIyGx3dP7vMVqcLXoqA3Ws4aLqQJBXHhjudTwclhP5iBCRDZYeyYNPxRgtTwbLTA3&#10;vucddftYihTCIUcNVYxNLmUoKnIYpr4hTtyHbx3GBNtSmhb7FO5qealUJh1aTg0VNvRQUfG1PzoN&#10;r9t5drO931x9Pj2/48yZ7zdjM63H58PdLYhIQ/wX/7kfTZqv1DX8fpNOkMsT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N/E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jlcMA&#10;AADdAAAADwAAAGRycy9kb3ducmV2LnhtbESPS6vCMBCF9xf8D2EEd9dUvYhUo/hAr7jyBW6HZmyL&#10;zaQ0Uau/3giCuxnOOd+cGU1qU4gbVS63rKDTjkAQJ1bnnCo4Hpa/AxDOI2ssLJOCBzmYjBs/I4y1&#10;vfOObnufigBhF6OCzPsyltIlGRl0bVsSB+1sK4M+rFUqdYX3ADeF7EZRXxrMOVzIsKR5RsllfzUK&#10;nv0Tbt1/d7boaU+Pv8HKbrYrpVrNejoE4an2X/MnvdahfiDC+5swgh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kjl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3VtsIA&#10;AADdAAAADwAAAGRycy9kb3ducmV2LnhtbERP24rCMBB9X/Afwgi+rYmie+kaRUTBN9fqBwzNbFps&#10;JrWJWv16s7Cwb3M415ktOleLK7Wh8qxhNFQgiAtvKrYajofN6weIEJEN1p5Jw50CLOa9lxlmxt94&#10;T9c8WpFCOGSooYyxyaQMRUkOw9A3xIn78a3DmGBrpWnxlsJdLcdKvUmHFaeGEhtalVSc8ovTcPbj&#10;qenyNe5O68/vytrJ+bGfaD3od8svEJG6+C/+c29Nmq/UO/x+k06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DdW2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xRd8UA&#10;AADdAAAADwAAAGRycy9kb3ducmV2LnhtbESPT2/CMAzF75P4DpGRdhspQ+NPIaCBNIkrbAeOJjFt&#10;oXFKE6Dbp58Pk3az9Z7f+3mx6nyt7tTGKrCB4SADRWyDq7gw8PX58TIFFROywzowGfimCKtl72mB&#10;uQsP3tF9nwolIRxzNFCm1ORaR1uSxzgIDbFop9B6TLK2hXYtPiTc1/o1y8baY8XSUGJDm5LsZX/z&#10;BrbVkd7G9jTz07XdHX6uaTQ5O2Oe+937HFSiLv2b/663TvCzofDLNzKC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FF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kHGMUA&#10;AADdAAAADwAAAGRycy9kb3ducmV2LnhtbERPXWsCMRB8L/gfwgp9q8n5UNrTKCoUKm0FP9DX5bJe&#10;Di+b4xLP8983hYJvszs7MzvTee9q0VEbKs8aspECQVx4U3Gp4bD/eHkDESKywdozabhTgPls8DTF&#10;3Pgbb6nbxVIkEw45arAxNrmUobDkMIx8Q5y4s28dxjS2pTQt3pK5q+VYqVfpsOKUYLGhlaXisrs6&#10;DR1u7upklz/v6+q7GG+Wxy+T9vp52C8mICL18XH8r/406X2VZfDXJkG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WQc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0EKcIA&#10;AADdAAAADwAAAGRycy9kb3ducmV2LnhtbERPPU/DMBDdkfgP1iF1ow6pBCWtWyGkIkZIOzBe42uc&#10;Et9FtmkCvx4PSIxP73u9nXyvLhRiJ2zgbl6AIm7EdtwaOOx3t0tQMSFb7IXJwDdF2G6ur9ZYWRn5&#10;nS51alUO4VihAZfSUGkdG0ce41wG4sydJHhMGYZW24BjDve9LoviXnvsODc4HOjZUfNZf3kD40tz&#10;PJenD+t+wiC7+k3OZS/GzG6mpxWoRFP6F/+5X62Bx4dF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/QQ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rnFccA&#10;AADdAAAADwAAAGRycy9kb3ducmV2LnhtbESPW2sCMRSE3wv9D+EUfKtZFaquRrFeQIpFvL0fN6e7&#10;2yYnyybV7b83QsHHYWa+YcbTxhpxodqXjhV02gkI4szpknMFx8PqdQDCB2SNxjEp+CMP08nz0xhT&#10;7a68o8s+5CJC2KeooAihSqX0WUEWfdtVxNH7crXFEGWdS13jNcKtkd0keZMWS44LBVY0Lyj72f9a&#10;Bavtwnx3P3ezkwzzZf9sBh/vi41SrZdmNgIRqAmP8H97rRUM+70O3N/EJyA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a5x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+028cA&#10;AADdAAAADwAAAGRycy9kb3ducmV2LnhtbESPW2vCQBSE3wv+h+UIvhTdqNRLdJVSEBVa8Aa+HrPH&#10;JJg9G7JrjP/eLRT6OMzMN8x82ZhC1FS53LKCfi8CQZxYnXOq4HRcdScgnEfWWFgmBU9ysFy03uYY&#10;a/vgPdUHn4oAYRejgsz7MpbSJRkZdD1bEgfvaiuDPsgqlbrCR4CbQg6iaCQN5hwWMizpK6Pkdrgb&#10;BfXu+5Jualdub5N39zG8rNc/+qxUp918zkB4avx/+K+90Qqm4+EAft+EJyAX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vtN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Jtic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Qa/bhf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CbYnHAAAA3QAAAA8AAAAAAAAAAAAAAAAAmAIAAGRy&#10;cy9kb3ducmV2LnhtbFBLBQYAAAAABAAEAPUAAACMAwAAAAA=&#10;" fillcolor="black" stroked="f"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I288kA&#10;AADdAAAADwAAAGRycy9kb3ducmV2LnhtbESPS2/CMBCE75X4D9Yi9VYcoOWRYhCUVqpUOPA4cNzG&#10;S2IlXkexC2l/Pa5UqcfRzHyjmS1aW4kLNd44VtDvJSCIM6cN5wqOh7eHCQgfkDVWjknBN3lYzDt3&#10;M0y1u/KOLvuQiwhhn6KCIoQ6ldJnBVn0PVcTR+/sGoshyiaXusFrhNtKDpJkJC0ajgsF1vRSUFbu&#10;v6yC08fITHaGBp+bn9Wr3jyVq+26VOq+2y6fQQRqw3/4r/2uFUzHw0f4fROfgJz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II288kAAADd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ut3cYA&#10;AADdAAAADwAAAGRycy9kb3ducmV2LnhtbESPQWsCMRSE7wX/Q3hCbzWr0mq3RpFKqRcP2pZeH5vX&#10;zXY3L9sk6uqvN0LB4zAz3zCzRWcbcSAfKscKhoMMBHHhdMWlgs+Pt4cpiBCRNTaOScGJAizmvbsZ&#10;5todeUuHXSxFgnDIUYGJsc2lDIUhi2HgWuLk/ThvMSbpS6k9HhPcNnKUZU/SYsVpwWBLr4aKere3&#10;Cvzye1Wfef9VZ+fNKbz/dn9TNErd97vlC4hIXbyF/9trreB5Mn6E65v0BO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ut3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WGMUA&#10;AADdAAAADwAAAGRycy9kb3ducmV2LnhtbESPUWsCMRCE3wv+h7BCX0rNqaD1NIoUCgVF0PoD1st6&#10;d5hsjstWz/76piD0cZiZb5jFqvNOXamNdWADw0EGirgItubSwPHr4/UNVBRkiy4wGbhThNWy97TA&#10;3IYb7+l6kFIlCMccDVQiTa51LCryGAehIU7eObQeJcm21LbFW4J7p0dZNtEea04LFTb0XlFxOXx7&#10;A250crPNNG7lftTb7MfL/mVnjXnud+s5KKFO/sOP9qc1MJuOJ/D3Jj0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rZYY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08x8YA&#10;AADdAAAADwAAAGRycy9kb3ducmV2LnhtbESPQWsCMRSE70L/Q3iF3jSrBa2rUdqKsJceulW8PjfP&#10;zWLysmxSXfvrm0LB4zAz3zDLde+suFAXGs8KxqMMBHHldcO1gt3XdvgCIkRkjdYzKbhRgPXqYbDE&#10;XPsrf9KljLVIEA45KjAxtrmUoTLkMIx8S5y8k+8cxiS7WuoOrwnurJxk2VQ6bDgtGGzp3VB1Lr+d&#10;gk3Z2smuMG/hsP84Hm3xs6XDRqmnx/51ASJSH+/h/3ahFcxnzz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08x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XnBMIA&#10;AADdAAAADwAAAGRycy9kb3ducmV2LnhtbERPz2vCMBS+D/wfwhN2m4kb1FmNImOFwk5zevD2SJ5t&#10;tXkpTdZ2//1yGOz48f3e7ifXioH60HjWsFwoEMTG24YrDaev4ukVRIjIFlvPpOGHAux3s4ct5taP&#10;/EnDMVYihXDIUUMdY5dLGUxNDsPCd8SJu/reYUywr6TtcUzhrpXPSmXSYcOpocaO3moy9+O303Ar&#10;5Ic3Cs35dB5Lu7q8Z9QqrR/n02EDItIU/8V/7tJqWK9e0tz0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Zec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gscUA&#10;AADdAAAADwAAAGRycy9kb3ducmV2LnhtbESPQWsCMRSE74L/ITyhN82q0OpqFBUKpeKhKuLxuXnu&#10;Lrt5WZKo239vhEKPw8x8w8yXranFnZwvLSsYDhIQxJnVJecKjofP/gSED8gaa8uk4Jc8LBfdzhxT&#10;bR/8Q/d9yEWEsE9RQRFCk0rps4IM+oFtiKN3tc5giNLlUjt8RLip5ShJ3qXBkuNCgQ1tCsqq/c0o&#10;ON+2fN2Nv1duHU62PfhqdJlUSr312tUMRKA2/If/2l9awfRjPIX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MOCx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aAg8QA&#10;AADdAAAADwAAAGRycy9kb3ducmV2LnhtbERPz2vCMBS+C/4P4Qm7aaro1M4oOhh4GUy3w3p7bZ5t&#10;sXmpSabd/vrlIHj8+H6vNp1pxJWcry0rGI8SEMSF1TWXCr4+34YLED4ga2wsk4Jf8rBZ93srTLW9&#10;8YGux1CKGMI+RQVVCG0qpS8qMuhHtiWO3Mk6gyFCV0rt8BbDTSMnSfIsDdYcGyps6bWi4nz8MQp2&#10;y8Xu8jHl979DnlH2nZ9nE5co9TToti8gAnXhIb6791rBcj6N++Ob+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WgIPEAAAA3QAAAA8AAAAAAAAAAAAAAAAAmAIAAGRycy9k&#10;b3ducmV2LnhtbFBLBQYAAAAABAAEAPUAAACJAwAAAAA=&#10;" fillcolor="black" stroked="f"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bfGcYA&#10;AADdAAAADwAAAGRycy9kb3ducmV2LnhtbESPT0sDMRTE70K/Q3gFbzZbFf+sTctSEMXTtlp6fd28&#10;bpZuXpYkpuu3N4LQ4zAzv2EWq9H2IpEPnWMF81kBgrhxuuNWwdfn680TiBCRNfaOScEPBVgtJ1cL&#10;LLU784bSNrYiQziUqMDEOJRShsaQxTBzA3H2js5bjFn6VmqP5wy3vbwtigdpseO8YHCgtaHmtP22&#10;CtJhXVd3aZ/M5sNXrXf12+5QK3U9HasXEJHGeAn/t9+1gufH+zn8vc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bfGc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hnMYA&#10;AADdAAAADwAAAGRycy9kb3ducmV2LnhtbESPQWvCQBSE7wX/w/KE3upGKbZGVxHR0nrRRkGPj+wz&#10;G8y+DdltTPvr3UKhx2FmvmFmi85WoqXGl44VDAcJCOLc6ZILBcfD5ukVhA/IGivHpOCbPCzmvYcZ&#10;ptrd+JPaLBQiQtinqMCEUKdS+tyQRT9wNXH0Lq6xGKJsCqkbvEW4reQoScbSYslxwWBNK0P5Nfuy&#10;CvxwtT5t7c+kPb8Z3mUfZrwvjFKP/W45BRGoC//hv/a7VjB5eR7B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Ohn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55DD6" w:rsidRPr="0059239A" w:rsidRDefault="00B55DD6" w:rsidP="00B55D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55DD6" w:rsidRPr="004573CE" w:rsidRDefault="00B55DD6" w:rsidP="00B55DD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  <w:lang w:eastAsia="uk-UA"/>
        </w:rPr>
      </w:pPr>
    </w:p>
    <w:p w:rsidR="00B55DD6" w:rsidRPr="0059239A" w:rsidRDefault="00B55DD6" w:rsidP="00B55DD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B55DD6" w:rsidRPr="0059239A" w:rsidRDefault="00B55DD6" w:rsidP="00B55DD6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6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DD6" w:rsidRDefault="00B55DD6" w:rsidP="00B55D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99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5DD6" w:rsidRDefault="00B55DD6" w:rsidP="00B55D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55DD6" w:rsidRPr="0059239A" w:rsidRDefault="00B55DD6" w:rsidP="00B55DD6">
      <w:pPr>
        <w:spacing w:after="0" w:line="240" w:lineRule="auto"/>
        <w:jc w:val="center"/>
        <w:rPr>
          <w:rFonts w:ascii="Times New Roman" w:hAnsi="Times New Roman"/>
          <w:b/>
        </w:rPr>
      </w:pPr>
      <w:r w:rsidRPr="0059239A">
        <w:rPr>
          <w:rFonts w:ascii="Times New Roman" w:hAnsi="Times New Roman"/>
          <w:b/>
        </w:rPr>
        <w:t>РІШЕННЯ</w:t>
      </w:r>
    </w:p>
    <w:p w:rsidR="00B55DD6" w:rsidRDefault="00B55DD6" w:rsidP="00B55DD6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ХХХХ</w:t>
      </w:r>
      <w:r>
        <w:rPr>
          <w:rFonts w:ascii="Times New Roman" w:hAnsi="Times New Roman"/>
          <w:lang w:val="en-US"/>
        </w:rPr>
        <w:t>I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сесії сільської ради  </w:t>
      </w:r>
      <w:r w:rsidRPr="0059239A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скликання                                                                                        </w:t>
      </w:r>
      <w:r w:rsidRPr="004573CE">
        <w:rPr>
          <w:rFonts w:ascii="Times New Roman" w:hAnsi="Times New Roman"/>
          <w:sz w:val="24"/>
        </w:rPr>
        <w:t xml:space="preserve">Крупець       </w:t>
      </w:r>
    </w:p>
    <w:p w:rsidR="00B55DD6" w:rsidRPr="004573CE" w:rsidRDefault="00B55DD6" w:rsidP="00B55DD6">
      <w:pPr>
        <w:spacing w:after="0" w:line="240" w:lineRule="auto"/>
        <w:jc w:val="center"/>
        <w:rPr>
          <w:rFonts w:ascii="Times New Roman" w:hAnsi="Times New Roman"/>
        </w:rPr>
      </w:pPr>
      <w:r w:rsidRPr="004573CE">
        <w:rPr>
          <w:rFonts w:ascii="Times New Roman" w:hAnsi="Times New Roman"/>
          <w:sz w:val="24"/>
        </w:rPr>
        <w:t xml:space="preserve">                                                        </w:t>
      </w:r>
    </w:p>
    <w:p w:rsidR="00B55DD6" w:rsidRPr="004573CE" w:rsidRDefault="00B55DD6" w:rsidP="00B55DD6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23.09.2020р                                                                                                                            №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Цимбалюку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С.Ф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55DD6" w:rsidRPr="0059239A" w:rsidRDefault="00B55DD6" w:rsidP="00B55D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55DD6" w:rsidRDefault="00B55DD6" w:rsidP="00B55D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Цимбалюка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С.Ф.,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B55DD6" w:rsidRPr="0059239A" w:rsidRDefault="00B55DD6" w:rsidP="00B55D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 </w:t>
      </w:r>
      <w:proofErr w:type="spellStart"/>
      <w:r>
        <w:rPr>
          <w:rFonts w:ascii="Times New Roman" w:hAnsi="Times New Roman"/>
          <w:sz w:val="24"/>
        </w:rPr>
        <w:t>Цимбалюку</w:t>
      </w:r>
      <w:proofErr w:type="spellEnd"/>
      <w:r>
        <w:rPr>
          <w:rFonts w:ascii="Times New Roman" w:hAnsi="Times New Roman"/>
          <w:sz w:val="24"/>
        </w:rPr>
        <w:t xml:space="preserve"> Сергію Федоровичу, який зареєстрований</w:t>
      </w:r>
      <w:r w:rsidRPr="0059239A">
        <w:rPr>
          <w:rFonts w:ascii="Times New Roman" w:hAnsi="Times New Roman"/>
          <w:sz w:val="24"/>
        </w:rPr>
        <w:t xml:space="preserve"> за адр</w:t>
      </w:r>
      <w:r>
        <w:rPr>
          <w:rFonts w:ascii="Times New Roman" w:hAnsi="Times New Roman"/>
          <w:sz w:val="24"/>
        </w:rPr>
        <w:t xml:space="preserve">есою: </w:t>
      </w:r>
      <w:r w:rsidR="00E403FD"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sz w:val="24"/>
        </w:rPr>
        <w:t xml:space="preserve">,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E403FD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0,2500 га, кадастровий номер: 6823982100:01:011:0019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 w:rsidRPr="00F17E7D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вул.. Шкільна, 35.</w:t>
      </w:r>
      <w:r w:rsidRPr="0059239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Цимбалюку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С.Ф.</w:t>
      </w:r>
      <w:r w:rsidRPr="0059239A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55DD6" w:rsidRPr="0059239A" w:rsidRDefault="00B55DD6" w:rsidP="00B55D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55DD6" w:rsidRDefault="00B55DD6" w:rsidP="00B55DD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55DD6" w:rsidRDefault="00B55DD6" w:rsidP="00B55DD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55DD6" w:rsidRDefault="00B55DD6" w:rsidP="00B55DD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sz w:val="24"/>
          <w:szCs w:val="24"/>
          <w:lang w:eastAsia="uk-UA"/>
        </w:rPr>
        <w:t>Сільський   голова</w:t>
      </w:r>
      <w:r w:rsidRPr="0059239A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       В.А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Михалюк</w:t>
      </w:r>
      <w:proofErr w:type="spellEnd"/>
    </w:p>
    <w:p w:rsidR="00091F0D" w:rsidRDefault="00091F0D"/>
    <w:sectPr w:rsidR="00091F0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DD6"/>
    <w:rsid w:val="00091F0D"/>
    <w:rsid w:val="00171A2E"/>
    <w:rsid w:val="00304C90"/>
    <w:rsid w:val="00505B6D"/>
    <w:rsid w:val="006D3977"/>
    <w:rsid w:val="007D6C18"/>
    <w:rsid w:val="00B55DD6"/>
    <w:rsid w:val="00D1641A"/>
    <w:rsid w:val="00E4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DD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DD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290</Words>
  <Characters>1657</Characters>
  <Application>Microsoft Office Word</Application>
  <DocSecurity>0</DocSecurity>
  <Lines>13</Lines>
  <Paragraphs>3</Paragraphs>
  <ScaleCrop>false</ScaleCrop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2020-09-17T15:28:00Z</dcterms:created>
  <dcterms:modified xsi:type="dcterms:W3CDTF">2020-09-17T15:47:00Z</dcterms:modified>
</cp:coreProperties>
</file>