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973" w:rsidRDefault="00E47973" w:rsidP="00E479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E47973" w:rsidRDefault="00E47973" w:rsidP="00E47973"/>
    <w:p w:rsidR="00E47973" w:rsidRDefault="00E47973" w:rsidP="00E47973"/>
    <w:p w:rsidR="00E47973" w:rsidRDefault="00E47973" w:rsidP="00E4797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E47973" w:rsidRDefault="00E47973" w:rsidP="00E4797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E47973" w:rsidRDefault="00E47973" w:rsidP="00E4797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E47973" w:rsidRDefault="00E47973" w:rsidP="00E4797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E47973" w:rsidRDefault="00E47973" w:rsidP="00E4797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7973" w:rsidRDefault="00E47973" w:rsidP="00E479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E47973" w:rsidRDefault="00E47973" w:rsidP="00E479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47973" w:rsidRDefault="00E47973" w:rsidP="00E4797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E47973" w:rsidRDefault="00E47973" w:rsidP="00E4797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47973" w:rsidRDefault="00E47973" w:rsidP="00E47973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№24</w:t>
      </w:r>
    </w:p>
    <w:p w:rsidR="00E47973" w:rsidRPr="00F03C37" w:rsidRDefault="00E47973" w:rsidP="00E47973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47973" w:rsidRPr="00F03C37" w:rsidRDefault="00E47973" w:rsidP="00E47973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03C37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F03C37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F03C3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F03C37"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 w:rsidRPr="00F03C37"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 w:rsidRPr="00F03C3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E47973" w:rsidRPr="00F03C37" w:rsidRDefault="00E47973" w:rsidP="00E47973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03C37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F03C3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F03C3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F03C3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F03C3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47973" w:rsidRPr="00F03C37" w:rsidRDefault="00E47973" w:rsidP="00E47973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03C37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F03C37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F03C37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F03C37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F03C3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E47973" w:rsidRPr="00F03C37" w:rsidRDefault="00E47973" w:rsidP="00E47973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03C37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F03C37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F03C37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F03C37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F03C37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F03C37">
        <w:rPr>
          <w:rFonts w:ascii="Times New Roman" w:hAnsi="Times New Roman" w:cs="Times New Roman"/>
          <w:b/>
          <w:sz w:val="24"/>
          <w:szCs w:val="24"/>
        </w:rPr>
        <w:t xml:space="preserve">)  </w:t>
      </w:r>
      <w:proofErr w:type="spellStart"/>
      <w:r w:rsidRPr="00F03C37">
        <w:rPr>
          <w:rFonts w:ascii="Times New Roman" w:hAnsi="Times New Roman" w:cs="Times New Roman"/>
          <w:b/>
          <w:sz w:val="24"/>
          <w:szCs w:val="24"/>
        </w:rPr>
        <w:t>Самчук</w:t>
      </w:r>
      <w:proofErr w:type="spellEnd"/>
      <w:r w:rsidRPr="00F03C37">
        <w:rPr>
          <w:rFonts w:ascii="Times New Roman" w:hAnsi="Times New Roman" w:cs="Times New Roman"/>
          <w:b/>
          <w:sz w:val="24"/>
          <w:szCs w:val="24"/>
        </w:rPr>
        <w:t xml:space="preserve"> Н.М.</w:t>
      </w:r>
    </w:p>
    <w:p w:rsidR="00E47973" w:rsidRPr="00F03C37" w:rsidRDefault="00E47973" w:rsidP="00E47973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47973" w:rsidRPr="00F03C37" w:rsidRDefault="00E47973" w:rsidP="00E4797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C37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самовряду</w:t>
      </w:r>
      <w:r>
        <w:rPr>
          <w:rFonts w:ascii="Times New Roman" w:hAnsi="Times New Roman" w:cs="Times New Roman"/>
          <w:sz w:val="24"/>
          <w:szCs w:val="24"/>
        </w:rPr>
        <w:t>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>», статей 12</w:t>
      </w:r>
      <w:r w:rsidRPr="00F03C37">
        <w:rPr>
          <w:rFonts w:ascii="Times New Roman" w:hAnsi="Times New Roman" w:cs="Times New Roman"/>
          <w:sz w:val="24"/>
          <w:szCs w:val="24"/>
        </w:rPr>
        <w:t xml:space="preserve">, 121 Земельного кодексу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 прав  </w:t>
      </w:r>
      <w:proofErr w:type="gramStart"/>
      <w:r w:rsidRPr="00F03C37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F03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Самчук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Н.М.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 рада ВИРІШИЛА:</w:t>
      </w:r>
    </w:p>
    <w:p w:rsidR="00E47973" w:rsidRPr="00F03C37" w:rsidRDefault="00E47973" w:rsidP="00E4797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03C37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C37">
        <w:rPr>
          <w:rFonts w:ascii="Times New Roman" w:eastAsia="Calibri" w:hAnsi="Times New Roman" w:cs="Times New Roman"/>
          <w:sz w:val="24"/>
          <w:szCs w:val="24"/>
          <w:lang w:eastAsia="en-US"/>
        </w:rPr>
        <w:t>Самчук</w:t>
      </w:r>
      <w:proofErr w:type="spellEnd"/>
      <w:r w:rsidRPr="00F03C3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03C37">
        <w:rPr>
          <w:rFonts w:ascii="Times New Roman" w:eastAsia="Calibri" w:hAnsi="Times New Roman" w:cs="Times New Roman"/>
          <w:sz w:val="24"/>
          <w:szCs w:val="24"/>
          <w:lang w:eastAsia="en-US"/>
        </w:rPr>
        <w:t>Надії</w:t>
      </w:r>
      <w:proofErr w:type="spellEnd"/>
      <w:r w:rsidRPr="00F03C3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03C37">
        <w:rPr>
          <w:rFonts w:ascii="Times New Roman" w:eastAsia="Calibri" w:hAnsi="Times New Roman" w:cs="Times New Roman"/>
          <w:sz w:val="24"/>
          <w:szCs w:val="24"/>
          <w:lang w:eastAsia="en-US"/>
        </w:rPr>
        <w:t>Миколаївні</w:t>
      </w:r>
      <w:proofErr w:type="spellEnd"/>
      <w:r w:rsidRPr="00F03C3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F03C37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F03C3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F03C37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F03C3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4A4720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</w:t>
      </w:r>
      <w:r w:rsidRPr="00F03C3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 </w:t>
      </w:r>
      <w:r w:rsidRPr="00F03C3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4A4720">
        <w:rPr>
          <w:rFonts w:ascii="Times New Roman" w:hAnsi="Times New Roman" w:cs="Times New Roman"/>
          <w:sz w:val="24"/>
          <w:szCs w:val="24"/>
          <w:lang w:val="en-US"/>
        </w:rPr>
        <w:t>______________</w:t>
      </w:r>
      <w:bookmarkStart w:id="0" w:name="_GoBack"/>
      <w:bookmarkEnd w:id="0"/>
      <w:r w:rsidRPr="00F03C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F03C37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F03C37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0,2500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3C37">
        <w:rPr>
          <w:rFonts w:ascii="Times New Roman" w:hAnsi="Times New Roman" w:cs="Times New Roman"/>
          <w:sz w:val="24"/>
          <w:szCs w:val="24"/>
        </w:rPr>
        <w:t>га, (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номер: 6823984700:01:018:0035), для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,, яка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 район, село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Лисиче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вулиця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Дружби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>, 5.</w:t>
      </w:r>
      <w:r w:rsidRPr="00F03C37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</w:p>
    <w:p w:rsidR="00E47973" w:rsidRPr="00F03C37" w:rsidRDefault="00E47973" w:rsidP="00E4797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C37"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 w:rsidRPr="00F03C37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Самчук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Н.М.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E47973" w:rsidRPr="00F03C37" w:rsidRDefault="00E47973" w:rsidP="00E4797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C37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03C3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03C37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E47973" w:rsidRPr="00E47973" w:rsidRDefault="00E47973" w:rsidP="00E4797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47973" w:rsidRPr="00E47973" w:rsidRDefault="00E47973" w:rsidP="00E4797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47973" w:rsidRPr="00F03C37" w:rsidRDefault="00E47973" w:rsidP="00E4797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565E1" w:rsidRPr="00E47973" w:rsidRDefault="00E47973" w:rsidP="00E47973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7565E1" w:rsidRPr="00E4797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973"/>
    <w:rsid w:val="00171A2E"/>
    <w:rsid w:val="00304C90"/>
    <w:rsid w:val="004A4720"/>
    <w:rsid w:val="00505B6D"/>
    <w:rsid w:val="006D3977"/>
    <w:rsid w:val="007565E1"/>
    <w:rsid w:val="007D6C18"/>
    <w:rsid w:val="00D1641A"/>
    <w:rsid w:val="00E47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8</TotalTime>
  <Pages>1</Pages>
  <Words>260</Words>
  <Characters>1487</Characters>
  <Application>Microsoft Office Word</Application>
  <DocSecurity>0</DocSecurity>
  <Lines>12</Lines>
  <Paragraphs>3</Paragraphs>
  <ScaleCrop>false</ScaleCrop>
  <Company>Microsoft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2020-07-02T11:19:00Z</dcterms:created>
  <dcterms:modified xsi:type="dcterms:W3CDTF">2020-07-02T12:50:00Z</dcterms:modified>
</cp:coreProperties>
</file>