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D2" w:rsidRDefault="00E83DD2" w:rsidP="00E83DD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6350" r="4445" b="63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DD2" w:rsidRDefault="00E83DD2" w:rsidP="00E83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sh1Mm+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E83DD2" w:rsidRDefault="00E83DD2" w:rsidP="00E83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83DD2" w:rsidRDefault="00E83DD2" w:rsidP="00E83D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3DD2" w:rsidRDefault="00E83DD2" w:rsidP="00E83D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83DD2" w:rsidRDefault="00E83DD2" w:rsidP="00E83D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83DD2" w:rsidRPr="00A33675" w:rsidRDefault="00E83DD2" w:rsidP="00E83D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</w:t>
      </w:r>
    </w:p>
    <w:p w:rsidR="00E83DD2" w:rsidRDefault="00E83DD2" w:rsidP="00E83D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83DD2" w:rsidRPr="00CB5070" w:rsidRDefault="00E83DD2" w:rsidP="00E83D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507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B5070">
        <w:rPr>
          <w:rFonts w:ascii="Times New Roman" w:hAnsi="Times New Roman" w:cs="Times New Roman"/>
          <w:b/>
          <w:sz w:val="24"/>
          <w:szCs w:val="24"/>
        </w:rPr>
        <w:t>співфінансування</w:t>
      </w:r>
      <w:proofErr w:type="spellEnd"/>
      <w:r w:rsidRPr="00CB5070">
        <w:rPr>
          <w:rFonts w:ascii="Times New Roman" w:hAnsi="Times New Roman" w:cs="Times New Roman"/>
          <w:b/>
          <w:sz w:val="24"/>
          <w:szCs w:val="24"/>
        </w:rPr>
        <w:t xml:space="preserve"> придбання </w:t>
      </w:r>
    </w:p>
    <w:p w:rsidR="00E83DD2" w:rsidRPr="00CB5070" w:rsidRDefault="00E83DD2" w:rsidP="00E83D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5070">
        <w:rPr>
          <w:rFonts w:ascii="Times New Roman" w:hAnsi="Times New Roman" w:cs="Times New Roman"/>
          <w:b/>
          <w:sz w:val="24"/>
          <w:szCs w:val="24"/>
        </w:rPr>
        <w:t xml:space="preserve">ноутбуків для педагогічних працівників </w:t>
      </w:r>
    </w:p>
    <w:p w:rsidR="00E83DD2" w:rsidRDefault="00E83DD2" w:rsidP="00E83D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5070">
        <w:rPr>
          <w:rFonts w:ascii="Times New Roman" w:hAnsi="Times New Roman" w:cs="Times New Roman"/>
          <w:b/>
          <w:sz w:val="24"/>
          <w:szCs w:val="24"/>
        </w:rPr>
        <w:t xml:space="preserve">закладів освіти </w:t>
      </w:r>
      <w:proofErr w:type="spellStart"/>
      <w:r w:rsidRPr="00CB5070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CB5070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E83DD2" w:rsidRPr="00CB5070" w:rsidRDefault="00E83DD2" w:rsidP="00E83D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3DD2" w:rsidRPr="00CB5070" w:rsidRDefault="00E83DD2" w:rsidP="00E83DD2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0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Керуючись ст. 26 Закону України «Про місцеве самоврядування в Україні», постановою 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Кабiнету</w:t>
      </w:r>
      <w:proofErr w:type="spellEnd"/>
      <w:r w:rsidRPr="00CB50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Miністрів</w:t>
      </w:r>
      <w:proofErr w:type="spellEnd"/>
      <w:r w:rsidRPr="00CB50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України 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вiд</w:t>
      </w:r>
      <w:proofErr w:type="spellEnd"/>
      <w:r w:rsidRPr="00CB50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21.04.2021 року № 403 «Деякі питання надання субвенції з державного бюджету місцевим бюджетам на заходи, спрямовані на боротьбу з гострою респіраторною хворобою COVID-19, спричиненою 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коронавірусом</w:t>
      </w:r>
      <w:proofErr w:type="spellEnd"/>
      <w:r w:rsidRPr="00CB50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SARS-CoV-2, та її наслідками під час навчального процесу у закладах загальної середньої освіти», </w:t>
      </w:r>
      <w:r w:rsidRPr="00CB5070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E83DD2" w:rsidRPr="00CB5070" w:rsidRDefault="00E83DD2" w:rsidP="00E83DD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5070">
        <w:rPr>
          <w:rFonts w:ascii="Times New Roman" w:hAnsi="Times New Roman" w:cs="Times New Roman"/>
          <w:sz w:val="24"/>
          <w:szCs w:val="24"/>
        </w:rPr>
        <w:t>ВИРІШИЛА:</w:t>
      </w:r>
    </w:p>
    <w:p w:rsidR="00E83DD2" w:rsidRPr="00CB5070" w:rsidRDefault="00E83DD2" w:rsidP="00E83DD2">
      <w:pPr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5070">
        <w:rPr>
          <w:rFonts w:ascii="Times New Roman" w:hAnsi="Times New Roman" w:cs="Times New Roman"/>
          <w:color w:val="000000"/>
          <w:sz w:val="24"/>
          <w:szCs w:val="24"/>
        </w:rPr>
        <w:t>Виділити кошти з сільського бюджету в сумі 13 996 грн.</w:t>
      </w:r>
      <w:r w:rsidRPr="00CB50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тринадцять</w:t>
      </w:r>
      <w:proofErr w:type="spellEnd"/>
      <w:r w:rsidRPr="00CB50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тисяч</w:t>
      </w:r>
      <w:proofErr w:type="spellEnd"/>
      <w:r w:rsidRPr="00CB50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дев’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</w:rPr>
        <w:t>ятсот</w:t>
      </w:r>
      <w:proofErr w:type="spellEnd"/>
      <w:r w:rsidRPr="00CB50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B50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дев’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</w:rPr>
        <w:t>яносто</w:t>
      </w:r>
      <w:proofErr w:type="spellEnd"/>
      <w:proofErr w:type="gramEnd"/>
      <w:r w:rsidRPr="00CB5070">
        <w:rPr>
          <w:rFonts w:ascii="Times New Roman" w:hAnsi="Times New Roman" w:cs="Times New Roman"/>
          <w:color w:val="000000"/>
          <w:sz w:val="24"/>
          <w:szCs w:val="24"/>
        </w:rPr>
        <w:t xml:space="preserve"> шість</w:t>
      </w:r>
      <w:r w:rsidRPr="00CB50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гривень</w:t>
      </w:r>
      <w:proofErr w:type="spellEnd"/>
      <w:r w:rsidRPr="00CB50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00 коп.)</w:t>
      </w:r>
      <w:r w:rsidRPr="00CB507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B5070">
        <w:rPr>
          <w:rFonts w:ascii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 w:rsidRPr="00CB50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5070">
        <w:rPr>
          <w:rFonts w:ascii="Times New Roman" w:hAnsi="Times New Roman" w:cs="Times New Roman"/>
          <w:sz w:val="24"/>
          <w:szCs w:val="24"/>
        </w:rPr>
        <w:t xml:space="preserve">придбання ноутбуків для педагогічних працівників закладів освіти </w:t>
      </w:r>
      <w:proofErr w:type="spellStart"/>
      <w:r w:rsidRPr="00CB507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B5070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E83DD2" w:rsidRPr="00CB5070" w:rsidRDefault="00E83DD2" w:rsidP="00E83DD2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070">
        <w:rPr>
          <w:rFonts w:ascii="Times New Roman" w:hAnsi="Times New Roman" w:cs="Times New Roman"/>
          <w:sz w:val="24"/>
          <w:szCs w:val="24"/>
        </w:rPr>
        <w:t>2.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CB5070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CB5070">
        <w:rPr>
          <w:rFonts w:ascii="Times New Roman" w:hAnsi="Times New Roman" w:cs="Times New Roman"/>
          <w:sz w:val="24"/>
          <w:szCs w:val="24"/>
        </w:rPr>
        <w:t>).</w:t>
      </w:r>
    </w:p>
    <w:p w:rsidR="00E83DD2" w:rsidRDefault="00E83DD2" w:rsidP="00E83DD2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3DD2" w:rsidRDefault="00E83DD2" w:rsidP="00E83DD2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3DD2" w:rsidRPr="00CB5070" w:rsidRDefault="00E83DD2" w:rsidP="00E83DD2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3DD2" w:rsidRDefault="00E83DD2" w:rsidP="00E83DD2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</w:p>
    <w:p w:rsidR="00E83DD2" w:rsidRPr="00CB5070" w:rsidRDefault="00E83DD2" w:rsidP="00E83DD2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CB5070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CB5070">
        <w:rPr>
          <w:rFonts w:ascii="Times New Roman" w:hAnsi="Times New Roman" w:cs="Times New Roman"/>
          <w:sz w:val="24"/>
          <w:szCs w:val="24"/>
        </w:rPr>
        <w:tab/>
      </w:r>
      <w:r w:rsidRPr="00CB5070">
        <w:rPr>
          <w:rFonts w:ascii="Times New Roman" w:hAnsi="Times New Roman" w:cs="Times New Roman"/>
          <w:sz w:val="24"/>
          <w:szCs w:val="24"/>
        </w:rPr>
        <w:tab/>
      </w:r>
      <w:r w:rsidRPr="00CB5070">
        <w:rPr>
          <w:rFonts w:ascii="Times New Roman" w:hAnsi="Times New Roman" w:cs="Times New Roman"/>
          <w:sz w:val="24"/>
          <w:szCs w:val="24"/>
        </w:rPr>
        <w:tab/>
      </w:r>
      <w:r w:rsidRPr="00CB5070">
        <w:rPr>
          <w:rFonts w:ascii="Times New Roman" w:hAnsi="Times New Roman" w:cs="Times New Roman"/>
          <w:sz w:val="24"/>
          <w:szCs w:val="24"/>
        </w:rPr>
        <w:tab/>
      </w:r>
      <w:r w:rsidRPr="00CB5070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CB5070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BC2B55" w:rsidRDefault="00BC2B55">
      <w:bookmarkStart w:id="0" w:name="_GoBack"/>
      <w:bookmarkEnd w:id="0"/>
    </w:p>
    <w:sectPr w:rsidR="00BC2B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00980"/>
    <w:multiLevelType w:val="hybridMultilevel"/>
    <w:tmpl w:val="64B2A15A"/>
    <w:lvl w:ilvl="0" w:tplc="7B26F1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DD2"/>
    <w:rsid w:val="00BC2B55"/>
    <w:rsid w:val="00E8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D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83D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83DD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83DD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D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83D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83DD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83DD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2021-07-07T05:58:00Z</dcterms:created>
  <dcterms:modified xsi:type="dcterms:W3CDTF">2021-07-07T05:58:00Z</dcterms:modified>
</cp:coreProperties>
</file>