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A2E" w:rsidRDefault="00DD6A2E" w:rsidP="00DD6A2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D6A2E" w:rsidRDefault="00DD6A2E" w:rsidP="00DD6A2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A2E" w:rsidRDefault="00DD6A2E" w:rsidP="00DD6A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6A2E" w:rsidRDefault="00DD6A2E" w:rsidP="00DD6A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6A2E" w:rsidRDefault="00DD6A2E" w:rsidP="00DD6A2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6A2E" w:rsidRDefault="00DD6A2E" w:rsidP="00DD6A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D6A2E" w:rsidRDefault="00DD6A2E" w:rsidP="00DD6A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6A2E" w:rsidRDefault="00DD6A2E" w:rsidP="00DD6A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DD6A2E" w:rsidRPr="00611135" w:rsidRDefault="00DD6A2E" w:rsidP="00DD6A2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D6A2E" w:rsidRPr="00611135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D6A2E" w:rsidRPr="00611135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D6A2E" w:rsidRPr="00611135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DD6A2E" w:rsidRPr="00611135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DD6A2E" w:rsidRPr="00611135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Рибіцькій</w:t>
      </w:r>
      <w:proofErr w:type="spellEnd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</w:t>
      </w:r>
    </w:p>
    <w:p w:rsidR="00DD6A2E" w:rsidRPr="00611135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6A2E" w:rsidRPr="00611135" w:rsidRDefault="00DD6A2E" w:rsidP="00DD6A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Рибіцької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Т.В,  сільська  рада </w:t>
      </w:r>
    </w:p>
    <w:p w:rsidR="00DD6A2E" w:rsidRPr="00611135" w:rsidRDefault="00DD6A2E" w:rsidP="00DD6A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D6A2E" w:rsidRPr="00611135" w:rsidRDefault="00DD6A2E" w:rsidP="00DD6A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Рибіцькій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Володимирівні,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4604C8" w:rsidRPr="004604C8">
        <w:rPr>
          <w:rFonts w:ascii="Times New Roman" w:eastAsia="Times New Roman" w:hAnsi="Times New Roman" w:cs="Times New Roman"/>
          <w:sz w:val="24"/>
        </w:rPr>
        <w:t>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604C8" w:rsidRPr="004604C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0,2219 га, кадастровий номер: 6823984000:02:001:0051,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вул.. Одухи,124.</w:t>
      </w:r>
    </w:p>
    <w:p w:rsidR="00DD6A2E" w:rsidRPr="00611135" w:rsidRDefault="00DD6A2E" w:rsidP="00DD6A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2.Рибіцькій Т.В. посвідчити своє право  в  установленому  законом  порядку.</w:t>
      </w:r>
    </w:p>
    <w:p w:rsidR="00DD6A2E" w:rsidRPr="00611135" w:rsidRDefault="00DD6A2E" w:rsidP="00DD6A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6A2E" w:rsidRPr="00611135" w:rsidRDefault="00DD6A2E" w:rsidP="00DD6A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D6A2E" w:rsidRPr="00DD6A2E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786DC9" w:rsidRPr="00DD6A2E" w:rsidRDefault="00DD6A2E" w:rsidP="00DD6A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786DC9" w:rsidRPr="00DD6A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A2E"/>
    <w:rsid w:val="004604C8"/>
    <w:rsid w:val="00786DC9"/>
    <w:rsid w:val="00DD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2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D6A2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D6A2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D6A2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A2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D6A2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D6A2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D6A2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2021-07-07T07:16:00Z</dcterms:created>
  <dcterms:modified xsi:type="dcterms:W3CDTF">2021-07-07T08:50:00Z</dcterms:modified>
</cp:coreProperties>
</file>