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51B" w:rsidRPr="00750812" w:rsidRDefault="00D9451B" w:rsidP="00D94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/>
          <w:color w:val="FF0000"/>
          <w:sz w:val="24"/>
          <w:szCs w:val="24"/>
          <w:lang w:val="ru-RU" w:eastAsia="zh-CN"/>
        </w:rPr>
      </w:pPr>
      <w:r w:rsidRPr="00750812">
        <w:rPr>
          <w:rFonts w:ascii="Times New Roman" w:eastAsia="SimSun" w:hAnsi="Times New Roman"/>
          <w:color w:val="FF0000"/>
          <w:sz w:val="24"/>
          <w:szCs w:val="24"/>
          <w:lang w:eastAsia="zh-CN"/>
        </w:rPr>
        <w:t>ПРОЕКТ</w:t>
      </w:r>
    </w:p>
    <w:p w:rsidR="00D9451B" w:rsidRPr="00750812" w:rsidRDefault="00D9451B" w:rsidP="00D94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/>
          <w:color w:val="FF0000"/>
          <w:sz w:val="24"/>
          <w:szCs w:val="24"/>
          <w:lang w:val="ru-RU" w:eastAsia="zh-CN"/>
        </w:rPr>
      </w:pPr>
    </w:p>
    <w:p w:rsidR="00D9451B" w:rsidRPr="00750812" w:rsidRDefault="00D9451B" w:rsidP="00D94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uk-UA"/>
        </w:rPr>
      </w:pPr>
      <w:r w:rsidRPr="00750812">
        <w:rPr>
          <w:rFonts w:asciiTheme="minorHAnsi" w:eastAsiaTheme="minorEastAsia" w:hAnsiTheme="minorHAnsi" w:cstheme="minorBid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291A80" wp14:editId="58EA6FA0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107" name="Группа 221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10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51B" w:rsidRDefault="00D9451B" w:rsidP="00D945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107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shDr8A&#10;AADeAAAADwAAAGRycy9kb3ducmV2LnhtbERPvQrCMBDeBd8hnOCmqRVUqlFEVBwEsep+NGdbbC6l&#10;iVrf3gyC48f3v1i1phIvalxpWcFoGIEgzqwuOVdwvewGMxDOI2usLJOCDzlYLbudBSbavvlMr9Tn&#10;IoSwS1BB4X2dSOmyggy6oa2JA3e3jUEfYJNL3eA7hJtKxlE0kQZLDg0F1rQpKHukT6PAjveH4y2P&#10;z+MtTz2vT7P7rT0q1e+16zkIT63/i3/ug1YQx6Mo7A13whWQy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iyEO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M2NskA&#10;AADeAAAADwAAAGRycy9kb3ducmV2LnhtbESPT2sCMRTE74V+h/AKvUjNugdbt0YpwvaPB8Gt4PWx&#10;ed1su3lZklS3fnojCD0OM/MbZr4cbCcO5EPrWMFknIEgrp1uuVGw+ywfnkCEiKyxc0wK/ijAcnF7&#10;M8dCuyNv6VDFRiQIhwIVmBj7QspQG7IYxq4nTt6X8xZjkr6R2uMxwW0n8yybSostpwWDPa0M1T/V&#10;r1XwXW7MfvV4evWj2ZZOo3L91n1Mlbq/G16eQUQa4n/42n7XCvJ8ks3gciddAbk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gM2N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Otd8MA&#10;AADeAAAADwAAAGRycy9kb3ducmV2LnhtbESPz2rCQBDG74W+wzIFL6VukoJIdBUpVYoXUfsAQ3bM&#10;BrOzIbua+PadQ8Hjx/eP33I9+lbdqY9NYAP5NANFXAXbcG3g97z9mIOKCdliG5gMPCjCevX6ssTS&#10;hoGPdD+lWskIxxINuJS6UutYOfIYp6EjFu8Seo9JZF9r2+Mg477VRZbNtMeG5cFhR1+Oquvp5uXk&#10;8ImH/WU4b3cjDvi9d/y+ORozeRs3C1CJxvQM/7d/rIGiyHMBEBxBAb3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Otd8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sd1sYA&#10;AADeAAAADwAAAGRycy9kb3ducmV2LnhtbESPQUvDQBSE74L/YXmCN7tJ0FZit6W0CiJ4aCuIt0f2&#10;NQlm3y67zyb+e1cQPA4z8w2zXE9uUGeKqfdsoJwVoIgbb3tuDbwdn27uQSVBtjh4JgPflGC9urxY&#10;Ym39yHs6H6RVGcKpRgOdSKi1Tk1HDtPMB+LsnXx0KFnGVtuIY4a7QVdFMdcOe84LHQbadtR8Hr6c&#10;gdfxMbws5nen8BFvK512Vt63Ysz11bR5ACU0yX/4r/1sDVRVWZbweydf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sd1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2Wm8MA&#10;AADeAAAADwAAAGRycy9kb3ducmV2LnhtbESP3YrCMBCF74V9hzDC3siatsIiXaPIoot4I1YfYGjG&#10;pthMShNtfXsjCHt5OD8fZ7EabCPu1PnasYJ0moAgLp2uuVJwPm2/5iB8QNbYOCYFD/KwWn6MFphr&#10;1/OR7kWoRBxhn6MCE0KbS+lLQxb91LXE0bu4zmKIsquk7rCP47aRWZJ8S4s1R4LBln4NldfiZiPk&#10;MMPD/tKftn8D9rjZG56sj0p9jof1D4hAQ/gPv9s7rSDL0jSD1514Be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22Wm8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UmOsYA&#10;AADeAAAADwAAAGRycy9kb3ducmV2LnhtbESPQUvDQBSE74L/YXmCt3aTqFVit6W0CiJ4sAri7ZF9&#10;TYLZt8vus4n/3hUKHoeZ+YZZric3qCPF1Hs2UM4LUMSNtz23Bt7fHmd3oJIgWxw8k4EfSrBenZ8t&#10;sbZ+5Fc67qVVGcKpRgOdSKi1Tk1HDtPcB+LsHXx0KFnGVtuIY4a7QVdFsdAOe84LHQbadtR87b+d&#10;gZfxITzfLm4O4TNeVzrtrHxsxZjLi2lzD0pokv/wqf1kDVRVWV7B3518B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aUmO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mjp8cA&#10;AADeAAAADwAAAGRycy9kb3ducmV2LnhtbESPUUvDMBSF34X9h3AHvsiWtuoYddlwQlBwMNwGe700&#10;d22xuSlJXOu/N4Lg4+Gc8x3OajPaTlzJh9axgnyegSCunGm5VnA66tkSRIjIBjvHpOCbAmzWk5sV&#10;lsYN/EHXQ6xFgnAoUUETY19KGaqGLIa564mTd3HeYkzS19J4HBLcdrLIsoW02HJaaLCnl4aqz8OX&#10;VbDdD/W9v6u2o3u/vJ4ftTZ6p5W6nY7PTyAijfE//Nd+MwqKIs8f4PdOugJy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Jo6f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VMw8QA&#10;AADeAAAADwAAAGRycy9kb3ducmV2LnhtbESPUWvCMBSF3wf+h3AF32baModUo4hSGGMvU3/Apbk2&#10;1eamJLHWf78MBns8nHO+w1lvR9uJgXxoHSvI5xkI4trplhsF51P1ugQRIrLGzjEpeFKA7WbyssZS&#10;uwd/03CMjUgQDiUqMDH2pZShNmQxzF1PnLyL8xZjkr6R2uMjwW0niyx7lxZbTgsGe9obqm/Hu1VQ&#10;fRZfw+2ufeV245ulhbkuD0ap2XTcrUBEGuN/+K/9oRUURZ4v4PdOug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1TMP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eYS8cA&#10;AADeAAAADwAAAGRycy9kb3ducmV2LnhtbESPUWvCMBSF34X9h3AHexmatjIZnVHmIGwwQXTCXi/N&#10;tS1rbkqS2e7fm4Hg4+Gc8x3Ocj3aTpzJh9axgnyWgSCunGm5VnD80tNnECEiG+wck4I/CrBe3U2W&#10;WBo38J7Oh1iLBOFQooImxr6UMlQNWQwz1xMn7+S8xZikr6XxOCS47WSRZQtpseW00GBPbw1VP4df&#10;q2CzG+q5f6w2o/s8vX8/aW30Viv1cD++voCINMZb+Nr+MAqKIs8X8H8nXQG5u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XmEv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t3L8UA&#10;AADeAAAADwAAAGRycy9kb3ducmV2LnhtbESPUWvCMBSF3wf+h3AF32bask2pRhFHYYy9TP0Bl+ba&#10;VJubksRa//0yGOzxcM75Dme9HW0nBvKhdawgn2cgiGunW24UnI7V8xJEiMgaO8ek4EEBtpvJ0xpL&#10;7e78TcMhNiJBOJSowMTYl1KG2pDFMHc9cfLOzluMSfpGao/3BLedLLLsTVpsOS0Y7GlvqL4eblZB&#10;9Vl8Ddeb9pXbjS+WXs1l+W6Umk3H3QpEpDH+h//aH1pBUeT5An7vpCs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3cv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p9tcEA&#10;AADeAAAADwAAAGRycy9kb3ducmV2LnhtbERPy2qDQBTdF/oPww1kV0fNg2IcpRRSmmVMPuDi3Kro&#10;3LHONJq/7ywCWR7OOy8XM4gbTa6zrCCJYhDEtdUdNwqul+PbOwjnkTUOlknBnRyUxetLjpm2M5/p&#10;VvlGhBB2GSpovR8zKV3dkkEX2ZE4cD92MugDnBqpJ5xDuBlkGsd7abDj0NDiSJ8t1X31ZxRs7/PX&#10;b7Xr46M2lJw244l9vVNqvVo+DiA8Lf4pfri/tYI0TZKwN9wJV0AW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6fbX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TOgcYA&#10;AADeAAAADwAAAGRycy9kb3ducmV2LnhtbESPzWrDMBCE74W+g9hAb41sH0zjRDYhIaX01Dppz4u1&#10;sU2slbEU/7x9VSj0OMzMN8yumE0nRhpca1lBvI5AEFdWt1wruJxPzy8gnEfW2FkmBQs5KPLHhx1m&#10;2k78SWPpaxEg7DJU0HjfZ1K6qiGDbm174uBd7WDQBznUUg84BbjpZBJFqTTYclhosKdDQ9WtvBsF&#10;9/Q7ufD1XX+Ux+V1czztnfyqlXpazfstCE+z/w//td+0giSJ4w383glXQO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TOg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0dvMYA&#10;AADeAAAADwAAAGRycy9kb3ducmV2LnhtbESPy2rCQBSG94LvMByhO52YStDoKFUQahcVbwt3x8wx&#10;ic2ciZmppm/fWRS6/PlvfLNFayrxoMaVlhUMBxEI4szqknMFx8O6PwbhPLLGyjIp+CEHi3m3M8NU&#10;2yfv6LH3uQgj7FJUUHhfp1K6rCCDbmBr4uBdbWPQB9nkUjf4DOOmknEUJdJgyeGhwJpWBWVf+2+j&#10;4LQdJ5PtcjO6fXxe8NXo+1mXiVIvvfZtCsJT6//Df+13rSCOh3EACDgBBe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0dv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vs8UA&#10;AADeAAAADwAAAGRycy9kb3ducmV2LnhtbESPT4vCMBTE78J+h/AWvGnaKCLVKPuHVfGk7oLXR/Ns&#10;i81LabJa99NvBMHjMDO/YebLztbiQq2vHGtIhwkI4tyZigsNP99fgykIH5AN1o5Jw408LBcvvTlm&#10;xl15T5dDKESEsM9QQxlCk0np85Is+qFriKN3cq3FEGVbSNPiNcJtLVWSTKTFiuNCiQ19lJSfD79W&#10;w9/kiDu/Vu+fIxPoNp6u3Ha30rr/2r3NQATqwjP8aG+MBqVSlcL9Tr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OC+z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PYasUA&#10;AADeAAAADwAAAGRycy9kb3ducmV2LnhtbESP0WoCMRRE3wv9h3ALvtWsQYvdGkXEgm/q2g+4bG6z&#10;i5ubdZPq6tcbQejjMDNnmNmid404UxdqzxpGwwwEcelNzVbDz+H7fQoiRGSDjWfScKUAi/nrywxz&#10;4y+8p3MRrUgQDjlqqGJscylDWZHDMPQtcfJ+fecwJtlZaTq8JLhrpMqyD+mw5rRQYUurispj8ec0&#10;nLyamL5Y4/a4/tzV1o5Pt/1Y68Fbv/wCEamP/+Fne2M0KDVSCh530hW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09hq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MbGsUA&#10;AADeAAAADwAAAGRycy9kb3ducmV2LnhtbESPwW7CMBBE75X4B2uRegOHIGgIGFQqVeIK9MBxsZck&#10;EK/T2EDK19eVkHoczcwbzWLV2VrcqPWVYwWjYQKCWDtTcaHga/85yED4gGywdkwKfsjDatl7WWBu&#10;3J23dNuFQkQI+xwVlCE0uZRel2TRD11DHL2Tay2GKNtCmhbvEW5rmSbJVFqsOC6U2NBHSfqyu1oF&#10;m+pIk6k+zWy21tvD4zuM385Gqdd+9z4HEagL/+Fne2MUpOkoHcPfnXgF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Ixsa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t6ucIA&#10;AADeAAAADwAAAGRycy9kb3ducmV2LnhtbERPXWvCMBR9F/YfwhX2pqlhDK1G0cFgY05Qx3y9NHdN&#10;WXNTmqzWf28Ggo/nm7NY9a4WHbWh8qxhMs5AEBfeVFxq+Dq+jqYgQkQ2WHsmDRcKsFo+DBaYG3/m&#10;PXWHWIpUwiFHDTbGJpcyFJYchrFviJP241uHMcG2lKbFcyp3tVRZ9iwdVpwWLDb0Yqn4Pfw5DR3u&#10;LtnJbj5n79W2ULvN94dJvH4c9us5iEh9vJtv6TejQamJeoL/O+kKy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63q5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oAuMQA&#10;AADeAAAADwAAAGRycy9kb3ducmV2LnhtbESPQUsDMRSE74L/ITzBm802oMjatBSh4lFXDz0+N6+b&#10;bTfvLUnsrv56Iwgeh5n5hllt5jCoM8XUC1tYLipQxK24njsL72+7m3tQKSM7HITJwhcl2KwvL1ZY&#10;O5n4lc5N7lSBcKrRgs95rLVOraeAaSEjcfEOEgPmImOnXcSpwMOgTVXd6YA9lwWPIz16ak/NZ7Aw&#10;PbUfR3PYO/8dR9k1L3I0g1h7fTVvH0BlmvN/+K/97CwYszS38HunXA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qALj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CO2McA&#10;AADeAAAADwAAAGRycy9kb3ducmV2LnhtbESPQWsCMRSE7wX/Q3iF3mrWHKxsjWK1ghSLqPX+3Lzu&#10;bk1elk3U9d83hYLHYWa+YcbTzllxoTbUnjUM+hkI4sKbmksNX/vl8whEiMgGrWfScKMA00nvYYy5&#10;8Vfe0mUXS5EgHHLUUMXY5FKGoiKHoe8b4uR9+9ZhTLItpWnxmuDOSpVlQ+mw5rRQYUPziorT7uw0&#10;LDcL+6M+t7ODjPP3l6Mdfbwt1lo/PXazVxCRungP/7dXRoNSAzWEvzvpCsjJ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Ajtj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r218cA&#10;AADeAAAADwAAAGRycy9kb3ducmV2LnhtbESPQWvCQBSE74L/YXlCL0U3RmwldRURigoKbSz0+sy+&#10;JsHs25BdY/z3rlDwOMzMN8x82ZlKtNS40rKC8SgCQZxZXXKu4Of4OZyBcB5ZY2WZFNzIwXLR780x&#10;0fbK39SmPhcBwi5BBYX3dSKlywoy6Ea2Jg7en20M+iCbXOoGrwFuKhlH0Zs0WHJYKLCmdUHZOb0Y&#10;Be3X/pRvW1fvzrNXN52cNpuD/lXqZdCtPkB46vwz/N/eagVxPI7f4XEnXAG5u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69tf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451B" w:rsidRDefault="00D9451B" w:rsidP="00D9451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kcuMQA&#10;AADeAAAADwAAAGRycy9kb3ducmV2LnhtbERPy2oCMRTdC/2HcAvuNGOwRadG0UKhm4Kvhe6uk9uZ&#10;wcnNmKQ67debRcHl4bxni8424ko+1I41jIYZCOLCmZpLDfvdx2ACIkRkg41j0vBLARbzp94Mc+Nu&#10;vKHrNpYihXDIUUMVY5tLGYqKLIaha4kT9+28xZigL6XxeEvhtpEqy16lxZpTQ4UtvVdUnLc/VsNq&#10;Olld1mP++tucjnQ8nM4vymda95+75RuISF18iP/dn0aDUiOV9qY76Qr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JHLjEAAAA3gAAAA8AAAAAAAAAAAAAAAAAmAIAAGRycy9k&#10;b3ducmV2LnhtbFBLBQYAAAAABAAEAPUAAACJAwAAAAA=&#10;" fillcolor="black" stroked="f">
                  <v:textbox>
                    <w:txbxContent>
                      <w:p w:rsidR="00D9451B" w:rsidRDefault="00D9451B" w:rsidP="00D9451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a3I8gA&#10;AADeAAAADwAAAGRycy9kb3ducmV2LnhtbESPT2sCMRTE70K/Q3iF3jRroGJXo/inhULtQevB43Pz&#10;3A27eVk2qW776ZtCocdhZn7DzJe9a8SVumA9axiPMhDEhTeWSw3Hj5fhFESIyAYbz6ThiwIsF3eD&#10;OebG33hP10MsRYJwyFFDFWObSxmKihyGkW+Jk3fxncOYZFdK0+EtwV0jVZZNpEPLaaHCljYVFfXh&#10;02k4vU3sdG9JnXff62eze6zX79ta64f7fjUDEamP/+G/9qvRoNRYPcHvnXQF5O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Rrcj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flUcUA&#10;AADeAAAADwAAAGRycy9kb3ducmV2LnhtbESPzWoCMRSF94LvEK7QnWacQpGpUaQidtNF1dLtZXI7&#10;mc7kZkyijj69WQguD+ePb77sbSvO5EPtWMF0koEgLp2uuVJw2G/GMxAhImtsHZOCKwVYLoaDORba&#10;XfibzrtYiTTCoUAFJsaukDKUhiyGieuIk/fnvMWYpK+k9nhJ47aVeZa9SYs1pweDHX0YKpvdySrw&#10;q991c+PTT5Pdvq5h+98fZ2iUehn1q3cQkfr4DD/an1pBnk9fE0DCSSg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9+VR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r2gcYA&#10;AADeAAAADwAAAGRycy9kb3ducmV2LnhtbESPUWvCQBCE34X+h2MLfRG9JIW2Rk8phUKhUtD6A9bc&#10;mgTv9kJuq7G/vicIfRxm5htmsRq8UyfqYxvYQD7NQBFXwbZcG9h9v09eQEVBtugCk4ELRVgt70YL&#10;LG0484ZOW6lVgnAs0UAj0pVax6ohj3EaOuLkHULvUZLsa217PCe4d7rIsiftseW00GBHbw1Vx+2P&#10;N+CKvZt9Pse1XHZ6nf162Yy/rDEP98PrHJTQIP/hW/vDGiiK/DGH6510Bf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8r2g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gprMYA&#10;AADeAAAADwAAAGRycy9kb3ducmV2LnhtbESPQWsCMRSE74X+h/CE3mrWFEpZjaIVYS89dKt4fW6e&#10;m8XkZdmkuu2vbwqFHoeZ+YZZrEbvxJWG2AXWMJsWIIibYDpuNew/do8vIGJCNugCk4YvirBa3t8t&#10;sDThxu90rVMrMoRjiRpsSn0pZWwseYzT0BNn7xwGjynLoZVmwFuGeydVUTxLjx3nBYs9vVpqLvWn&#10;17Cte6f2ld3E4+HtdHLV946OW60fJuN6DiLRmP7Df+3KaFBq9qTg906+An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gprM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E+AcQA&#10;AADeAAAADwAAAGRycy9kb3ducmV2LnhtbESPQWsCMRSE7wX/Q3iCt5q4gi2rUUQqCJ5q9dDbI3nu&#10;rm5elk3qrv/eFASPw8x8wyxWvavFjdpQedYwGSsQxMbbigsNx5/t+yeIEJEt1p5Jw50CrJaDtwXm&#10;1nf8TbdDLESCcMhRQxljk0sZTEkOw9g3xMk7+9ZhTLItpG2xS3BXy0ypmXRYcVoosaFNSeZ6+HMa&#10;Llu590ahOR1P3c5+/H7NqFZaj4b9eg4iUh9f4Wd7ZzVk2WQ6hf876Qr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BPgH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BVEsYA&#10;AADeAAAADwAAAGRycy9kb3ducmV2LnhtbESPQWvCQBSE74X+h+UJvdWNUUpIXcUKQlF6qIr0+Mw+&#10;k5Ds27C7avz3XUHwOMzMN8x03ptWXMj52rKC0TABQVxYXXOpYL9bvWcgfEDW2FomBTfyMJ+9vkwx&#10;1/bKv3TZhlJECPscFVQhdLmUvqjIoB/ajjh6J+sMhihdKbXDa4SbVqZJ8iEN1hwXKuxoWVHRbM9G&#10;wd95w6ef8XrhvsLB9jvfpMesUept0C8+QQTqwzP8aH9rBWk6Gk/gfideAT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BVEs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9451B" w:rsidRDefault="00D9451B" w:rsidP="00D9451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El+8gA&#10;AADeAAAADwAAAGRycy9kb3ducmV2LnhtbESPQWvCQBSE74X+h+UJvTUb01o0ukoVCr0I1fZQb8/s&#10;Mwlm38bdrUZ/vSsUPA4z8w0zmXWmEUdyvrasoJ+kIIgLq2suFfx8fzwPQfiArLGxTArO5GE2fXyY&#10;YK7tiVd0XIdSRAj7HBVUIbS5lL6oyKBPbEscvZ11BkOUrpTa4SnCTSOzNH2TBmuOCxW2tKio2K//&#10;jIL5aDg/fL3y8rLabmjzu90PMpcq9dTr3scgAnXhHv5vf2oFWdZ/GcDtTrw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ESX7yAAAAN4AAAAPAAAAAAAAAAAAAAAAAJgCAABk&#10;cnMvZG93bnJldi54bWxQSwUGAAAAAAQABAD1AAAAjQMAAAAA&#10;" fillcolor="black" stroked="f">
                  <v:textbox>
                    <w:txbxContent>
                      <w:p w:rsidR="00D9451B" w:rsidRDefault="00D9451B" w:rsidP="00D9451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WwJsYA&#10;AADeAAAADwAAAGRycy9kb3ducmV2LnhtbESPwWrDMBBE74X+g9hCb40cB0JxowQTKA05OWlCrhtr&#10;a5laKyOpivv3VaHQ4zAzb5jVZrKDSORD71jBfFaAIG6d7rlTcHp/fXoGESKyxsExKfimAJv1/d0K&#10;K+1ufKB0jJ3IEA4VKjAxjpWUoTVkMczcSJy9D+ctxix9J7XHW4bbQZZFsZQWe84LBkfaGmo/j19W&#10;Qbpum3qRLskc9r7uvGveztdGqceHqX4BEWmK/+G/9k4rKMv5Ygm/d/IV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3WwJ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9451B" w:rsidRDefault="00D9451B" w:rsidP="00D9451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VRtMgA&#10;AADeAAAADwAAAGRycy9kb3ducmV2LnhtbESPQUvDQBSE70L/w/IK3uwmEVqN3ZZStLReqlHQ4yP7&#10;zIZm34bsNk37692C4HGYmW+Y+XKwjeip87VjBekkAUFcOl1zpeDz4+XuAYQPyBobx6TgTB6Wi9HN&#10;HHPtTvxOfREqESHsc1RgQmhzKX1pyKKfuJY4ej+usxii7CqpOzxFuG1kliRTabHmuGCwpbWh8lAc&#10;rQKfrp+/Xu3lsf/eGN4XOzN9q4xSt+Nh9QQi0BD+w3/trVaQZen9DK534hW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lVG0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9451B" w:rsidRDefault="00D9451B" w:rsidP="00D9451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9451B" w:rsidRPr="00750812" w:rsidRDefault="00D9451B" w:rsidP="00D945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uk-UA"/>
        </w:rPr>
      </w:pPr>
    </w:p>
    <w:p w:rsidR="00D9451B" w:rsidRPr="00750812" w:rsidRDefault="00D9451B" w:rsidP="00D945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D9451B" w:rsidRPr="00750812" w:rsidRDefault="00D9451B" w:rsidP="00D9451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D9451B" w:rsidRPr="00750812" w:rsidRDefault="00D9451B" w:rsidP="00D945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D9451B" w:rsidRPr="00750812" w:rsidRDefault="00D9451B" w:rsidP="00D945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D9451B" w:rsidRPr="00750812" w:rsidRDefault="00D9451B" w:rsidP="00D9451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451B" w:rsidRPr="00750812" w:rsidRDefault="00D9451B" w:rsidP="00D9451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</w:rPr>
        <w:t>РІШЕННЯ</w:t>
      </w:r>
    </w:p>
    <w:p w:rsidR="00D9451B" w:rsidRPr="00750812" w:rsidRDefault="00D9451B" w:rsidP="00D9451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451B" w:rsidRPr="00FB0BF1" w:rsidRDefault="00D9451B" w:rsidP="00D9451B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ХХ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D9451B" w:rsidRDefault="00D9451B" w:rsidP="00D9451B">
      <w:pPr>
        <w:spacing w:after="0" w:line="240" w:lineRule="auto"/>
        <w:jc w:val="center"/>
        <w:rPr>
          <w:rFonts w:ascii="Times New Roman" w:hAnsi="Times New Roman"/>
        </w:rPr>
      </w:pPr>
    </w:p>
    <w:p w:rsidR="00D9451B" w:rsidRPr="001869AA" w:rsidRDefault="00D9451B" w:rsidP="00D9451B">
      <w:pPr>
        <w:spacing w:after="0" w:line="240" w:lineRule="auto"/>
        <w:jc w:val="center"/>
        <w:rPr>
          <w:rFonts w:ascii="Times New Roman" w:hAnsi="Times New Roman"/>
        </w:rPr>
      </w:pPr>
    </w:p>
    <w:p w:rsidR="00D9451B" w:rsidRPr="00312454" w:rsidRDefault="00D9451B" w:rsidP="00D9451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__.02.2022</w:t>
      </w:r>
      <w:r w:rsidRPr="00312454">
        <w:rPr>
          <w:rFonts w:ascii="Times New Roman" w:hAnsi="Times New Roman"/>
          <w:sz w:val="24"/>
        </w:rPr>
        <w:t>р.                         Крупець                                        №_____</w:t>
      </w:r>
    </w:p>
    <w:p w:rsidR="00D9451B" w:rsidRPr="00D500AD" w:rsidRDefault="00D9451B" w:rsidP="00D9451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D9451B" w:rsidRPr="00D500AD" w:rsidRDefault="00D9451B" w:rsidP="00D9451B">
      <w:pPr>
        <w:tabs>
          <w:tab w:val="left" w:pos="4424"/>
        </w:tabs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D500AD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</w:p>
    <w:p w:rsidR="00D9451B" w:rsidRPr="00D500AD" w:rsidRDefault="00D9451B" w:rsidP="00D9451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D500AD">
        <w:rPr>
          <w:rFonts w:ascii="Times New Roman" w:hAnsi="Times New Roman"/>
          <w:b/>
          <w:sz w:val="24"/>
          <w:lang w:val="ru-RU"/>
        </w:rPr>
        <w:t>проєкту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D500AD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500AD">
        <w:rPr>
          <w:rFonts w:ascii="Times New Roman" w:hAnsi="Times New Roman"/>
          <w:b/>
          <w:sz w:val="24"/>
          <w:lang w:val="ru-RU"/>
        </w:rPr>
        <w:t xml:space="preserve"> </w:t>
      </w:r>
    </w:p>
    <w:p w:rsidR="00D9451B" w:rsidRPr="009B5923" w:rsidRDefault="00D9451B" w:rsidP="00D9451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9B5923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9B592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9B592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9B5923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9B592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D9451B" w:rsidRDefault="00D9451B" w:rsidP="00D9451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lang w:val="ru-RU"/>
        </w:rPr>
        <w:t>Полянській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lang w:val="ru-RU"/>
        </w:rPr>
        <w:t>гімназії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lang w:val="ru-RU"/>
        </w:rPr>
        <w:t>Крупецької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ради</w:t>
      </w:r>
    </w:p>
    <w:p w:rsidR="00D9451B" w:rsidRPr="009B5923" w:rsidRDefault="00D9451B" w:rsidP="00D9451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lang w:val="ru-RU"/>
        </w:rPr>
        <w:t>Шепетівського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району </w:t>
      </w:r>
      <w:proofErr w:type="spellStart"/>
      <w:r>
        <w:rPr>
          <w:rFonts w:ascii="Times New Roman" w:hAnsi="Times New Roman"/>
          <w:b/>
          <w:sz w:val="24"/>
          <w:lang w:val="ru-RU"/>
        </w:rPr>
        <w:t>Хмельницької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lang w:val="ru-RU"/>
        </w:rPr>
        <w:t>області</w:t>
      </w:r>
      <w:proofErr w:type="spellEnd"/>
    </w:p>
    <w:p w:rsidR="00D9451B" w:rsidRPr="00D500AD" w:rsidRDefault="00D9451B" w:rsidP="00D9451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D9451B" w:rsidRPr="00D500AD" w:rsidRDefault="00D9451B" w:rsidP="00D9451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D500AD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proofErr w:type="gramStart"/>
      <w:r w:rsidRPr="00D500AD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D500AD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500AD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500AD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500AD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500AD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500AD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500AD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»,   </w:t>
      </w:r>
      <w:proofErr w:type="spellStart"/>
      <w:r w:rsidRPr="00D500AD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клопотання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Полянської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гімназії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Крупецької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ради, </w:t>
      </w:r>
      <w:r w:rsidRPr="00D500AD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D500AD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500AD">
        <w:rPr>
          <w:rFonts w:ascii="Times New Roman" w:hAnsi="Times New Roman"/>
          <w:sz w:val="24"/>
          <w:lang w:val="ru-RU"/>
        </w:rPr>
        <w:t xml:space="preserve"> рада </w:t>
      </w:r>
      <w:proofErr w:type="gramEnd"/>
    </w:p>
    <w:p w:rsidR="00D9451B" w:rsidRPr="00D500AD" w:rsidRDefault="00D9451B" w:rsidP="00D9451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D500AD">
        <w:rPr>
          <w:rFonts w:ascii="Times New Roman" w:hAnsi="Times New Roman"/>
          <w:sz w:val="24"/>
          <w:lang w:val="ru-RU"/>
        </w:rPr>
        <w:t>ВИРІШИЛА:</w:t>
      </w:r>
    </w:p>
    <w:p w:rsidR="00D9451B" w:rsidRPr="00D500AD" w:rsidRDefault="00D9451B" w:rsidP="00D9451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D9451B" w:rsidRPr="00D500AD" w:rsidRDefault="00D9451B" w:rsidP="00D9451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D500AD">
        <w:rPr>
          <w:rFonts w:ascii="Times New Roman" w:hAnsi="Times New Roman"/>
          <w:sz w:val="24"/>
        </w:rPr>
        <w:t xml:space="preserve">       1. Надати </w:t>
      </w:r>
      <w:r>
        <w:rPr>
          <w:rFonts w:ascii="Times New Roman" w:hAnsi="Times New Roman"/>
          <w:sz w:val="24"/>
        </w:rPr>
        <w:t>Полянській</w:t>
      </w:r>
      <w:r w:rsidRPr="00755F46">
        <w:rPr>
          <w:rFonts w:ascii="Times New Roman" w:hAnsi="Times New Roman"/>
          <w:sz w:val="24"/>
        </w:rPr>
        <w:t xml:space="preserve"> гімназії </w:t>
      </w:r>
      <w:proofErr w:type="spellStart"/>
      <w:r w:rsidRPr="00755F46">
        <w:rPr>
          <w:rFonts w:ascii="Times New Roman" w:hAnsi="Times New Roman"/>
          <w:sz w:val="24"/>
        </w:rPr>
        <w:t>Крупецької</w:t>
      </w:r>
      <w:proofErr w:type="spellEnd"/>
      <w:r w:rsidRPr="00755F46">
        <w:rPr>
          <w:rFonts w:ascii="Times New Roman" w:hAnsi="Times New Roman"/>
          <w:sz w:val="24"/>
        </w:rPr>
        <w:t xml:space="preserve"> сільської ради</w:t>
      </w:r>
      <w:r>
        <w:rPr>
          <w:rFonts w:ascii="Times New Roman" w:hAnsi="Times New Roman"/>
          <w:sz w:val="24"/>
        </w:rPr>
        <w:t>,</w:t>
      </w:r>
      <w:r w:rsidRPr="00755F46">
        <w:rPr>
          <w:rFonts w:ascii="Times New Roman" w:hAnsi="Times New Roman"/>
          <w:sz w:val="24"/>
        </w:rPr>
        <w:t xml:space="preserve"> </w:t>
      </w:r>
      <w:r w:rsidRPr="00D500AD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D500AD">
        <w:rPr>
          <w:rFonts w:ascii="Times New Roman" w:hAnsi="Times New Roman"/>
          <w:sz w:val="24"/>
        </w:rPr>
        <w:t>проєкту</w:t>
      </w:r>
      <w:proofErr w:type="spellEnd"/>
      <w:r w:rsidRPr="00D500AD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</w:t>
      </w:r>
      <w:r>
        <w:rPr>
          <w:rFonts w:ascii="Times New Roman" w:hAnsi="Times New Roman"/>
          <w:sz w:val="24"/>
        </w:rPr>
        <w:t>в постійне користування</w:t>
      </w:r>
      <w:r w:rsidRPr="00D500AD">
        <w:rPr>
          <w:rFonts w:ascii="Times New Roman" w:hAnsi="Times New Roman"/>
          <w:sz w:val="24"/>
        </w:rPr>
        <w:t>, орієнтовною площею 0,</w:t>
      </w:r>
      <w:r>
        <w:rPr>
          <w:rFonts w:ascii="Times New Roman" w:hAnsi="Times New Roman"/>
          <w:sz w:val="24"/>
        </w:rPr>
        <w:t>45</w:t>
      </w:r>
      <w:r w:rsidRPr="00D500AD">
        <w:rPr>
          <w:rFonts w:ascii="Times New Roman" w:hAnsi="Times New Roman"/>
          <w:sz w:val="24"/>
        </w:rPr>
        <w:t>00 га, для</w:t>
      </w:r>
      <w:r>
        <w:rPr>
          <w:rFonts w:ascii="Times New Roman" w:hAnsi="Times New Roman"/>
          <w:sz w:val="24"/>
          <w:szCs w:val="24"/>
        </w:rPr>
        <w:t xml:space="preserve">   будівництва та  обслуговування  будівель закладів освіти</w:t>
      </w:r>
      <w:r w:rsidRPr="00D500AD">
        <w:rPr>
          <w:rFonts w:ascii="Times New Roman" w:hAnsi="Times New Roman"/>
          <w:sz w:val="24"/>
        </w:rPr>
        <w:t>,  яка розташована в Хмельницька область, Шепетівський район,</w:t>
      </w:r>
      <w:r>
        <w:rPr>
          <w:rFonts w:ascii="Times New Roman" w:hAnsi="Times New Roman"/>
          <w:sz w:val="24"/>
        </w:rPr>
        <w:t xml:space="preserve"> </w:t>
      </w:r>
      <w:r w:rsidRPr="00D500AD">
        <w:rPr>
          <w:rFonts w:ascii="Times New Roman" w:hAnsi="Times New Roman"/>
          <w:sz w:val="24"/>
        </w:rPr>
        <w:t xml:space="preserve">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Полянь</w:t>
      </w:r>
      <w:proofErr w:type="spellEnd"/>
      <w:r>
        <w:rPr>
          <w:rFonts w:ascii="Times New Roman" w:hAnsi="Times New Roman"/>
          <w:sz w:val="24"/>
        </w:rPr>
        <w:t>, вулиця Шкільна</w:t>
      </w:r>
      <w:r w:rsidRPr="00D500AD">
        <w:rPr>
          <w:rFonts w:ascii="Times New Roman" w:hAnsi="Times New Roman"/>
          <w:sz w:val="24"/>
        </w:rPr>
        <w:t>.</w:t>
      </w:r>
    </w:p>
    <w:p w:rsidR="00D9451B" w:rsidRPr="00D500AD" w:rsidRDefault="00D9451B" w:rsidP="00D9451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D500AD">
        <w:rPr>
          <w:rFonts w:ascii="Times New Roman" w:hAnsi="Times New Roman"/>
          <w:sz w:val="24"/>
        </w:rPr>
        <w:t xml:space="preserve">       2.</w:t>
      </w:r>
      <w:r w:rsidRPr="00E3635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Полянській</w:t>
      </w:r>
      <w:r w:rsidRPr="00755F46">
        <w:rPr>
          <w:rFonts w:ascii="Times New Roman" w:hAnsi="Times New Roman"/>
          <w:sz w:val="24"/>
        </w:rPr>
        <w:t xml:space="preserve"> гімназії </w:t>
      </w:r>
      <w:proofErr w:type="spellStart"/>
      <w:r w:rsidRPr="00755F46">
        <w:rPr>
          <w:rFonts w:ascii="Times New Roman" w:hAnsi="Times New Roman"/>
          <w:sz w:val="24"/>
        </w:rPr>
        <w:t>Крупецької</w:t>
      </w:r>
      <w:proofErr w:type="spellEnd"/>
      <w:r w:rsidRPr="00755F46">
        <w:rPr>
          <w:rFonts w:ascii="Times New Roman" w:hAnsi="Times New Roman"/>
          <w:sz w:val="24"/>
        </w:rPr>
        <w:t xml:space="preserve"> сільської ради</w:t>
      </w:r>
      <w:r>
        <w:rPr>
          <w:rFonts w:ascii="Times New Roman" w:hAnsi="Times New Roman"/>
          <w:sz w:val="24"/>
        </w:rPr>
        <w:t>,</w:t>
      </w:r>
      <w:r w:rsidRPr="00D500AD">
        <w:rPr>
          <w:rFonts w:ascii="Times New Roman" w:hAnsi="Times New Roman"/>
          <w:sz w:val="24"/>
        </w:rPr>
        <w:t xml:space="preserve">  розробити </w:t>
      </w:r>
      <w:proofErr w:type="spellStart"/>
      <w:r w:rsidRPr="00D500AD">
        <w:rPr>
          <w:rFonts w:ascii="Times New Roman" w:hAnsi="Times New Roman"/>
          <w:sz w:val="24"/>
        </w:rPr>
        <w:t>проєкт</w:t>
      </w:r>
      <w:proofErr w:type="spellEnd"/>
      <w:r w:rsidRPr="00D500AD">
        <w:rPr>
          <w:rFonts w:ascii="Times New Roman" w:hAnsi="Times New Roman"/>
          <w:sz w:val="24"/>
        </w:rPr>
        <w:t xml:space="preserve"> землеустрою щодо відведення земельної ділянки та подати на розгляд  сесії сільської ради.</w:t>
      </w:r>
    </w:p>
    <w:p w:rsidR="00D9451B" w:rsidRPr="00D500AD" w:rsidRDefault="00D9451B" w:rsidP="00D9451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0AD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9451B" w:rsidRPr="00D500AD" w:rsidRDefault="00D9451B" w:rsidP="00D9451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500AD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9451B" w:rsidRPr="00D500AD" w:rsidRDefault="00D9451B" w:rsidP="00D9451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D9451B" w:rsidRDefault="00D9451B" w:rsidP="00D9451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D9451B" w:rsidRPr="00D9451B" w:rsidRDefault="00D9451B" w:rsidP="00D9451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bookmarkStart w:id="0" w:name="_GoBack"/>
      <w:bookmarkEnd w:id="0"/>
    </w:p>
    <w:p w:rsidR="00D9451B" w:rsidRPr="00D500AD" w:rsidRDefault="00D9451B" w:rsidP="00D9451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D500AD">
        <w:rPr>
          <w:rFonts w:ascii="Times New Roman" w:eastAsia="Arial Unicode MS" w:hAnsi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6B2CE5" w:rsidRDefault="006B2CE5"/>
    <w:sectPr w:rsidR="006B2C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51B"/>
    <w:rsid w:val="006B2CE5"/>
    <w:rsid w:val="00D94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51B"/>
    <w:rPr>
      <w:rFonts w:ascii="Calibri" w:eastAsia="Calibri" w:hAnsi="Calibri" w:cs="Times New Roman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51B"/>
    <w:rPr>
      <w:rFonts w:ascii="Calibri" w:eastAsia="Calibri" w:hAnsi="Calibri" w:cs="Times New Roman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0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2022-02-14T07:23:00Z</dcterms:created>
  <dcterms:modified xsi:type="dcterms:W3CDTF">2022-02-14T07:23:00Z</dcterms:modified>
</cp:coreProperties>
</file>